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BD2EF" w14:textId="77777777" w:rsidR="00F6732D" w:rsidRDefault="00F6732D" w:rsidP="00DE24BF">
      <w:pPr>
        <w:pStyle w:val="Heading1"/>
        <w:rPr>
          <w:i/>
        </w:rPr>
      </w:pPr>
      <w:bookmarkStart w:id="0" w:name="_Toc318811397"/>
      <w:bookmarkStart w:id="1" w:name="_Toc318813814"/>
      <w:bookmarkStart w:id="2" w:name="_Toc320269462"/>
      <w:bookmarkStart w:id="3" w:name="_Toc326312050"/>
    </w:p>
    <w:p w14:paraId="3683E535" w14:textId="77777777" w:rsidR="00F6732D" w:rsidRDefault="00F6732D" w:rsidP="00DE24BF">
      <w:pPr>
        <w:pStyle w:val="Heading1"/>
        <w:rPr>
          <w:i/>
        </w:rPr>
      </w:pPr>
    </w:p>
    <w:p w14:paraId="46C787AD" w14:textId="77777777" w:rsidR="00F6732D" w:rsidRDefault="00F6732D" w:rsidP="00DE24BF">
      <w:pPr>
        <w:pStyle w:val="Heading1"/>
        <w:rPr>
          <w:i/>
        </w:rPr>
      </w:pPr>
    </w:p>
    <w:p w14:paraId="48775DCF" w14:textId="77777777" w:rsidR="00F6732D" w:rsidRDefault="00F6732D" w:rsidP="00DE24BF">
      <w:pPr>
        <w:pStyle w:val="Heading1"/>
        <w:rPr>
          <w:i/>
        </w:rPr>
      </w:pPr>
    </w:p>
    <w:p w14:paraId="2FD619A1" w14:textId="77777777" w:rsidR="00B96943" w:rsidRDefault="00B96943" w:rsidP="00DE24BF">
      <w:pPr>
        <w:pStyle w:val="Heading1"/>
        <w:rPr>
          <w:i/>
        </w:rPr>
      </w:pPr>
      <w:r>
        <w:rPr>
          <w:i/>
        </w:rPr>
        <w:t>Australian Jobs Act 2013</w:t>
      </w:r>
    </w:p>
    <w:p w14:paraId="5BDBB765" w14:textId="43A2110D" w:rsidR="006258CE" w:rsidRDefault="00D0596A" w:rsidP="00DE24BF">
      <w:pPr>
        <w:pStyle w:val="Heading1"/>
      </w:pPr>
      <w:r>
        <w:t xml:space="preserve">Australian </w:t>
      </w:r>
      <w:r w:rsidRPr="00DE24BF">
        <w:t>Industry</w:t>
      </w:r>
      <w:r>
        <w:t xml:space="preserve"> Participation plan</w:t>
      </w:r>
      <w:bookmarkStart w:id="4" w:name="_Toc318813815"/>
      <w:bookmarkStart w:id="5" w:name="_Toc320269463"/>
      <w:bookmarkStart w:id="6" w:name="_Toc326312051"/>
      <w:bookmarkEnd w:id="0"/>
      <w:bookmarkEnd w:id="1"/>
      <w:bookmarkEnd w:id="2"/>
      <w:bookmarkEnd w:id="3"/>
    </w:p>
    <w:p w14:paraId="34E078FF" w14:textId="77777777" w:rsidR="002825DA" w:rsidRPr="002825DA" w:rsidRDefault="002825DA" w:rsidP="002825DA"/>
    <w:bookmarkEnd w:id="4"/>
    <w:bookmarkEnd w:id="5"/>
    <w:bookmarkEnd w:id="6"/>
    <w:p w14:paraId="47FD4A11" w14:textId="56357390" w:rsidR="00381412" w:rsidRDefault="002F2D64" w:rsidP="004810F8">
      <w:pPr>
        <w:rPr>
          <w:b/>
          <w:sz w:val="40"/>
          <w:szCs w:val="40"/>
        </w:rPr>
      </w:pPr>
      <w:sdt>
        <w:sdtPr>
          <w:rPr>
            <w:sz w:val="28"/>
            <w:szCs w:val="28"/>
          </w:rPr>
          <w:id w:val="-1782795491"/>
          <w:placeholder>
            <w:docPart w:val="0D68AF7EE20F46A593CA3E7A1FEBAEBD"/>
          </w:placeholder>
        </w:sdtPr>
        <w:sdtEndPr>
          <w:rPr>
            <w:sz w:val="22"/>
            <w:szCs w:val="24"/>
          </w:rPr>
        </w:sdtEndPr>
        <w:sdtContent>
          <w:r w:rsidR="00381412">
            <w:rPr>
              <w:rStyle w:val="PlaceholderText"/>
              <w:rFonts w:eastAsiaTheme="minorHAnsi"/>
              <w:sz w:val="40"/>
              <w:szCs w:val="40"/>
            </w:rPr>
            <w:t>Project n</w:t>
          </w:r>
          <w:r w:rsidR="00381412" w:rsidRPr="0045677A">
            <w:rPr>
              <w:rStyle w:val="PlaceholderText"/>
              <w:sz w:val="40"/>
              <w:szCs w:val="40"/>
            </w:rPr>
            <w:t>ame</w:t>
          </w:r>
        </w:sdtContent>
      </w:sdt>
    </w:p>
    <w:p w14:paraId="17177FED" w14:textId="33D0CE57" w:rsidR="00D0596A" w:rsidRDefault="002F2D64" w:rsidP="00291A1A">
      <w:sdt>
        <w:sdtPr>
          <w:rPr>
            <w:sz w:val="28"/>
            <w:szCs w:val="28"/>
          </w:rPr>
          <w:id w:val="2020739774"/>
          <w:placeholder>
            <w:docPart w:val="39FBD9B141EB47108E942BD09A4CFD70"/>
          </w:placeholder>
        </w:sdtPr>
        <w:sdtEndPr>
          <w:rPr>
            <w:sz w:val="22"/>
            <w:szCs w:val="24"/>
          </w:rPr>
        </w:sdtEndPr>
        <w:sdtContent>
          <w:r w:rsidR="00381412">
            <w:rPr>
              <w:rStyle w:val="PlaceholderText"/>
              <w:rFonts w:eastAsiaTheme="minorHAnsi"/>
              <w:sz w:val="40"/>
              <w:szCs w:val="40"/>
            </w:rPr>
            <w:t>Project registration number</w:t>
          </w:r>
        </w:sdtContent>
      </w:sdt>
    </w:p>
    <w:p w14:paraId="0AF5DF90" w14:textId="36CA051D" w:rsidR="00061796" w:rsidRPr="00AF69DD" w:rsidRDefault="00061796" w:rsidP="00061796">
      <w:pPr>
        <w:pStyle w:val="AIPAH1"/>
      </w:pPr>
      <w:r>
        <w:rPr>
          <w:rStyle w:val="Strong"/>
        </w:rPr>
        <w:t xml:space="preserve"> </w:t>
      </w:r>
      <w:sdt>
        <w:sdtPr>
          <w:id w:val="-455948771"/>
          <w:placeholder>
            <w:docPart w:val="96D39A6895E3471281FD01E8558A3D97"/>
          </w:placeholder>
          <w:date>
            <w:dateFormat w:val="d MMMM yyyy"/>
            <w:lid w:val="en-AU"/>
            <w:storeMappedDataAs w:val="dateTime"/>
            <w:calendar w:val="gregorian"/>
          </w:date>
        </w:sdtPr>
        <w:sdtEndPr/>
        <w:sdtContent>
          <w:r>
            <w:t>&lt;Date&gt;</w:t>
          </w:r>
        </w:sdtContent>
      </w:sdt>
    </w:p>
    <w:p w14:paraId="7B935F97" w14:textId="568D6F5B" w:rsidR="004F58DC" w:rsidRDefault="004F58DC" w:rsidP="00291A1A">
      <w:pPr>
        <w:rPr>
          <w:rStyle w:val="Strong"/>
          <w:color w:val="958563"/>
        </w:rPr>
      </w:pPr>
    </w:p>
    <w:p w14:paraId="2B86FD37" w14:textId="0887A7B7" w:rsidR="00703899" w:rsidRDefault="00703899" w:rsidP="00291A1A">
      <w:pPr>
        <w:rPr>
          <w:rStyle w:val="Strong"/>
          <w:color w:val="958563"/>
        </w:rPr>
      </w:pPr>
    </w:p>
    <w:tbl>
      <w:tblPr>
        <w:tblStyle w:val="TableGrid"/>
        <w:tblW w:w="0" w:type="auto"/>
        <w:tblLook w:val="04A0" w:firstRow="1" w:lastRow="0" w:firstColumn="1" w:lastColumn="0" w:noHBand="0" w:noVBand="1"/>
      </w:tblPr>
      <w:tblGrid>
        <w:gridCol w:w="8990"/>
      </w:tblGrid>
      <w:tr w:rsidR="00703899" w14:paraId="4E86B71F" w14:textId="77777777" w:rsidTr="00703899">
        <w:tc>
          <w:tcPr>
            <w:tcW w:w="8990" w:type="dxa"/>
          </w:tcPr>
          <w:p w14:paraId="2486480C" w14:textId="77777777" w:rsidR="00703899" w:rsidRDefault="00703899" w:rsidP="00703899">
            <w:pPr>
              <w:rPr>
                <w:rStyle w:val="Strong"/>
              </w:rPr>
            </w:pPr>
            <w:r>
              <w:rPr>
                <w:rStyle w:val="Strong"/>
              </w:rPr>
              <w:t xml:space="preserve">This template is for project proponents and operators to prepare an Australian Industry Participation plan under the </w:t>
            </w:r>
            <w:r w:rsidRPr="00802B29">
              <w:rPr>
                <w:rStyle w:val="Strong"/>
                <w:i/>
              </w:rPr>
              <w:t>Australian Jobs Act 2013</w:t>
            </w:r>
          </w:p>
        </w:tc>
      </w:tr>
    </w:tbl>
    <w:p w14:paraId="7B806AA1" w14:textId="77777777" w:rsidR="00703899" w:rsidRPr="000B5280" w:rsidRDefault="00703899" w:rsidP="00291A1A">
      <w:pPr>
        <w:rPr>
          <w:rStyle w:val="Strong"/>
          <w:color w:val="958563"/>
        </w:rPr>
      </w:pPr>
    </w:p>
    <w:p w14:paraId="33A1DF69" w14:textId="77777777" w:rsidR="008016E3" w:rsidRDefault="008016E3">
      <w:pPr>
        <w:spacing w:before="0" w:after="0"/>
        <w:rPr>
          <w:rFonts w:cs="Arial"/>
          <w:b/>
          <w:bCs/>
          <w:iCs/>
          <w:sz w:val="36"/>
          <w:szCs w:val="28"/>
        </w:rPr>
      </w:pPr>
      <w:bookmarkStart w:id="7" w:name="_Toc320269464"/>
      <w:bookmarkStart w:id="8" w:name="_Toc326312052"/>
      <w:r>
        <w:br w:type="page"/>
      </w:r>
    </w:p>
    <w:p w14:paraId="663C7251" w14:textId="7D15426A" w:rsidR="00CB629A" w:rsidRPr="00CB629A" w:rsidRDefault="00D0596A" w:rsidP="00CB629A">
      <w:pPr>
        <w:pStyle w:val="Heading2"/>
      </w:pPr>
      <w:r w:rsidRPr="00F07286">
        <w:lastRenderedPageBreak/>
        <w:t xml:space="preserve">Part A </w:t>
      </w:r>
      <w:r w:rsidR="00CB629A">
        <w:t>–</w:t>
      </w:r>
      <w:r w:rsidRPr="00F07286">
        <w:t xml:space="preserve"> Title</w:t>
      </w:r>
    </w:p>
    <w:p w14:paraId="37FA7D38" w14:textId="7D59BC59" w:rsidR="00D0596A" w:rsidRPr="00F07286" w:rsidRDefault="00D0596A" w:rsidP="00DE24BF">
      <w:pPr>
        <w:pStyle w:val="Heading3"/>
      </w:pPr>
      <w:r w:rsidRPr="00F07286">
        <w:t>A.1</w:t>
      </w:r>
      <w:r w:rsidRPr="00F07286">
        <w:tab/>
      </w:r>
      <w:r w:rsidRPr="00DE24BF">
        <w:t>Project</w:t>
      </w:r>
      <w:r w:rsidRPr="00F07286">
        <w:t xml:space="preserve"> Proponent Details</w:t>
      </w:r>
    </w:p>
    <w:p w14:paraId="1FA2A77C" w14:textId="14926CD5" w:rsidR="00D0596A" w:rsidRPr="00D0596A" w:rsidRDefault="00E01EB0" w:rsidP="00D0596A">
      <w:pPr>
        <w:rPr>
          <w:rStyle w:val="Emphasis"/>
        </w:rPr>
      </w:pPr>
      <w:r>
        <w:rPr>
          <w:rStyle w:val="Emphasis"/>
        </w:rPr>
        <w:t>P</w:t>
      </w:r>
      <w:r w:rsidR="00D0596A" w:rsidRPr="00D0596A">
        <w:rPr>
          <w:rStyle w:val="Emphasis"/>
        </w:rPr>
        <w:t xml:space="preserve">rovide details of the </w:t>
      </w:r>
      <w:r w:rsidR="00703899">
        <w:rPr>
          <w:rStyle w:val="Emphasis"/>
          <w:b/>
        </w:rPr>
        <w:t>nominated</w:t>
      </w:r>
      <w:r w:rsidR="00703899" w:rsidRPr="00B86552">
        <w:rPr>
          <w:rStyle w:val="Emphasis"/>
          <w:b/>
        </w:rPr>
        <w:t xml:space="preserve"> </w:t>
      </w:r>
      <w:r w:rsidR="00D0596A" w:rsidRPr="00B86552">
        <w:rPr>
          <w:rStyle w:val="Emphasis"/>
          <w:b/>
        </w:rPr>
        <w:t>project proponent</w:t>
      </w:r>
      <w:r w:rsidR="00D0596A" w:rsidRPr="00D0596A">
        <w:rPr>
          <w:rStyle w:val="Emphasis"/>
        </w:rPr>
        <w:t xml:space="preserve"> for the project. </w:t>
      </w:r>
    </w:p>
    <w:tbl>
      <w:tblPr>
        <w:tblStyle w:val="TableGrid"/>
        <w:tblW w:w="0" w:type="auto"/>
        <w:tblLook w:val="04A0" w:firstRow="1" w:lastRow="0" w:firstColumn="1" w:lastColumn="0" w:noHBand="0" w:noVBand="1"/>
        <w:tblDescription w:val="A.1 - Project Proponent Details"/>
      </w:tblPr>
      <w:tblGrid>
        <w:gridCol w:w="3983"/>
        <w:gridCol w:w="5033"/>
      </w:tblGrid>
      <w:tr w:rsidR="00D0596A" w:rsidRPr="00F07286" w14:paraId="13E57855" w14:textId="77777777" w:rsidTr="004E5BD5">
        <w:trPr>
          <w:tblHeader/>
        </w:trPr>
        <w:tc>
          <w:tcPr>
            <w:tcW w:w="3983" w:type="dxa"/>
          </w:tcPr>
          <w:p w14:paraId="3E00073B" w14:textId="5B040E36" w:rsidR="00D0596A" w:rsidRPr="00D0596A" w:rsidRDefault="00703899" w:rsidP="00703899">
            <w:pPr>
              <w:rPr>
                <w:rStyle w:val="Strong"/>
              </w:rPr>
            </w:pPr>
            <w:r>
              <w:rPr>
                <w:rStyle w:val="Strong"/>
              </w:rPr>
              <w:t>Legal</w:t>
            </w:r>
            <w:r w:rsidRPr="00D0596A">
              <w:rPr>
                <w:rStyle w:val="Strong"/>
              </w:rPr>
              <w:t xml:space="preserve"> </w:t>
            </w:r>
            <w:r w:rsidR="00D0596A" w:rsidRPr="00D0596A">
              <w:rPr>
                <w:rStyle w:val="Strong"/>
              </w:rPr>
              <w:t xml:space="preserve">Name of </w:t>
            </w:r>
            <w:r>
              <w:rPr>
                <w:rStyle w:val="Strong"/>
              </w:rPr>
              <w:t>Nominated</w:t>
            </w:r>
            <w:r w:rsidR="00D0596A" w:rsidRPr="00D0596A">
              <w:rPr>
                <w:rStyle w:val="Strong"/>
              </w:rPr>
              <w:t xml:space="preserve"> Project Proponent</w:t>
            </w:r>
          </w:p>
        </w:tc>
        <w:sdt>
          <w:sdtPr>
            <w:id w:val="1447199838"/>
            <w:placeholder>
              <w:docPart w:val="625A2A24AF2E4ED9B7E7452484DFE523"/>
            </w:placeholder>
          </w:sdtPr>
          <w:sdtEndPr/>
          <w:sdtContent>
            <w:sdt>
              <w:sdtPr>
                <w:id w:val="-2107724418"/>
                <w:placeholder>
                  <w:docPart w:val="28C8F36BB9C04EFFB3DDFA86A99FB627"/>
                </w:placeholder>
              </w:sdtPr>
              <w:sdtEndPr/>
              <w:sdtContent>
                <w:tc>
                  <w:tcPr>
                    <w:tcW w:w="5033" w:type="dxa"/>
                  </w:tcPr>
                  <w:p w14:paraId="22222B57" w14:textId="6A24C188" w:rsidR="00D0596A" w:rsidRPr="00F07286" w:rsidRDefault="0066684D" w:rsidP="00411C95">
                    <w:r>
                      <w:rPr>
                        <w:rStyle w:val="PlaceholderText"/>
                      </w:rPr>
                      <w:t>Enter legal name of nominated project proponent here</w:t>
                    </w:r>
                  </w:p>
                </w:tc>
              </w:sdtContent>
            </w:sdt>
          </w:sdtContent>
        </w:sdt>
      </w:tr>
      <w:tr w:rsidR="00D0596A" w:rsidRPr="00F07286" w14:paraId="26498C75" w14:textId="77777777" w:rsidTr="004E5BD5">
        <w:tc>
          <w:tcPr>
            <w:tcW w:w="3983" w:type="dxa"/>
          </w:tcPr>
          <w:p w14:paraId="6546128B" w14:textId="1732FBA0" w:rsidR="00D0596A" w:rsidRPr="00D0596A" w:rsidRDefault="00D0596A" w:rsidP="00703899">
            <w:pPr>
              <w:rPr>
                <w:rStyle w:val="Strong"/>
              </w:rPr>
            </w:pPr>
            <w:r w:rsidRPr="00D0596A">
              <w:rPr>
                <w:rStyle w:val="Strong"/>
              </w:rPr>
              <w:t xml:space="preserve">ABN of </w:t>
            </w:r>
            <w:r w:rsidR="00703899">
              <w:rPr>
                <w:rStyle w:val="Strong"/>
              </w:rPr>
              <w:t>Nominated</w:t>
            </w:r>
            <w:r w:rsidR="00703899" w:rsidRPr="00D0596A">
              <w:rPr>
                <w:rStyle w:val="Strong"/>
              </w:rPr>
              <w:t xml:space="preserve"> </w:t>
            </w:r>
            <w:r w:rsidRPr="00D0596A">
              <w:rPr>
                <w:rStyle w:val="Strong"/>
              </w:rPr>
              <w:t>Project Proponent</w:t>
            </w:r>
            <w:r w:rsidRPr="00D0596A">
              <w:rPr>
                <w:rStyle w:val="Strong"/>
              </w:rPr>
              <w:br/>
            </w:r>
            <w:r w:rsidRPr="00D0596A">
              <w:t>(if applicable)</w:t>
            </w:r>
          </w:p>
        </w:tc>
        <w:sdt>
          <w:sdtPr>
            <w:id w:val="-128556540"/>
            <w:placeholder>
              <w:docPart w:val="CCCC2969EFEC4769929EDECEC16CC999"/>
            </w:placeholder>
          </w:sdtPr>
          <w:sdtEndPr/>
          <w:sdtContent>
            <w:sdt>
              <w:sdtPr>
                <w:id w:val="224113485"/>
                <w:placeholder>
                  <w:docPart w:val="87FB279A67204B578A9A8315FBDBEBBE"/>
                </w:placeholder>
              </w:sdtPr>
              <w:sdtEndPr/>
              <w:sdtContent>
                <w:tc>
                  <w:tcPr>
                    <w:tcW w:w="5033" w:type="dxa"/>
                  </w:tcPr>
                  <w:p w14:paraId="4C424B24" w14:textId="131FCEF4" w:rsidR="00D0596A" w:rsidRPr="00F07286" w:rsidRDefault="0066684D" w:rsidP="0066684D">
                    <w:r>
                      <w:rPr>
                        <w:rStyle w:val="PlaceholderText"/>
                      </w:rPr>
                      <w:t>Enter ABN of nominated project proponent here</w:t>
                    </w:r>
                  </w:p>
                </w:tc>
              </w:sdtContent>
            </w:sdt>
          </w:sdtContent>
        </w:sdt>
      </w:tr>
      <w:tr w:rsidR="00D0596A" w:rsidRPr="00F07286" w14:paraId="4C82109A" w14:textId="77777777" w:rsidTr="004E5BD5">
        <w:tc>
          <w:tcPr>
            <w:tcW w:w="3983" w:type="dxa"/>
          </w:tcPr>
          <w:p w14:paraId="6E9E18F4" w14:textId="2FF4F461" w:rsidR="00D0596A" w:rsidRPr="00D0596A" w:rsidRDefault="00D0596A" w:rsidP="00703899">
            <w:pPr>
              <w:rPr>
                <w:rStyle w:val="Strong"/>
              </w:rPr>
            </w:pPr>
            <w:r w:rsidRPr="00D0596A">
              <w:rPr>
                <w:rStyle w:val="Strong"/>
              </w:rPr>
              <w:t xml:space="preserve">ACN of </w:t>
            </w:r>
            <w:r w:rsidR="00703899">
              <w:rPr>
                <w:rStyle w:val="Strong"/>
              </w:rPr>
              <w:t>Nominated</w:t>
            </w:r>
            <w:r w:rsidR="00703899" w:rsidRPr="00D0596A">
              <w:rPr>
                <w:rStyle w:val="Strong"/>
              </w:rPr>
              <w:t xml:space="preserve"> </w:t>
            </w:r>
            <w:r w:rsidRPr="00D0596A">
              <w:rPr>
                <w:rStyle w:val="Strong"/>
              </w:rPr>
              <w:t>Project Proponent</w:t>
            </w:r>
            <w:r w:rsidRPr="00D0596A">
              <w:rPr>
                <w:rStyle w:val="Strong"/>
              </w:rPr>
              <w:br/>
            </w:r>
            <w:r w:rsidRPr="00D0596A">
              <w:t>(if applicable)</w:t>
            </w:r>
          </w:p>
        </w:tc>
        <w:sdt>
          <w:sdtPr>
            <w:id w:val="-1258368756"/>
            <w:placeholder>
              <w:docPart w:val="590C6BD358E14BEF9730B67CCABC6929"/>
            </w:placeholder>
          </w:sdtPr>
          <w:sdtEndPr/>
          <w:sdtContent>
            <w:sdt>
              <w:sdtPr>
                <w:id w:val="-10919704"/>
                <w:placeholder>
                  <w:docPart w:val="57BEBA2949A24E8CB7D55CA171A0C5AE"/>
                </w:placeholder>
              </w:sdtPr>
              <w:sdtEndPr/>
              <w:sdtContent>
                <w:tc>
                  <w:tcPr>
                    <w:tcW w:w="5033" w:type="dxa"/>
                  </w:tcPr>
                  <w:p w14:paraId="4230282D" w14:textId="0C45C77F" w:rsidR="00D0596A" w:rsidRPr="00F07286" w:rsidRDefault="0066684D" w:rsidP="00411C95">
                    <w:r>
                      <w:rPr>
                        <w:rStyle w:val="PlaceholderText"/>
                      </w:rPr>
                      <w:t>Enter ACN of nominated project proponent here</w:t>
                    </w:r>
                  </w:p>
                </w:tc>
              </w:sdtContent>
            </w:sdt>
          </w:sdtContent>
        </w:sdt>
      </w:tr>
      <w:tr w:rsidR="00D0596A" w:rsidRPr="00F07286" w14:paraId="176C325D" w14:textId="53663553" w:rsidTr="004E5BD5">
        <w:tc>
          <w:tcPr>
            <w:tcW w:w="3983" w:type="dxa"/>
          </w:tcPr>
          <w:p w14:paraId="34C3BE03" w14:textId="27FB8499" w:rsidR="00D0596A" w:rsidRPr="00D0596A" w:rsidRDefault="00D0596A" w:rsidP="008C0AC9">
            <w:pPr>
              <w:rPr>
                <w:rStyle w:val="Strong"/>
              </w:rPr>
            </w:pPr>
            <w:r w:rsidRPr="00D0596A">
              <w:rPr>
                <w:rStyle w:val="Strong"/>
              </w:rPr>
              <w:t>Contact Person</w:t>
            </w:r>
          </w:p>
        </w:tc>
        <w:sdt>
          <w:sdtPr>
            <w:id w:val="1460764902"/>
            <w:placeholder>
              <w:docPart w:val="CA251EE5F2EC4504B6CFBCDA96D01FE3"/>
            </w:placeholder>
          </w:sdtPr>
          <w:sdtEndPr/>
          <w:sdtContent>
            <w:tc>
              <w:tcPr>
                <w:tcW w:w="5033" w:type="dxa"/>
              </w:tcPr>
              <w:p w14:paraId="545D394D" w14:textId="23CAAE9F" w:rsidR="00D0596A" w:rsidRPr="00F07286" w:rsidRDefault="00411C95" w:rsidP="00A075C7">
                <w:r>
                  <w:rPr>
                    <w:rStyle w:val="PlaceholderText"/>
                  </w:rPr>
                  <w:t xml:space="preserve">Enter </w:t>
                </w:r>
                <w:r w:rsidR="00A075C7">
                  <w:rPr>
                    <w:rStyle w:val="PlaceholderText"/>
                  </w:rPr>
                  <w:t>contact person</w:t>
                </w:r>
                <w:r>
                  <w:rPr>
                    <w:rStyle w:val="PlaceholderText"/>
                  </w:rPr>
                  <w:t xml:space="preserve"> here</w:t>
                </w:r>
              </w:p>
            </w:tc>
          </w:sdtContent>
        </w:sdt>
      </w:tr>
      <w:tr w:rsidR="00D0596A" w:rsidRPr="00F07286" w14:paraId="56C30CCE" w14:textId="31B5E024" w:rsidTr="004E5BD5">
        <w:tc>
          <w:tcPr>
            <w:tcW w:w="3983" w:type="dxa"/>
          </w:tcPr>
          <w:p w14:paraId="2CD4E923" w14:textId="7A9E1373" w:rsidR="00D0596A" w:rsidRPr="00D0596A" w:rsidRDefault="00D0596A" w:rsidP="00EA3477">
            <w:pPr>
              <w:rPr>
                <w:rStyle w:val="Strong"/>
              </w:rPr>
            </w:pPr>
            <w:r w:rsidRPr="00D0596A">
              <w:rPr>
                <w:rStyle w:val="Strong"/>
              </w:rPr>
              <w:t>Phone Number</w:t>
            </w:r>
          </w:p>
        </w:tc>
        <w:sdt>
          <w:sdtPr>
            <w:id w:val="-1843305720"/>
            <w:placeholder>
              <w:docPart w:val="564E7B39736B4C6B9D65C6C2201BBEB1"/>
            </w:placeholder>
            <w:showingPlcHdr/>
          </w:sdtPr>
          <w:sdtEndPr/>
          <w:sdtContent>
            <w:tc>
              <w:tcPr>
                <w:tcW w:w="5033" w:type="dxa"/>
              </w:tcPr>
              <w:p w14:paraId="7F00A4E6" w14:textId="52EB77B9" w:rsidR="00D0596A" w:rsidRPr="00F07286" w:rsidRDefault="001E2B34" w:rsidP="00A075C7">
                <w:r>
                  <w:rPr>
                    <w:rStyle w:val="PlaceholderText"/>
                  </w:rPr>
                  <w:t>Enter contact phone number here</w:t>
                </w:r>
              </w:p>
            </w:tc>
          </w:sdtContent>
        </w:sdt>
      </w:tr>
      <w:tr w:rsidR="00D0596A" w:rsidRPr="00F07286" w14:paraId="4E84D31E" w14:textId="7A267A28" w:rsidTr="004E5BD5">
        <w:tc>
          <w:tcPr>
            <w:tcW w:w="3983" w:type="dxa"/>
          </w:tcPr>
          <w:p w14:paraId="13CF216A" w14:textId="6F7B1FD0" w:rsidR="00D0596A" w:rsidRPr="00D0596A" w:rsidRDefault="00D0596A" w:rsidP="00EA3477">
            <w:pPr>
              <w:rPr>
                <w:rStyle w:val="Strong"/>
              </w:rPr>
            </w:pPr>
            <w:r w:rsidRPr="00D0596A">
              <w:rPr>
                <w:rStyle w:val="Strong"/>
              </w:rPr>
              <w:t xml:space="preserve">E-mail </w:t>
            </w:r>
          </w:p>
        </w:tc>
        <w:sdt>
          <w:sdtPr>
            <w:id w:val="761493447"/>
            <w:placeholder>
              <w:docPart w:val="003C8D58B5084E48B906BB9D20A35891"/>
            </w:placeholder>
            <w:showingPlcHdr/>
          </w:sdtPr>
          <w:sdtEndPr/>
          <w:sdtContent>
            <w:tc>
              <w:tcPr>
                <w:tcW w:w="5033" w:type="dxa"/>
              </w:tcPr>
              <w:p w14:paraId="0C41AC8A" w14:textId="2E5CC73B" w:rsidR="00D0596A" w:rsidRPr="00F07286" w:rsidRDefault="001E2B34" w:rsidP="00A075C7">
                <w:r>
                  <w:rPr>
                    <w:rStyle w:val="PlaceholderText"/>
                  </w:rPr>
                  <w:t>Enter contact e-mail address here</w:t>
                </w:r>
              </w:p>
            </w:tc>
          </w:sdtContent>
        </w:sdt>
      </w:tr>
      <w:tr w:rsidR="00D0596A" w:rsidRPr="00F07286" w14:paraId="55BF9342" w14:textId="77777777" w:rsidTr="004E5BD5">
        <w:tc>
          <w:tcPr>
            <w:tcW w:w="3983" w:type="dxa"/>
          </w:tcPr>
          <w:p w14:paraId="58A40D73" w14:textId="522B8B4C" w:rsidR="00D0596A" w:rsidRPr="00D0596A" w:rsidRDefault="00D0596A" w:rsidP="00D0596A">
            <w:pPr>
              <w:rPr>
                <w:rStyle w:val="Strong"/>
              </w:rPr>
            </w:pPr>
            <w:r w:rsidRPr="00D0596A">
              <w:rPr>
                <w:rStyle w:val="Strong"/>
              </w:rPr>
              <w:t>Postal Address</w:t>
            </w:r>
          </w:p>
        </w:tc>
        <w:sdt>
          <w:sdtPr>
            <w:id w:val="-783811385"/>
            <w:placeholder>
              <w:docPart w:val="C69E8BD360EB4ACC8BD0C48C1387A0DF"/>
            </w:placeholder>
            <w:showingPlcHdr/>
          </w:sdtPr>
          <w:sdtEndPr/>
          <w:sdtContent>
            <w:tc>
              <w:tcPr>
                <w:tcW w:w="5033" w:type="dxa"/>
              </w:tcPr>
              <w:p w14:paraId="28A4CFAB" w14:textId="77777777" w:rsidR="00D0596A" w:rsidRPr="00F07286" w:rsidRDefault="00411C95" w:rsidP="00A075C7">
                <w:r>
                  <w:rPr>
                    <w:rStyle w:val="PlaceholderText"/>
                  </w:rPr>
                  <w:t xml:space="preserve">Enter </w:t>
                </w:r>
                <w:r w:rsidR="00A075C7">
                  <w:rPr>
                    <w:rStyle w:val="PlaceholderText"/>
                  </w:rPr>
                  <w:t>postal address</w:t>
                </w:r>
                <w:r>
                  <w:rPr>
                    <w:rStyle w:val="PlaceholderText"/>
                  </w:rPr>
                  <w:t xml:space="preserve"> here</w:t>
                </w:r>
              </w:p>
            </w:tc>
          </w:sdtContent>
        </w:sdt>
      </w:tr>
      <w:tr w:rsidR="00D0596A" w:rsidRPr="00F07286" w14:paraId="6D8E56DA" w14:textId="24D8D0AB" w:rsidTr="004E5BD5">
        <w:tc>
          <w:tcPr>
            <w:tcW w:w="3983" w:type="dxa"/>
          </w:tcPr>
          <w:p w14:paraId="31813766" w14:textId="6CD89DEB" w:rsidR="00D0596A" w:rsidRPr="00D0596A" w:rsidRDefault="00D0596A" w:rsidP="00EA3477">
            <w:pPr>
              <w:rPr>
                <w:rStyle w:val="Strong"/>
              </w:rPr>
            </w:pPr>
            <w:r w:rsidRPr="00D0596A">
              <w:rPr>
                <w:rStyle w:val="Strong"/>
              </w:rPr>
              <w:t>Project Proponent/s Type</w:t>
            </w:r>
            <w:r w:rsidR="00E01EB0" w:rsidRPr="00E01EB0">
              <w:t xml:space="preserve"> (e.g. single company, joint venture, PPP)</w:t>
            </w:r>
          </w:p>
        </w:tc>
        <w:sdt>
          <w:sdtPr>
            <w:id w:val="619877270"/>
            <w:placeholder>
              <w:docPart w:val="8100A621D1C54E708862B1919AE1273E"/>
            </w:placeholder>
            <w:showingPlcHdr/>
          </w:sdtPr>
          <w:sdtEndPr/>
          <w:sdtContent>
            <w:tc>
              <w:tcPr>
                <w:tcW w:w="5033" w:type="dxa"/>
              </w:tcPr>
              <w:p w14:paraId="45371786" w14:textId="682546B1" w:rsidR="00D0596A" w:rsidRPr="00F07286" w:rsidRDefault="00913713" w:rsidP="00A075C7">
                <w:r>
                  <w:rPr>
                    <w:rStyle w:val="PlaceholderText"/>
                  </w:rPr>
                  <w:t>Enter project proponent/s type here</w:t>
                </w:r>
              </w:p>
            </w:tc>
          </w:sdtContent>
        </w:sdt>
      </w:tr>
    </w:tbl>
    <w:p w14:paraId="12D8D95C" w14:textId="77777777" w:rsidR="00295735" w:rsidRDefault="00295735" w:rsidP="00BC5634">
      <w:pPr>
        <w:spacing w:before="0" w:after="0"/>
        <w:rPr>
          <w:rStyle w:val="Emphasis"/>
        </w:rPr>
      </w:pPr>
    </w:p>
    <w:p w14:paraId="5C94367B" w14:textId="67041D23" w:rsidR="00D0596A" w:rsidRPr="00D0596A" w:rsidRDefault="00D0596A" w:rsidP="00BC5634">
      <w:pPr>
        <w:spacing w:before="0"/>
        <w:rPr>
          <w:rStyle w:val="Emphasis"/>
        </w:rPr>
      </w:pPr>
      <w:r w:rsidRPr="00D0596A">
        <w:rPr>
          <w:rStyle w:val="Emphasis"/>
        </w:rPr>
        <w:t xml:space="preserve">Where applicable provide details of </w:t>
      </w:r>
      <w:r w:rsidRPr="00B86552">
        <w:rPr>
          <w:rStyle w:val="Emphasis"/>
          <w:b/>
        </w:rPr>
        <w:t>all other project proponents</w:t>
      </w:r>
      <w:r w:rsidRPr="00D0596A">
        <w:rPr>
          <w:rStyle w:val="Emphasis"/>
        </w:rPr>
        <w:t xml:space="preserve"> involved in the project which have discharged their AIP plan development responsibilities to the </w:t>
      </w:r>
      <w:r w:rsidR="00703899">
        <w:rPr>
          <w:rStyle w:val="Emphasis"/>
        </w:rPr>
        <w:t>nominated</w:t>
      </w:r>
      <w:r w:rsidR="00703899" w:rsidRPr="00D0596A">
        <w:rPr>
          <w:rStyle w:val="Emphasis"/>
        </w:rPr>
        <w:t xml:space="preserve"> </w:t>
      </w:r>
      <w:r w:rsidRPr="00D0596A">
        <w:rPr>
          <w:rStyle w:val="Emphasis"/>
        </w:rPr>
        <w:t>project proponent.</w:t>
      </w:r>
    </w:p>
    <w:tbl>
      <w:tblPr>
        <w:tblStyle w:val="TableGrid"/>
        <w:tblW w:w="0" w:type="auto"/>
        <w:tblLook w:val="04A0" w:firstRow="1" w:lastRow="0" w:firstColumn="1" w:lastColumn="0" w:noHBand="0" w:noVBand="1"/>
        <w:tblDescription w:val="Other project proponent details"/>
      </w:tblPr>
      <w:tblGrid>
        <w:gridCol w:w="3981"/>
        <w:gridCol w:w="5035"/>
      </w:tblGrid>
      <w:tr w:rsidR="00D0596A" w:rsidRPr="00F07286" w14:paraId="7D640114" w14:textId="77777777" w:rsidTr="00295735">
        <w:trPr>
          <w:trHeight w:val="561"/>
          <w:tblHeader/>
        </w:trPr>
        <w:tc>
          <w:tcPr>
            <w:tcW w:w="4077" w:type="dxa"/>
          </w:tcPr>
          <w:p w14:paraId="3CFAE1BA" w14:textId="62105764" w:rsidR="00D0596A" w:rsidRPr="00D0596A" w:rsidRDefault="00703899" w:rsidP="00D0596A">
            <w:pPr>
              <w:rPr>
                <w:rStyle w:val="Strong"/>
              </w:rPr>
            </w:pPr>
            <w:r>
              <w:rPr>
                <w:rStyle w:val="Strong"/>
              </w:rPr>
              <w:t>Legal</w:t>
            </w:r>
            <w:r w:rsidRPr="00D0596A">
              <w:rPr>
                <w:rStyle w:val="Strong"/>
              </w:rPr>
              <w:t xml:space="preserve"> </w:t>
            </w:r>
            <w:r w:rsidR="00D0596A" w:rsidRPr="00D0596A">
              <w:rPr>
                <w:rStyle w:val="Strong"/>
              </w:rPr>
              <w:t>Name of Project Proponent</w:t>
            </w:r>
          </w:p>
        </w:tc>
        <w:sdt>
          <w:sdtPr>
            <w:id w:val="-422261480"/>
            <w:placeholder>
              <w:docPart w:val="DAFED4F43A744617A425D6F3CD43AAE8"/>
            </w:placeholder>
          </w:sdtPr>
          <w:sdtEndPr/>
          <w:sdtContent>
            <w:sdt>
              <w:sdtPr>
                <w:id w:val="-1806072400"/>
                <w:placeholder>
                  <w:docPart w:val="96AF6A20DF334EE9A3EA4C0B45EE9FD0"/>
                </w:placeholder>
              </w:sdtPr>
              <w:sdtEndPr/>
              <w:sdtContent>
                <w:tc>
                  <w:tcPr>
                    <w:tcW w:w="5165" w:type="dxa"/>
                  </w:tcPr>
                  <w:p w14:paraId="7FB27CA0" w14:textId="6DC3F572" w:rsidR="00D0596A" w:rsidRPr="00F07286" w:rsidRDefault="0066684D" w:rsidP="00295735">
                    <w:pPr>
                      <w:jc w:val="both"/>
                    </w:pPr>
                    <w:r>
                      <w:rPr>
                        <w:rStyle w:val="PlaceholderText"/>
                      </w:rPr>
                      <w:t>Enter legal name of other project proponents here</w:t>
                    </w:r>
                  </w:p>
                </w:tc>
              </w:sdtContent>
            </w:sdt>
          </w:sdtContent>
        </w:sdt>
      </w:tr>
      <w:tr w:rsidR="00D0596A" w:rsidRPr="00F07286" w14:paraId="1CBA56D0" w14:textId="77777777" w:rsidTr="009C5344">
        <w:tc>
          <w:tcPr>
            <w:tcW w:w="4077" w:type="dxa"/>
          </w:tcPr>
          <w:p w14:paraId="008A5F52" w14:textId="77777777" w:rsidR="00D0596A" w:rsidRPr="00D0596A" w:rsidRDefault="00D0596A" w:rsidP="00D0596A">
            <w:pPr>
              <w:rPr>
                <w:rStyle w:val="Strong"/>
              </w:rPr>
            </w:pPr>
            <w:r w:rsidRPr="00D0596A">
              <w:rPr>
                <w:rStyle w:val="Strong"/>
              </w:rPr>
              <w:t xml:space="preserve">ABN of Project Proponent </w:t>
            </w:r>
            <w:r w:rsidRPr="00D0596A">
              <w:t>(if applicable)</w:t>
            </w:r>
          </w:p>
        </w:tc>
        <w:sdt>
          <w:sdtPr>
            <w:id w:val="-1623531558"/>
            <w:placeholder>
              <w:docPart w:val="9138050809CD4A549D7B8843065E5836"/>
            </w:placeholder>
            <w:showingPlcHdr/>
          </w:sdtPr>
          <w:sdtEndPr/>
          <w:sdtContent>
            <w:tc>
              <w:tcPr>
                <w:tcW w:w="5165" w:type="dxa"/>
              </w:tcPr>
              <w:p w14:paraId="5777746D" w14:textId="77777777" w:rsidR="00D0596A" w:rsidRPr="00F07286" w:rsidRDefault="00411C95" w:rsidP="00A075C7">
                <w:r>
                  <w:rPr>
                    <w:rStyle w:val="PlaceholderText"/>
                  </w:rPr>
                  <w:t xml:space="preserve">Enter </w:t>
                </w:r>
                <w:r w:rsidR="00A075C7">
                  <w:rPr>
                    <w:rStyle w:val="PlaceholderText"/>
                  </w:rPr>
                  <w:t>ABN of other project proponents</w:t>
                </w:r>
                <w:r>
                  <w:rPr>
                    <w:rStyle w:val="PlaceholderText"/>
                  </w:rPr>
                  <w:t xml:space="preserve"> here</w:t>
                </w:r>
              </w:p>
            </w:tc>
          </w:sdtContent>
        </w:sdt>
      </w:tr>
      <w:tr w:rsidR="00D0596A" w:rsidRPr="00F07286" w14:paraId="78CFBF2E" w14:textId="77777777" w:rsidTr="009C5344">
        <w:tc>
          <w:tcPr>
            <w:tcW w:w="4077" w:type="dxa"/>
          </w:tcPr>
          <w:p w14:paraId="33A12701" w14:textId="77777777" w:rsidR="00D0596A" w:rsidRPr="00D0596A" w:rsidRDefault="00D0596A" w:rsidP="00D0596A">
            <w:pPr>
              <w:rPr>
                <w:rStyle w:val="Strong"/>
              </w:rPr>
            </w:pPr>
            <w:r w:rsidRPr="00D0596A">
              <w:rPr>
                <w:rStyle w:val="Strong"/>
              </w:rPr>
              <w:t xml:space="preserve">ACN of Project Proponent </w:t>
            </w:r>
            <w:r w:rsidRPr="00D0596A">
              <w:t>(if applicable)</w:t>
            </w:r>
          </w:p>
        </w:tc>
        <w:sdt>
          <w:sdtPr>
            <w:id w:val="-1096782106"/>
            <w:placeholder>
              <w:docPart w:val="06A54A83E4FA430983B472846187CB44"/>
            </w:placeholder>
            <w:showingPlcHdr/>
          </w:sdtPr>
          <w:sdtEndPr/>
          <w:sdtContent>
            <w:tc>
              <w:tcPr>
                <w:tcW w:w="5165" w:type="dxa"/>
              </w:tcPr>
              <w:p w14:paraId="4862291B" w14:textId="77777777" w:rsidR="00D0596A" w:rsidRPr="00F07286" w:rsidRDefault="00411C95" w:rsidP="00A075C7">
                <w:r>
                  <w:rPr>
                    <w:rStyle w:val="PlaceholderText"/>
                  </w:rPr>
                  <w:t xml:space="preserve">Enter </w:t>
                </w:r>
                <w:r w:rsidR="00A075C7">
                  <w:rPr>
                    <w:rStyle w:val="PlaceholderText"/>
                  </w:rPr>
                  <w:t>ACN of other project proponents</w:t>
                </w:r>
                <w:r>
                  <w:rPr>
                    <w:rStyle w:val="PlaceholderText"/>
                  </w:rPr>
                  <w:t xml:space="preserve"> here</w:t>
                </w:r>
              </w:p>
            </w:tc>
          </w:sdtContent>
        </w:sdt>
      </w:tr>
    </w:tbl>
    <w:p w14:paraId="1B6D5D95" w14:textId="77777777" w:rsidR="00F13304" w:rsidRDefault="00F13304" w:rsidP="00DE24BF">
      <w:pPr>
        <w:pStyle w:val="Heading3"/>
      </w:pPr>
    </w:p>
    <w:p w14:paraId="551528F8" w14:textId="77777777" w:rsidR="00F13304" w:rsidRDefault="00F13304" w:rsidP="00F13304">
      <w:pPr>
        <w:rPr>
          <w:rFonts w:cs="Arial"/>
          <w:color w:val="005677"/>
          <w:sz w:val="32"/>
          <w:szCs w:val="26"/>
        </w:rPr>
      </w:pPr>
      <w:r>
        <w:br w:type="page"/>
      </w:r>
    </w:p>
    <w:p w14:paraId="54E647C3" w14:textId="4DABDB9E" w:rsidR="00D0596A" w:rsidRPr="00F07286" w:rsidRDefault="00D0596A" w:rsidP="00DE24BF">
      <w:pPr>
        <w:pStyle w:val="Heading3"/>
      </w:pPr>
      <w:r w:rsidRPr="00F07286">
        <w:lastRenderedPageBreak/>
        <w:t>A.2</w:t>
      </w:r>
      <w:r w:rsidRPr="00F07286">
        <w:tab/>
        <w:t>Project Details</w:t>
      </w:r>
    </w:p>
    <w:p w14:paraId="215BEE04" w14:textId="77777777" w:rsidR="00D0596A" w:rsidRPr="00D0596A" w:rsidRDefault="00D0596A" w:rsidP="00D0596A">
      <w:pPr>
        <w:rPr>
          <w:rStyle w:val="Strong"/>
        </w:rPr>
      </w:pPr>
      <w:r w:rsidRPr="00D0596A">
        <w:rPr>
          <w:rStyle w:val="Strong"/>
        </w:rPr>
        <w:t>Project name</w:t>
      </w:r>
    </w:p>
    <w:tbl>
      <w:tblPr>
        <w:tblStyle w:val="TableGrid"/>
        <w:tblW w:w="0" w:type="auto"/>
        <w:tblLook w:val="04A0" w:firstRow="1" w:lastRow="0" w:firstColumn="1" w:lastColumn="0" w:noHBand="0" w:noVBand="1"/>
        <w:tblDescription w:val="Project name"/>
      </w:tblPr>
      <w:tblGrid>
        <w:gridCol w:w="9016"/>
      </w:tblGrid>
      <w:tr w:rsidR="00D0596A" w:rsidRPr="00F07286" w14:paraId="0C673CA9" w14:textId="77777777" w:rsidTr="00E00A6C">
        <w:trPr>
          <w:tblHeader/>
        </w:trPr>
        <w:sdt>
          <w:sdtPr>
            <w:id w:val="-942140150"/>
            <w:placeholder>
              <w:docPart w:val="777CBAD59B144AC4B51CFA1C00479CDB"/>
            </w:placeholder>
            <w:showingPlcHdr/>
          </w:sdtPr>
          <w:sdtEndPr/>
          <w:sdtContent>
            <w:tc>
              <w:tcPr>
                <w:tcW w:w="9242" w:type="dxa"/>
              </w:tcPr>
              <w:p w14:paraId="5EC6D1B0" w14:textId="77777777" w:rsidR="00D0596A" w:rsidRPr="00F07286" w:rsidRDefault="00411C95" w:rsidP="00A075C7">
                <w:r>
                  <w:rPr>
                    <w:rStyle w:val="PlaceholderText"/>
                  </w:rPr>
                  <w:t xml:space="preserve">Enter </w:t>
                </w:r>
                <w:r w:rsidR="00A075C7">
                  <w:rPr>
                    <w:rStyle w:val="PlaceholderText"/>
                  </w:rPr>
                  <w:t>project name</w:t>
                </w:r>
                <w:r>
                  <w:rPr>
                    <w:rStyle w:val="PlaceholderText"/>
                  </w:rPr>
                  <w:t xml:space="preserve"> here</w:t>
                </w:r>
              </w:p>
            </w:tc>
          </w:sdtContent>
        </w:sdt>
      </w:tr>
    </w:tbl>
    <w:p w14:paraId="6F8ECC33" w14:textId="77777777" w:rsidR="00D0596A" w:rsidRPr="00D0596A" w:rsidRDefault="00D0596A" w:rsidP="00D0596A">
      <w:pPr>
        <w:rPr>
          <w:rStyle w:val="Strong"/>
        </w:rPr>
      </w:pPr>
      <w:r w:rsidRPr="00D0596A">
        <w:rPr>
          <w:rStyle w:val="Strong"/>
        </w:rPr>
        <w:t>Project location</w:t>
      </w:r>
    </w:p>
    <w:tbl>
      <w:tblPr>
        <w:tblStyle w:val="TableGrid"/>
        <w:tblW w:w="0" w:type="auto"/>
        <w:tblLook w:val="04A0" w:firstRow="1" w:lastRow="0" w:firstColumn="1" w:lastColumn="0" w:noHBand="0" w:noVBand="1"/>
        <w:tblDescription w:val="Project location"/>
      </w:tblPr>
      <w:tblGrid>
        <w:gridCol w:w="9016"/>
      </w:tblGrid>
      <w:tr w:rsidR="00D0596A" w:rsidRPr="00F07286" w14:paraId="378CF0C5" w14:textId="77777777" w:rsidTr="00E00A6C">
        <w:trPr>
          <w:tblHeader/>
        </w:trPr>
        <w:sdt>
          <w:sdtPr>
            <w:id w:val="-1767367563"/>
            <w:placeholder>
              <w:docPart w:val="4BDC6C11A804445C9332BE6D3292F612"/>
            </w:placeholder>
            <w:showingPlcHdr/>
          </w:sdtPr>
          <w:sdtEndPr/>
          <w:sdtContent>
            <w:tc>
              <w:tcPr>
                <w:tcW w:w="9242" w:type="dxa"/>
              </w:tcPr>
              <w:p w14:paraId="543CB231" w14:textId="77777777" w:rsidR="00D0596A" w:rsidRPr="00F07286" w:rsidRDefault="00411C95" w:rsidP="00A075C7">
                <w:r>
                  <w:rPr>
                    <w:rStyle w:val="PlaceholderText"/>
                  </w:rPr>
                  <w:t xml:space="preserve">Enter </w:t>
                </w:r>
                <w:r w:rsidR="00A075C7">
                  <w:rPr>
                    <w:rStyle w:val="PlaceholderText"/>
                  </w:rPr>
                  <w:t>project location</w:t>
                </w:r>
                <w:r>
                  <w:rPr>
                    <w:rStyle w:val="PlaceholderText"/>
                  </w:rPr>
                  <w:t xml:space="preserve"> here</w:t>
                </w:r>
              </w:p>
            </w:tc>
          </w:sdtContent>
        </w:sdt>
      </w:tr>
    </w:tbl>
    <w:p w14:paraId="34FD8FC8" w14:textId="4FBCA39A" w:rsidR="00D0596A" w:rsidRPr="00D0596A" w:rsidRDefault="00D0596A" w:rsidP="00D0596A">
      <w:pPr>
        <w:rPr>
          <w:rStyle w:val="Strong"/>
        </w:rPr>
      </w:pPr>
      <w:r w:rsidRPr="00D0596A">
        <w:rPr>
          <w:rStyle w:val="Strong"/>
        </w:rPr>
        <w:t>Total estimated project value</w:t>
      </w:r>
      <w:r w:rsidR="006C0136">
        <w:rPr>
          <w:rStyle w:val="Strong"/>
        </w:rPr>
        <w:t xml:space="preserve"> (AUD</w:t>
      </w:r>
      <w:r w:rsidR="0038317C">
        <w:rPr>
          <w:rStyle w:val="Strong"/>
        </w:rPr>
        <w:t xml:space="preserve"> only</w:t>
      </w:r>
      <w:r w:rsidR="006C0136">
        <w:rPr>
          <w:rStyle w:val="Strong"/>
        </w:rPr>
        <w:t>)</w:t>
      </w:r>
    </w:p>
    <w:tbl>
      <w:tblPr>
        <w:tblStyle w:val="TableGrid"/>
        <w:tblW w:w="0" w:type="auto"/>
        <w:tblLook w:val="04A0" w:firstRow="1" w:lastRow="0" w:firstColumn="1" w:lastColumn="0" w:noHBand="0" w:noVBand="1"/>
        <w:tblDescription w:val="Total estimated project value"/>
      </w:tblPr>
      <w:tblGrid>
        <w:gridCol w:w="9016"/>
      </w:tblGrid>
      <w:tr w:rsidR="00D0596A" w:rsidRPr="00F07286" w14:paraId="51C1FEFC" w14:textId="77777777" w:rsidTr="00E00A6C">
        <w:trPr>
          <w:tblHeader/>
        </w:trPr>
        <w:sdt>
          <w:sdtPr>
            <w:id w:val="-962343865"/>
            <w:placeholder>
              <w:docPart w:val="F441183A47594AF7A6873AED824DF7C4"/>
            </w:placeholder>
            <w:showingPlcHdr/>
          </w:sdtPr>
          <w:sdtEndPr/>
          <w:sdtContent>
            <w:tc>
              <w:tcPr>
                <w:tcW w:w="9242" w:type="dxa"/>
              </w:tcPr>
              <w:p w14:paraId="7E81B9CE" w14:textId="77777777" w:rsidR="00D0596A" w:rsidRPr="00F07286" w:rsidRDefault="00411C95" w:rsidP="00A075C7">
                <w:r>
                  <w:rPr>
                    <w:rStyle w:val="PlaceholderText"/>
                  </w:rPr>
                  <w:t xml:space="preserve">Enter </w:t>
                </w:r>
                <w:r w:rsidR="00A075C7">
                  <w:rPr>
                    <w:rStyle w:val="PlaceholderText"/>
                  </w:rPr>
                  <w:t>total estimated project value</w:t>
                </w:r>
                <w:r>
                  <w:rPr>
                    <w:rStyle w:val="PlaceholderText"/>
                  </w:rPr>
                  <w:t xml:space="preserve"> here</w:t>
                </w:r>
              </w:p>
            </w:tc>
          </w:sdtContent>
        </w:sdt>
      </w:tr>
    </w:tbl>
    <w:p w14:paraId="1A5FD9CC" w14:textId="77777777" w:rsidR="00D0596A" w:rsidRPr="00D0596A" w:rsidRDefault="00D0596A" w:rsidP="00D0596A">
      <w:pPr>
        <w:rPr>
          <w:rStyle w:val="Strong"/>
        </w:rPr>
      </w:pPr>
      <w:r w:rsidRPr="00D0596A">
        <w:rPr>
          <w:rStyle w:val="Strong"/>
        </w:rPr>
        <w:t xml:space="preserve">Project type </w:t>
      </w:r>
    </w:p>
    <w:p w14:paraId="6A332F30" w14:textId="52BE5A52" w:rsidR="00D0596A" w:rsidRPr="00D0596A" w:rsidRDefault="00E01EB0" w:rsidP="00D0596A">
      <w:pPr>
        <w:rPr>
          <w:rStyle w:val="Emphasis"/>
        </w:rPr>
      </w:pPr>
      <w:r>
        <w:rPr>
          <w:rStyle w:val="Emphasis"/>
        </w:rPr>
        <w:t>S</w:t>
      </w:r>
      <w:r w:rsidR="00D0596A" w:rsidRPr="00D0596A">
        <w:rPr>
          <w:rStyle w:val="Emphasis"/>
        </w:rPr>
        <w:t xml:space="preserve">elect </w:t>
      </w:r>
      <w:r w:rsidR="00A3419F">
        <w:rPr>
          <w:rStyle w:val="Emphasis"/>
        </w:rPr>
        <w:t>one</w:t>
      </w:r>
      <w:r w:rsidR="00974C49">
        <w:rPr>
          <w:rStyle w:val="Emphasis"/>
        </w:rPr>
        <w:t xml:space="preserve"> principal type</w:t>
      </w:r>
      <w:r w:rsidR="00A3419F">
        <w:rPr>
          <w:rStyle w:val="Emphasis"/>
        </w:rPr>
        <w:t xml:space="preserve"> </w:t>
      </w:r>
      <w:r w:rsidR="00D0596A" w:rsidRPr="00D0596A">
        <w:rPr>
          <w:rStyle w:val="Emphasis"/>
        </w:rPr>
        <w:t>for the project</w:t>
      </w:r>
      <w:r w:rsidR="0038317C">
        <w:rPr>
          <w:rStyle w:val="Emphasis"/>
        </w:rPr>
        <w:t>.</w:t>
      </w:r>
    </w:p>
    <w:tbl>
      <w:tblPr>
        <w:tblStyle w:val="TableGrid"/>
        <w:tblW w:w="0" w:type="auto"/>
        <w:tblLook w:val="04A0" w:firstRow="1" w:lastRow="0" w:firstColumn="1" w:lastColumn="0" w:noHBand="0" w:noVBand="1"/>
        <w:tblDescription w:val="Project type"/>
      </w:tblPr>
      <w:tblGrid>
        <w:gridCol w:w="4086"/>
        <w:gridCol w:w="436"/>
        <w:gridCol w:w="4010"/>
        <w:gridCol w:w="484"/>
      </w:tblGrid>
      <w:tr w:rsidR="00D0596A" w:rsidRPr="00F07286" w14:paraId="23FF9925" w14:textId="77777777" w:rsidTr="009C5344">
        <w:trPr>
          <w:tblHeader/>
        </w:trPr>
        <w:tc>
          <w:tcPr>
            <w:tcW w:w="4215" w:type="dxa"/>
            <w:tcBorders>
              <w:right w:val="nil"/>
            </w:tcBorders>
          </w:tcPr>
          <w:p w14:paraId="48A63A99" w14:textId="77777777" w:rsidR="00D0596A" w:rsidRPr="00F07286" w:rsidRDefault="00D0596A" w:rsidP="00D0596A">
            <w:r w:rsidRPr="00F07286">
              <w:t>Mine or quarry</w:t>
            </w:r>
            <w:r w:rsidRPr="00F07286">
              <w:tab/>
            </w:r>
          </w:p>
        </w:tc>
        <w:sdt>
          <w:sdtPr>
            <w:id w:val="13901400"/>
            <w14:checkbox>
              <w14:checked w14:val="0"/>
              <w14:checkedState w14:val="2612" w14:font="MS Gothic"/>
              <w14:uncheckedState w14:val="2610" w14:font="MS Gothic"/>
            </w14:checkbox>
          </w:sdtPr>
          <w:sdtEndPr/>
          <w:sdtContent>
            <w:tc>
              <w:tcPr>
                <w:tcW w:w="406" w:type="dxa"/>
                <w:tcBorders>
                  <w:left w:val="nil"/>
                </w:tcBorders>
              </w:tcPr>
              <w:p w14:paraId="2C22EA95" w14:textId="77777777" w:rsidR="00D0596A" w:rsidRPr="00F07286" w:rsidRDefault="00411C95" w:rsidP="00D0596A">
                <w:pPr>
                  <w:spacing w:before="0" w:after="0"/>
                </w:pPr>
                <w:r>
                  <w:rPr>
                    <w:rFonts w:ascii="Meiryo" w:eastAsia="Meiryo" w:hAnsi="Meiryo" w:cs="Meiryo" w:hint="eastAsia"/>
                  </w:rPr>
                  <w:t>☐</w:t>
                </w:r>
              </w:p>
            </w:tc>
          </w:sdtContent>
        </w:sdt>
        <w:tc>
          <w:tcPr>
            <w:tcW w:w="4134" w:type="dxa"/>
            <w:tcBorders>
              <w:right w:val="nil"/>
            </w:tcBorders>
          </w:tcPr>
          <w:p w14:paraId="528E184A" w14:textId="77777777" w:rsidR="00D0596A" w:rsidRPr="00F07286" w:rsidRDefault="00D0596A" w:rsidP="00D0596A">
            <w:r w:rsidRPr="00F07286">
              <w:t>Land transport facility</w:t>
            </w:r>
          </w:p>
        </w:tc>
        <w:sdt>
          <w:sdtPr>
            <w:id w:val="2036541274"/>
            <w14:checkbox>
              <w14:checked w14:val="0"/>
              <w14:checkedState w14:val="2612" w14:font="MS Gothic"/>
              <w14:uncheckedState w14:val="2610" w14:font="MS Gothic"/>
            </w14:checkbox>
          </w:sdtPr>
          <w:sdtEndPr/>
          <w:sdtContent>
            <w:tc>
              <w:tcPr>
                <w:tcW w:w="487" w:type="dxa"/>
                <w:tcBorders>
                  <w:left w:val="nil"/>
                </w:tcBorders>
              </w:tcPr>
              <w:p w14:paraId="3046B7A2" w14:textId="77777777" w:rsidR="00D0596A" w:rsidRPr="00F07286" w:rsidRDefault="00D0596A" w:rsidP="00D0596A">
                <w:pPr>
                  <w:spacing w:before="0" w:after="0"/>
                </w:pPr>
                <w:r w:rsidRPr="00F07286">
                  <w:rPr>
                    <w:rFonts w:hint="eastAsia"/>
                  </w:rPr>
                  <w:t>☐</w:t>
                </w:r>
              </w:p>
            </w:tc>
          </w:sdtContent>
        </w:sdt>
      </w:tr>
      <w:tr w:rsidR="00D0596A" w:rsidRPr="00F07286" w14:paraId="0D0E310D" w14:textId="77777777" w:rsidTr="009C5344">
        <w:tc>
          <w:tcPr>
            <w:tcW w:w="4215" w:type="dxa"/>
            <w:tcBorders>
              <w:right w:val="nil"/>
            </w:tcBorders>
          </w:tcPr>
          <w:p w14:paraId="1FA2EB5F" w14:textId="77777777" w:rsidR="00D0596A" w:rsidRPr="00F07286" w:rsidRDefault="00D0596A" w:rsidP="00D0596A">
            <w:r w:rsidRPr="00F07286">
              <w:t>Wharf or other port facility</w:t>
            </w:r>
          </w:p>
        </w:tc>
        <w:sdt>
          <w:sdtPr>
            <w:id w:val="1438095666"/>
            <w14:checkbox>
              <w14:checked w14:val="0"/>
              <w14:checkedState w14:val="2612" w14:font="MS Gothic"/>
              <w14:uncheckedState w14:val="2610" w14:font="MS Gothic"/>
            </w14:checkbox>
          </w:sdtPr>
          <w:sdtEndPr/>
          <w:sdtContent>
            <w:tc>
              <w:tcPr>
                <w:tcW w:w="406" w:type="dxa"/>
                <w:tcBorders>
                  <w:left w:val="nil"/>
                </w:tcBorders>
              </w:tcPr>
              <w:p w14:paraId="482C6790" w14:textId="77777777" w:rsidR="00D0596A" w:rsidRPr="00F07286" w:rsidRDefault="00D0596A" w:rsidP="00D0596A">
                <w:pPr>
                  <w:spacing w:before="0" w:after="0"/>
                </w:pPr>
                <w:r w:rsidRPr="00F07286">
                  <w:rPr>
                    <w:rFonts w:hint="eastAsia"/>
                  </w:rPr>
                  <w:t>☐</w:t>
                </w:r>
              </w:p>
            </w:tc>
          </w:sdtContent>
        </w:sdt>
        <w:tc>
          <w:tcPr>
            <w:tcW w:w="4134" w:type="dxa"/>
            <w:tcBorders>
              <w:right w:val="nil"/>
            </w:tcBorders>
          </w:tcPr>
          <w:p w14:paraId="6A8DE729" w14:textId="77777777" w:rsidR="00D0596A" w:rsidRPr="00F07286" w:rsidRDefault="00D0596A" w:rsidP="00D0596A">
            <w:r w:rsidRPr="00F07286">
              <w:t>Petroleum facility</w:t>
            </w:r>
          </w:p>
        </w:tc>
        <w:sdt>
          <w:sdtPr>
            <w:id w:val="1838871885"/>
            <w14:checkbox>
              <w14:checked w14:val="0"/>
              <w14:checkedState w14:val="2612" w14:font="MS Gothic"/>
              <w14:uncheckedState w14:val="2610" w14:font="MS Gothic"/>
            </w14:checkbox>
          </w:sdtPr>
          <w:sdtEndPr/>
          <w:sdtContent>
            <w:tc>
              <w:tcPr>
                <w:tcW w:w="487" w:type="dxa"/>
                <w:tcBorders>
                  <w:left w:val="nil"/>
                </w:tcBorders>
              </w:tcPr>
              <w:p w14:paraId="60EA06A7" w14:textId="77777777" w:rsidR="00D0596A" w:rsidRPr="00F07286" w:rsidRDefault="00D0596A" w:rsidP="00D0596A">
                <w:pPr>
                  <w:spacing w:before="0" w:after="0"/>
                </w:pPr>
                <w:r w:rsidRPr="00F07286">
                  <w:rPr>
                    <w:rFonts w:hint="eastAsia"/>
                  </w:rPr>
                  <w:t>☐</w:t>
                </w:r>
              </w:p>
            </w:tc>
          </w:sdtContent>
        </w:sdt>
      </w:tr>
      <w:tr w:rsidR="00D0596A" w:rsidRPr="00F07286" w14:paraId="61162B01" w14:textId="77777777" w:rsidTr="009C5344">
        <w:tc>
          <w:tcPr>
            <w:tcW w:w="4215" w:type="dxa"/>
            <w:tcBorders>
              <w:right w:val="nil"/>
            </w:tcBorders>
          </w:tcPr>
          <w:p w14:paraId="747C8747" w14:textId="77777777" w:rsidR="00D0596A" w:rsidRPr="00F07286" w:rsidRDefault="00D0596A" w:rsidP="00D0596A">
            <w:r w:rsidRPr="00F07286">
              <w:t>Electricity facility</w:t>
            </w:r>
          </w:p>
        </w:tc>
        <w:sdt>
          <w:sdtPr>
            <w:id w:val="1813828428"/>
            <w14:checkbox>
              <w14:checked w14:val="0"/>
              <w14:checkedState w14:val="2612" w14:font="MS Gothic"/>
              <w14:uncheckedState w14:val="2610" w14:font="MS Gothic"/>
            </w14:checkbox>
          </w:sdtPr>
          <w:sdtEndPr/>
          <w:sdtContent>
            <w:tc>
              <w:tcPr>
                <w:tcW w:w="406" w:type="dxa"/>
                <w:tcBorders>
                  <w:left w:val="nil"/>
                </w:tcBorders>
              </w:tcPr>
              <w:p w14:paraId="685E9A8A" w14:textId="77777777" w:rsidR="00D0596A" w:rsidRPr="00F07286" w:rsidRDefault="00D0596A" w:rsidP="00D0596A">
                <w:pPr>
                  <w:spacing w:before="0" w:after="0"/>
                </w:pPr>
                <w:r w:rsidRPr="00F07286">
                  <w:rPr>
                    <w:rFonts w:hint="eastAsia"/>
                  </w:rPr>
                  <w:t>☐</w:t>
                </w:r>
              </w:p>
            </w:tc>
          </w:sdtContent>
        </w:sdt>
        <w:tc>
          <w:tcPr>
            <w:tcW w:w="4134" w:type="dxa"/>
            <w:tcBorders>
              <w:right w:val="nil"/>
            </w:tcBorders>
          </w:tcPr>
          <w:p w14:paraId="105B81C5" w14:textId="77777777" w:rsidR="00D0596A" w:rsidRPr="00F07286" w:rsidRDefault="00D0596A" w:rsidP="00D0596A">
            <w:r w:rsidRPr="00F07286">
              <w:t>Factory</w:t>
            </w:r>
          </w:p>
        </w:tc>
        <w:sdt>
          <w:sdtPr>
            <w:id w:val="180174388"/>
            <w14:checkbox>
              <w14:checked w14:val="0"/>
              <w14:checkedState w14:val="2612" w14:font="MS Gothic"/>
              <w14:uncheckedState w14:val="2610" w14:font="MS Gothic"/>
            </w14:checkbox>
          </w:sdtPr>
          <w:sdtEndPr/>
          <w:sdtContent>
            <w:tc>
              <w:tcPr>
                <w:tcW w:w="487" w:type="dxa"/>
                <w:tcBorders>
                  <w:left w:val="nil"/>
                </w:tcBorders>
              </w:tcPr>
              <w:p w14:paraId="218E09AE" w14:textId="77777777" w:rsidR="00D0596A" w:rsidRPr="00F07286" w:rsidRDefault="00D0596A" w:rsidP="00D0596A">
                <w:pPr>
                  <w:spacing w:before="0" w:after="0"/>
                </w:pPr>
                <w:r w:rsidRPr="00F07286">
                  <w:rPr>
                    <w:rFonts w:hint="eastAsia"/>
                  </w:rPr>
                  <w:t>☐</w:t>
                </w:r>
              </w:p>
            </w:tc>
          </w:sdtContent>
        </w:sdt>
      </w:tr>
      <w:tr w:rsidR="00D0596A" w:rsidRPr="00F07286" w14:paraId="47F345D6" w14:textId="77777777" w:rsidTr="009C5344">
        <w:tc>
          <w:tcPr>
            <w:tcW w:w="4215" w:type="dxa"/>
            <w:tcBorders>
              <w:right w:val="nil"/>
            </w:tcBorders>
          </w:tcPr>
          <w:p w14:paraId="2A7CBA8E" w14:textId="77777777" w:rsidR="00D0596A" w:rsidRPr="00F07286" w:rsidRDefault="00D0596A" w:rsidP="00D0596A">
            <w:r w:rsidRPr="00F07286">
              <w:t>Airport</w:t>
            </w:r>
          </w:p>
        </w:tc>
        <w:sdt>
          <w:sdtPr>
            <w:id w:val="1717544693"/>
            <w14:checkbox>
              <w14:checked w14:val="0"/>
              <w14:checkedState w14:val="2612" w14:font="MS Gothic"/>
              <w14:uncheckedState w14:val="2610" w14:font="MS Gothic"/>
            </w14:checkbox>
          </w:sdtPr>
          <w:sdtEndPr/>
          <w:sdtContent>
            <w:tc>
              <w:tcPr>
                <w:tcW w:w="406" w:type="dxa"/>
                <w:tcBorders>
                  <w:left w:val="nil"/>
                </w:tcBorders>
              </w:tcPr>
              <w:p w14:paraId="0E0D905D" w14:textId="77777777" w:rsidR="00D0596A" w:rsidRPr="00F07286" w:rsidRDefault="00D0596A" w:rsidP="00D0596A">
                <w:pPr>
                  <w:spacing w:before="0" w:after="0"/>
                </w:pPr>
                <w:r w:rsidRPr="00F07286">
                  <w:rPr>
                    <w:rFonts w:hint="eastAsia"/>
                  </w:rPr>
                  <w:t>☐</w:t>
                </w:r>
              </w:p>
            </w:tc>
          </w:sdtContent>
        </w:sdt>
        <w:tc>
          <w:tcPr>
            <w:tcW w:w="4134" w:type="dxa"/>
            <w:tcBorders>
              <w:right w:val="nil"/>
            </w:tcBorders>
          </w:tcPr>
          <w:p w14:paraId="3967EACB" w14:textId="77777777" w:rsidR="00D0596A" w:rsidRPr="00F07286" w:rsidRDefault="00D0596A" w:rsidP="00D0596A">
            <w:r w:rsidRPr="00F07286">
              <w:t>Passenger Terminal</w:t>
            </w:r>
          </w:p>
        </w:tc>
        <w:sdt>
          <w:sdtPr>
            <w:id w:val="-1910376701"/>
            <w14:checkbox>
              <w14:checked w14:val="0"/>
              <w14:checkedState w14:val="2612" w14:font="MS Gothic"/>
              <w14:uncheckedState w14:val="2610" w14:font="MS Gothic"/>
            </w14:checkbox>
          </w:sdtPr>
          <w:sdtEndPr/>
          <w:sdtContent>
            <w:tc>
              <w:tcPr>
                <w:tcW w:w="487" w:type="dxa"/>
                <w:tcBorders>
                  <w:left w:val="nil"/>
                </w:tcBorders>
              </w:tcPr>
              <w:p w14:paraId="62A751A0" w14:textId="77777777" w:rsidR="00D0596A" w:rsidRPr="00F07286" w:rsidRDefault="00D0596A" w:rsidP="00D0596A">
                <w:pPr>
                  <w:spacing w:before="0" w:after="0"/>
                </w:pPr>
                <w:r w:rsidRPr="00F07286">
                  <w:rPr>
                    <w:rFonts w:hint="eastAsia"/>
                  </w:rPr>
                  <w:t>☐</w:t>
                </w:r>
              </w:p>
            </w:tc>
          </w:sdtContent>
        </w:sdt>
      </w:tr>
      <w:tr w:rsidR="00D0596A" w:rsidRPr="00F07286" w14:paraId="5E1D7A97" w14:textId="77777777" w:rsidTr="009C5344">
        <w:tc>
          <w:tcPr>
            <w:tcW w:w="4215" w:type="dxa"/>
            <w:tcBorders>
              <w:right w:val="nil"/>
            </w:tcBorders>
          </w:tcPr>
          <w:p w14:paraId="5ACAECFF" w14:textId="77777777" w:rsidR="00D0596A" w:rsidRPr="00F07286" w:rsidRDefault="00D0596A" w:rsidP="00D0596A">
            <w:r w:rsidRPr="00F07286">
              <w:t>Water supply facility</w:t>
            </w:r>
          </w:p>
        </w:tc>
        <w:sdt>
          <w:sdtPr>
            <w:id w:val="-1458095290"/>
            <w14:checkbox>
              <w14:checked w14:val="0"/>
              <w14:checkedState w14:val="2612" w14:font="MS Gothic"/>
              <w14:uncheckedState w14:val="2610" w14:font="MS Gothic"/>
            </w14:checkbox>
          </w:sdtPr>
          <w:sdtEndPr/>
          <w:sdtContent>
            <w:tc>
              <w:tcPr>
                <w:tcW w:w="406" w:type="dxa"/>
                <w:tcBorders>
                  <w:left w:val="nil"/>
                </w:tcBorders>
              </w:tcPr>
              <w:p w14:paraId="35F2CCB4" w14:textId="77777777" w:rsidR="00D0596A" w:rsidRPr="00F07286" w:rsidRDefault="00D0596A" w:rsidP="00D0596A">
                <w:pPr>
                  <w:spacing w:before="0" w:after="0"/>
                </w:pPr>
                <w:r w:rsidRPr="00F07286">
                  <w:rPr>
                    <w:rFonts w:hint="eastAsia"/>
                  </w:rPr>
                  <w:t>☐</w:t>
                </w:r>
              </w:p>
            </w:tc>
          </w:sdtContent>
        </w:sdt>
        <w:tc>
          <w:tcPr>
            <w:tcW w:w="4134" w:type="dxa"/>
            <w:tcBorders>
              <w:right w:val="nil"/>
            </w:tcBorders>
          </w:tcPr>
          <w:p w14:paraId="3EA3D59B" w14:textId="77777777" w:rsidR="00D0596A" w:rsidRPr="00F07286" w:rsidRDefault="00D0596A" w:rsidP="00D0596A">
            <w:r w:rsidRPr="00F07286">
              <w:t>Sewage or wastewater facility</w:t>
            </w:r>
          </w:p>
        </w:tc>
        <w:sdt>
          <w:sdtPr>
            <w:id w:val="-1111196670"/>
            <w14:checkbox>
              <w14:checked w14:val="0"/>
              <w14:checkedState w14:val="2612" w14:font="MS Gothic"/>
              <w14:uncheckedState w14:val="2610" w14:font="MS Gothic"/>
            </w14:checkbox>
          </w:sdtPr>
          <w:sdtEndPr/>
          <w:sdtContent>
            <w:tc>
              <w:tcPr>
                <w:tcW w:w="487" w:type="dxa"/>
                <w:tcBorders>
                  <w:left w:val="nil"/>
                </w:tcBorders>
              </w:tcPr>
              <w:p w14:paraId="2E466856" w14:textId="77777777" w:rsidR="00D0596A" w:rsidRPr="00F07286" w:rsidRDefault="00D0596A" w:rsidP="00D0596A">
                <w:pPr>
                  <w:spacing w:before="0" w:after="0"/>
                </w:pPr>
                <w:r w:rsidRPr="00F07286">
                  <w:rPr>
                    <w:rFonts w:hint="eastAsia"/>
                  </w:rPr>
                  <w:t>☐</w:t>
                </w:r>
              </w:p>
            </w:tc>
          </w:sdtContent>
        </w:sdt>
      </w:tr>
      <w:tr w:rsidR="00D0596A" w:rsidRPr="00F07286" w14:paraId="5DC4FE8B" w14:textId="77777777" w:rsidTr="009C5344">
        <w:tc>
          <w:tcPr>
            <w:tcW w:w="4215" w:type="dxa"/>
            <w:tcBorders>
              <w:right w:val="nil"/>
            </w:tcBorders>
          </w:tcPr>
          <w:p w14:paraId="2BF4DA68" w14:textId="77777777" w:rsidR="00D0596A" w:rsidRPr="00F07286" w:rsidRDefault="00D0596A" w:rsidP="00D0596A">
            <w:r w:rsidRPr="00F07286">
              <w:t>Telecommunications network</w:t>
            </w:r>
          </w:p>
        </w:tc>
        <w:sdt>
          <w:sdtPr>
            <w:id w:val="777071656"/>
            <w14:checkbox>
              <w14:checked w14:val="0"/>
              <w14:checkedState w14:val="2612" w14:font="MS Gothic"/>
              <w14:uncheckedState w14:val="2610" w14:font="MS Gothic"/>
            </w14:checkbox>
          </w:sdtPr>
          <w:sdtEndPr/>
          <w:sdtContent>
            <w:tc>
              <w:tcPr>
                <w:tcW w:w="406" w:type="dxa"/>
                <w:tcBorders>
                  <w:left w:val="nil"/>
                </w:tcBorders>
              </w:tcPr>
              <w:p w14:paraId="6B6BA2AB" w14:textId="77777777" w:rsidR="00D0596A" w:rsidRPr="00F07286" w:rsidRDefault="00D0596A" w:rsidP="00D0596A">
                <w:pPr>
                  <w:spacing w:before="0" w:after="0"/>
                </w:pPr>
                <w:r w:rsidRPr="00F07286">
                  <w:rPr>
                    <w:rFonts w:hint="eastAsia"/>
                  </w:rPr>
                  <w:t>☐</w:t>
                </w:r>
              </w:p>
            </w:tc>
          </w:sdtContent>
        </w:sdt>
        <w:tc>
          <w:tcPr>
            <w:tcW w:w="4134" w:type="dxa"/>
            <w:tcBorders>
              <w:right w:val="nil"/>
            </w:tcBorders>
          </w:tcPr>
          <w:p w14:paraId="1B4C60A0" w14:textId="77777777" w:rsidR="00D0596A" w:rsidRPr="00F07286" w:rsidRDefault="00D0596A" w:rsidP="0087576D">
            <w:r w:rsidRPr="00F07286">
              <w:t xml:space="preserve">Other Productive Facility, please specify: </w:t>
            </w:r>
            <w:sdt>
              <w:sdtPr>
                <w:id w:val="-1871449014"/>
                <w:placeholder>
                  <w:docPart w:val="86AB5EE9E26645909ABAB99527BE85F2"/>
                </w:placeholder>
                <w:showingPlcHdr/>
              </w:sdtPr>
              <w:sdtEndPr/>
              <w:sdtContent>
                <w:r w:rsidR="0087576D">
                  <w:rPr>
                    <w:rStyle w:val="PlaceholderText"/>
                  </w:rPr>
                  <w:t>_________________</w:t>
                </w:r>
              </w:sdtContent>
            </w:sdt>
          </w:p>
        </w:tc>
        <w:tc>
          <w:tcPr>
            <w:tcW w:w="487" w:type="dxa"/>
            <w:tcBorders>
              <w:left w:val="nil"/>
            </w:tcBorders>
          </w:tcPr>
          <w:p w14:paraId="5C23A02E" w14:textId="77777777" w:rsidR="00D0596A" w:rsidRPr="00F07286" w:rsidRDefault="00D0596A" w:rsidP="00D0596A">
            <w:pPr>
              <w:spacing w:before="0" w:after="0"/>
            </w:pPr>
          </w:p>
        </w:tc>
      </w:tr>
    </w:tbl>
    <w:p w14:paraId="696601AC" w14:textId="5E70DBED" w:rsidR="00D0596A" w:rsidRPr="00D0596A" w:rsidRDefault="00E01EB0" w:rsidP="00D0596A">
      <w:pPr>
        <w:rPr>
          <w:rStyle w:val="Strong"/>
        </w:rPr>
      </w:pPr>
      <w:r>
        <w:rPr>
          <w:rStyle w:val="Strong"/>
        </w:rPr>
        <w:t>P</w:t>
      </w:r>
      <w:r w:rsidR="00D0596A" w:rsidRPr="00D0596A">
        <w:rPr>
          <w:rStyle w:val="Strong"/>
        </w:rPr>
        <w:t xml:space="preserve">rovide a </w:t>
      </w:r>
      <w:r w:rsidR="00076F0E">
        <w:rPr>
          <w:rStyle w:val="Strong"/>
        </w:rPr>
        <w:t>f</w:t>
      </w:r>
      <w:r w:rsidR="00520390">
        <w:rPr>
          <w:rStyle w:val="Strong"/>
        </w:rPr>
        <w:t xml:space="preserve">ull </w:t>
      </w:r>
      <w:r>
        <w:rPr>
          <w:rStyle w:val="Strong"/>
        </w:rPr>
        <w:t>description</w:t>
      </w:r>
      <w:r w:rsidR="00D0596A" w:rsidRPr="00D0596A">
        <w:rPr>
          <w:rStyle w:val="Strong"/>
        </w:rPr>
        <w:t xml:space="preserve"> of the project.</w:t>
      </w:r>
    </w:p>
    <w:tbl>
      <w:tblPr>
        <w:tblStyle w:val="TableGrid"/>
        <w:tblW w:w="0" w:type="auto"/>
        <w:tblLook w:val="04A0" w:firstRow="1" w:lastRow="0" w:firstColumn="1" w:lastColumn="0" w:noHBand="0" w:noVBand="1"/>
        <w:tblDescription w:val="Project summary"/>
      </w:tblPr>
      <w:tblGrid>
        <w:gridCol w:w="9016"/>
      </w:tblGrid>
      <w:tr w:rsidR="00D0596A" w:rsidRPr="00F07286" w14:paraId="036482F0" w14:textId="77777777" w:rsidTr="00E00A6C">
        <w:trPr>
          <w:trHeight w:val="387"/>
          <w:tblHeader/>
        </w:trPr>
        <w:sdt>
          <w:sdtPr>
            <w:id w:val="114570856"/>
            <w:placeholder>
              <w:docPart w:val="AF6A1BB653A545DEA0D42EE0BE6A49D4"/>
            </w:placeholder>
          </w:sdtPr>
          <w:sdtEndPr/>
          <w:sdtContent>
            <w:tc>
              <w:tcPr>
                <w:tcW w:w="9242" w:type="dxa"/>
              </w:tcPr>
              <w:p w14:paraId="095B01E6" w14:textId="24C242F4" w:rsidR="00D0596A" w:rsidRPr="00F07286" w:rsidRDefault="00411C95" w:rsidP="00AB57CB">
                <w:r>
                  <w:rPr>
                    <w:rStyle w:val="PlaceholderText"/>
                  </w:rPr>
                  <w:t xml:space="preserve">Enter </w:t>
                </w:r>
                <w:r w:rsidR="00A075C7">
                  <w:rPr>
                    <w:rStyle w:val="PlaceholderText"/>
                  </w:rPr>
                  <w:t>project description</w:t>
                </w:r>
                <w:r>
                  <w:rPr>
                    <w:rStyle w:val="PlaceholderText"/>
                  </w:rPr>
                  <w:t xml:space="preserve"> her</w:t>
                </w:r>
                <w:r w:rsidR="00AB57CB">
                  <w:rPr>
                    <w:rStyle w:val="PlaceholderText"/>
                  </w:rPr>
                  <w:t>e including the key project features, the expected procurement approach (owner’s team, EPC, EPCM, etc</w:t>
                </w:r>
                <w:r w:rsidR="00913713">
                  <w:rPr>
                    <w:rStyle w:val="PlaceholderText"/>
                  </w:rPr>
                  <w:t>.</w:t>
                </w:r>
                <w:r w:rsidR="00AB57CB">
                  <w:rPr>
                    <w:rStyle w:val="PlaceholderText"/>
                  </w:rPr>
                  <w:t>) and the timeframe for procurement and construction activities.</w:t>
                </w:r>
              </w:p>
            </w:tc>
          </w:sdtContent>
        </w:sdt>
      </w:tr>
    </w:tbl>
    <w:p w14:paraId="41FFF55F" w14:textId="586B8DDA" w:rsidR="00D0596A" w:rsidRDefault="006438C4" w:rsidP="00D0596A">
      <w:pPr>
        <w:rPr>
          <w:rStyle w:val="Strong"/>
        </w:rPr>
      </w:pPr>
      <w:r>
        <w:rPr>
          <w:rStyle w:val="Strong"/>
        </w:rPr>
        <w:t>Does</w:t>
      </w:r>
      <w:r w:rsidRPr="00D0596A">
        <w:rPr>
          <w:rStyle w:val="Strong"/>
        </w:rPr>
        <w:t xml:space="preserve"> </w:t>
      </w:r>
      <w:r w:rsidR="00DE628B">
        <w:rPr>
          <w:rStyle w:val="Strong"/>
        </w:rPr>
        <w:t xml:space="preserve">this project upgrade </w:t>
      </w:r>
      <w:r w:rsidR="00D0596A" w:rsidRPr="00D0596A">
        <w:rPr>
          <w:rStyle w:val="Strong"/>
        </w:rPr>
        <w:t>an existing facility</w:t>
      </w:r>
      <w:r>
        <w:rPr>
          <w:rStyle w:val="Strong"/>
        </w:rPr>
        <w:t xml:space="preserve"> or establish a new facility</w:t>
      </w:r>
      <w:r w:rsidR="00D0596A" w:rsidRPr="00D0596A">
        <w:rPr>
          <w:rStyle w:val="Strong"/>
        </w:rPr>
        <w:t xml:space="preserve">? </w:t>
      </w:r>
    </w:p>
    <w:tbl>
      <w:tblPr>
        <w:tblStyle w:val="TableGrid"/>
        <w:tblW w:w="0" w:type="auto"/>
        <w:tblLook w:val="04A0" w:firstRow="1" w:lastRow="0" w:firstColumn="1" w:lastColumn="0" w:noHBand="0" w:noVBand="1"/>
        <w:tblDescription w:val="Project type"/>
      </w:tblPr>
      <w:tblGrid>
        <w:gridCol w:w="4089"/>
        <w:gridCol w:w="436"/>
        <w:gridCol w:w="4014"/>
        <w:gridCol w:w="477"/>
      </w:tblGrid>
      <w:tr w:rsidR="006438C4" w:rsidRPr="00F07286" w14:paraId="57D0AAE7" w14:textId="77777777" w:rsidTr="00B96943">
        <w:trPr>
          <w:tblHeader/>
        </w:trPr>
        <w:tc>
          <w:tcPr>
            <w:tcW w:w="4215" w:type="dxa"/>
            <w:tcBorders>
              <w:right w:val="nil"/>
            </w:tcBorders>
          </w:tcPr>
          <w:p w14:paraId="7A2A98A4" w14:textId="5AA60D87" w:rsidR="006438C4" w:rsidRPr="00F07286" w:rsidRDefault="006A238C" w:rsidP="00B96943">
            <w:r>
              <w:t xml:space="preserve">Upgrade </w:t>
            </w:r>
            <w:r w:rsidR="00394CF0">
              <w:t>existing facility</w:t>
            </w:r>
          </w:p>
        </w:tc>
        <w:sdt>
          <w:sdtPr>
            <w:id w:val="-585681819"/>
            <w14:checkbox>
              <w14:checked w14:val="0"/>
              <w14:checkedState w14:val="2612" w14:font="MS Gothic"/>
              <w14:uncheckedState w14:val="2610" w14:font="MS Gothic"/>
            </w14:checkbox>
          </w:sdtPr>
          <w:sdtEndPr/>
          <w:sdtContent>
            <w:tc>
              <w:tcPr>
                <w:tcW w:w="406" w:type="dxa"/>
                <w:tcBorders>
                  <w:left w:val="nil"/>
                </w:tcBorders>
              </w:tcPr>
              <w:p w14:paraId="4F2EC3D6" w14:textId="02F1609B" w:rsidR="006438C4" w:rsidRPr="00F07286" w:rsidRDefault="00F5470D" w:rsidP="00B96943">
                <w:pPr>
                  <w:spacing w:before="0" w:after="0"/>
                </w:pPr>
                <w:r>
                  <w:rPr>
                    <w:rFonts w:ascii="MS Gothic" w:eastAsia="MS Gothic" w:hAnsi="MS Gothic" w:hint="eastAsia"/>
                  </w:rPr>
                  <w:t>☐</w:t>
                </w:r>
              </w:p>
            </w:tc>
          </w:sdtContent>
        </w:sdt>
        <w:tc>
          <w:tcPr>
            <w:tcW w:w="4134" w:type="dxa"/>
            <w:tcBorders>
              <w:right w:val="nil"/>
            </w:tcBorders>
          </w:tcPr>
          <w:p w14:paraId="501BD71C" w14:textId="06247B74" w:rsidR="006438C4" w:rsidRPr="00F5470D" w:rsidRDefault="00394CF0" w:rsidP="00B96943">
            <w:pPr>
              <w:rPr>
                <w:i/>
              </w:rPr>
            </w:pPr>
            <w:r w:rsidRPr="00F5470D">
              <w:rPr>
                <w:i/>
              </w:rPr>
              <w:t xml:space="preserve">Complete Parts A and B of </w:t>
            </w:r>
            <w:r w:rsidR="00703899">
              <w:rPr>
                <w:i/>
              </w:rPr>
              <w:t xml:space="preserve">the </w:t>
            </w:r>
            <w:r w:rsidRPr="00F5470D">
              <w:rPr>
                <w:i/>
              </w:rPr>
              <w:t>AIP plan</w:t>
            </w:r>
          </w:p>
        </w:tc>
        <w:tc>
          <w:tcPr>
            <w:tcW w:w="487" w:type="dxa"/>
            <w:tcBorders>
              <w:left w:val="nil"/>
            </w:tcBorders>
          </w:tcPr>
          <w:p w14:paraId="57183C5D" w14:textId="5691A78F" w:rsidR="006438C4" w:rsidRPr="00F07286" w:rsidRDefault="006438C4" w:rsidP="00394CF0">
            <w:pPr>
              <w:spacing w:before="0" w:after="0"/>
            </w:pPr>
          </w:p>
        </w:tc>
      </w:tr>
      <w:tr w:rsidR="006438C4" w:rsidRPr="00F07286" w14:paraId="69D09D72" w14:textId="77777777" w:rsidTr="00B96943">
        <w:tc>
          <w:tcPr>
            <w:tcW w:w="4215" w:type="dxa"/>
            <w:tcBorders>
              <w:right w:val="nil"/>
            </w:tcBorders>
          </w:tcPr>
          <w:p w14:paraId="7B394811" w14:textId="266D3A78" w:rsidR="006438C4" w:rsidRPr="00F07286" w:rsidRDefault="006A238C" w:rsidP="00B96943">
            <w:r>
              <w:t xml:space="preserve">Establish </w:t>
            </w:r>
            <w:r w:rsidR="00394CF0">
              <w:t>new facility</w:t>
            </w:r>
          </w:p>
        </w:tc>
        <w:sdt>
          <w:sdtPr>
            <w:id w:val="-1127386490"/>
            <w14:checkbox>
              <w14:checked w14:val="0"/>
              <w14:checkedState w14:val="2612" w14:font="MS Gothic"/>
              <w14:uncheckedState w14:val="2610" w14:font="MS Gothic"/>
            </w14:checkbox>
          </w:sdtPr>
          <w:sdtEndPr/>
          <w:sdtContent>
            <w:tc>
              <w:tcPr>
                <w:tcW w:w="406" w:type="dxa"/>
                <w:tcBorders>
                  <w:left w:val="nil"/>
                </w:tcBorders>
              </w:tcPr>
              <w:p w14:paraId="5F8EA072" w14:textId="77777777" w:rsidR="006438C4" w:rsidRPr="00F07286" w:rsidRDefault="006438C4" w:rsidP="00B96943">
                <w:pPr>
                  <w:spacing w:before="0" w:after="0"/>
                </w:pPr>
                <w:r w:rsidRPr="00F07286">
                  <w:rPr>
                    <w:rFonts w:hint="eastAsia"/>
                  </w:rPr>
                  <w:t>☐</w:t>
                </w:r>
              </w:p>
            </w:tc>
          </w:sdtContent>
        </w:sdt>
        <w:tc>
          <w:tcPr>
            <w:tcW w:w="4134" w:type="dxa"/>
            <w:tcBorders>
              <w:right w:val="nil"/>
            </w:tcBorders>
          </w:tcPr>
          <w:p w14:paraId="7DAE2162" w14:textId="03453580" w:rsidR="006438C4" w:rsidRPr="00F5470D" w:rsidRDefault="00394CF0" w:rsidP="00B96943">
            <w:pPr>
              <w:rPr>
                <w:i/>
              </w:rPr>
            </w:pPr>
            <w:r w:rsidRPr="00F5470D">
              <w:rPr>
                <w:i/>
              </w:rPr>
              <w:t xml:space="preserve">Complete Parts A, B and C of </w:t>
            </w:r>
            <w:r w:rsidR="00703899">
              <w:rPr>
                <w:i/>
              </w:rPr>
              <w:t xml:space="preserve">the </w:t>
            </w:r>
            <w:r w:rsidRPr="00F5470D">
              <w:rPr>
                <w:i/>
              </w:rPr>
              <w:t>AIP plan</w:t>
            </w:r>
          </w:p>
        </w:tc>
        <w:tc>
          <w:tcPr>
            <w:tcW w:w="487" w:type="dxa"/>
            <w:tcBorders>
              <w:left w:val="nil"/>
            </w:tcBorders>
          </w:tcPr>
          <w:p w14:paraId="1C43A2FE" w14:textId="4CC6B1B8" w:rsidR="006438C4" w:rsidRPr="00F07286" w:rsidRDefault="006438C4" w:rsidP="00B96943">
            <w:pPr>
              <w:spacing w:before="0" w:after="0"/>
            </w:pPr>
          </w:p>
        </w:tc>
      </w:tr>
    </w:tbl>
    <w:p w14:paraId="09CFC687" w14:textId="2F2CD28E" w:rsidR="005F2A00" w:rsidRPr="00913713" w:rsidRDefault="005F2A00" w:rsidP="005F2A00">
      <w:pPr>
        <w:rPr>
          <w:rStyle w:val="Emphasis"/>
          <w:b/>
          <w:i w:val="0"/>
        </w:rPr>
      </w:pPr>
      <w:r w:rsidRPr="005F2A00">
        <w:rPr>
          <w:rStyle w:val="Strong"/>
        </w:rPr>
        <w:t xml:space="preserve">Estimated date of </w:t>
      </w:r>
      <w:r w:rsidR="00520390">
        <w:rPr>
          <w:rStyle w:val="Strong"/>
        </w:rPr>
        <w:t xml:space="preserve">project </w:t>
      </w:r>
      <w:r w:rsidRPr="005F2A00">
        <w:rPr>
          <w:rStyle w:val="Strong"/>
        </w:rPr>
        <w:t>completion</w:t>
      </w:r>
      <w:r w:rsidR="00F94B42">
        <w:rPr>
          <w:rStyle w:val="Strong"/>
        </w:rPr>
        <w:t>.</w:t>
      </w:r>
    </w:p>
    <w:tbl>
      <w:tblPr>
        <w:tblStyle w:val="TableGrid"/>
        <w:tblW w:w="0" w:type="auto"/>
        <w:tblLook w:val="04A0" w:firstRow="1" w:lastRow="0" w:firstColumn="1" w:lastColumn="0" w:noHBand="0" w:noVBand="1"/>
        <w:tblDescription w:val="Estimated completion date of new facility"/>
      </w:tblPr>
      <w:tblGrid>
        <w:gridCol w:w="9016"/>
      </w:tblGrid>
      <w:tr w:rsidR="005F2A00" w14:paraId="2D260734" w14:textId="77777777" w:rsidTr="005F2A00">
        <w:trPr>
          <w:tblHeader/>
        </w:trPr>
        <w:sdt>
          <w:sdtPr>
            <w:id w:val="1769043086"/>
            <w:placeholder>
              <w:docPart w:val="8265E29A9C2748D382D5E337EDD7009B"/>
            </w:placeholder>
            <w:showingPlcHdr/>
          </w:sdtPr>
          <w:sdtEndPr/>
          <w:sdtContent>
            <w:tc>
              <w:tcPr>
                <w:tcW w:w="9242" w:type="dxa"/>
              </w:tcPr>
              <w:p w14:paraId="02FFDF4C" w14:textId="77777777" w:rsidR="005F2A00" w:rsidRDefault="00411C95" w:rsidP="00A075C7">
                <w:r>
                  <w:rPr>
                    <w:rStyle w:val="PlaceholderText"/>
                  </w:rPr>
                  <w:t xml:space="preserve">Enter </w:t>
                </w:r>
                <w:r w:rsidR="00A075C7">
                  <w:rPr>
                    <w:rStyle w:val="PlaceholderText"/>
                  </w:rPr>
                  <w:t>estimated date of completion</w:t>
                </w:r>
                <w:r>
                  <w:rPr>
                    <w:rStyle w:val="PlaceholderText"/>
                  </w:rPr>
                  <w:t xml:space="preserve"> here</w:t>
                </w:r>
              </w:p>
            </w:tc>
          </w:sdtContent>
        </w:sdt>
      </w:tr>
    </w:tbl>
    <w:p w14:paraId="26EF3042" w14:textId="77777777" w:rsidR="005F2A00" w:rsidRPr="005F2A00" w:rsidRDefault="005F2A00" w:rsidP="005F2A00"/>
    <w:p w14:paraId="0C6D446D" w14:textId="77777777" w:rsidR="00F13304" w:rsidRDefault="00F13304">
      <w:pPr>
        <w:spacing w:before="0" w:after="0"/>
        <w:rPr>
          <w:rFonts w:cs="Arial"/>
          <w:b/>
          <w:bCs/>
          <w:color w:val="005677"/>
          <w:sz w:val="32"/>
          <w:szCs w:val="26"/>
        </w:rPr>
      </w:pPr>
      <w:r>
        <w:br w:type="page"/>
      </w:r>
    </w:p>
    <w:p w14:paraId="411B20B4" w14:textId="4FA873BF" w:rsidR="00D0596A" w:rsidRPr="00F07286" w:rsidRDefault="00D0596A" w:rsidP="00DE24BF">
      <w:pPr>
        <w:pStyle w:val="Heading3"/>
      </w:pPr>
      <w:r w:rsidRPr="00F07286">
        <w:lastRenderedPageBreak/>
        <w:t>A.3</w:t>
      </w:r>
      <w:r w:rsidRPr="00F07286">
        <w:tab/>
        <w:t>AIP plan authorised person declaration</w:t>
      </w:r>
    </w:p>
    <w:p w14:paraId="48C2733B" w14:textId="3F8CEF97" w:rsidR="00F2191C" w:rsidRPr="00432BE6" w:rsidRDefault="00F2191C" w:rsidP="00F2191C">
      <w:r w:rsidRPr="00432BE6">
        <w:t xml:space="preserve">I, </w:t>
      </w:r>
      <w:sdt>
        <w:sdtPr>
          <w:id w:val="819459106"/>
          <w:placeholder>
            <w:docPart w:val="0229508F5DF349D78ADA399BCC7871D2"/>
          </w:placeholder>
          <w:showingPlcHdr/>
        </w:sdtPr>
        <w:sdtEndPr/>
        <w:sdtContent>
          <w:r w:rsidR="0093749B">
            <w:rPr>
              <w:rStyle w:val="PlaceholderText"/>
            </w:rPr>
            <w:t>___________________</w:t>
          </w:r>
        </w:sdtContent>
      </w:sdt>
      <w:r w:rsidRPr="00432BE6">
        <w:t xml:space="preserve">, being an authorised person for the </w:t>
      </w:r>
      <w:r w:rsidR="00703899">
        <w:t xml:space="preserve">nominated </w:t>
      </w:r>
      <w:r w:rsidRPr="00432BE6">
        <w:t>project proponent, declare that:</w:t>
      </w:r>
    </w:p>
    <w:p w14:paraId="66CB701A" w14:textId="577A0408" w:rsidR="00F2191C" w:rsidRPr="00432BE6" w:rsidRDefault="00F2191C" w:rsidP="00F2191C">
      <w:r w:rsidRPr="00432BE6">
        <w:t xml:space="preserve">The information contained in </w:t>
      </w:r>
      <w:sdt>
        <w:sdtPr>
          <w:id w:val="306367669"/>
          <w:placeholder>
            <w:docPart w:val="A5E004B8A67644E284FBE1102057880C"/>
          </w:placeholder>
          <w:showingPlcHdr/>
          <w:dropDownList>
            <w:listItem w:displayText="Parts A, B and C" w:value="Parts A, B and C"/>
            <w:listItem w:displayText="Parts A and B" w:value="Parts A and B"/>
          </w:dropDownList>
        </w:sdtPr>
        <w:sdtEndPr/>
        <w:sdtContent>
          <w:r w:rsidR="006178D2">
            <w:rPr>
              <w:rStyle w:val="PlaceholderText"/>
            </w:rPr>
            <w:t>&lt;select relevant AIP plan type&gt;</w:t>
          </w:r>
        </w:sdtContent>
      </w:sdt>
      <w:r w:rsidRPr="00432BE6">
        <w:t xml:space="preserve"> of this </w:t>
      </w:r>
      <w:r w:rsidR="00B86552">
        <w:t>Australian Industry Participation (</w:t>
      </w:r>
      <w:r w:rsidRPr="00432BE6">
        <w:t>AIP</w:t>
      </w:r>
      <w:r w:rsidR="00B86552">
        <w:t>)</w:t>
      </w:r>
      <w:r w:rsidRPr="00432BE6">
        <w:t xml:space="preserve"> plan is true, accurate and complete to the best of my knowledge. </w:t>
      </w:r>
    </w:p>
    <w:p w14:paraId="1BC24527" w14:textId="1DEEDCD6" w:rsidR="00913713" w:rsidRPr="00432BE6" w:rsidRDefault="00F2191C" w:rsidP="00913713">
      <w:pPr>
        <w:pStyle w:val="Numbered"/>
        <w:ind w:left="0" w:firstLine="0"/>
      </w:pPr>
      <w:r w:rsidRPr="00432BE6">
        <w:t xml:space="preserve">The activities </w:t>
      </w:r>
      <w:r w:rsidR="0038317C">
        <w:t>detailed</w:t>
      </w:r>
      <w:r w:rsidR="0038317C" w:rsidRPr="00432BE6">
        <w:t xml:space="preserve"> </w:t>
      </w:r>
      <w:r w:rsidRPr="00432BE6">
        <w:t>in Part B and/or Part C will be implemented to meet the key objectives of t</w:t>
      </w:r>
      <w:r w:rsidR="00913713">
        <w:t xml:space="preserve">he </w:t>
      </w:r>
      <w:r w:rsidR="00913713" w:rsidRPr="00913713">
        <w:rPr>
          <w:i/>
        </w:rPr>
        <w:t>Australian Jobs Act 2013</w:t>
      </w:r>
      <w:r w:rsidR="00913713">
        <w:t>.</w:t>
      </w:r>
    </w:p>
    <w:p w14:paraId="4DCBBBA2" w14:textId="23E16CDF" w:rsidR="003E2CBD" w:rsidRPr="00C1470D" w:rsidRDefault="003E2CBD" w:rsidP="00F2191C">
      <w:pPr>
        <w:pStyle w:val="Numbered"/>
        <w:rPr>
          <w:b/>
        </w:rPr>
      </w:pPr>
      <w:r>
        <w:rPr>
          <w:b/>
        </w:rPr>
        <w:t xml:space="preserve">I </w:t>
      </w:r>
      <w:r w:rsidR="00703899">
        <w:rPr>
          <w:b/>
        </w:rPr>
        <w:t>acknowledge and agree</w:t>
      </w:r>
      <w:r w:rsidR="00AD6C57">
        <w:rPr>
          <w:b/>
        </w:rPr>
        <w:t xml:space="preserve"> that</w:t>
      </w:r>
      <w:r>
        <w:rPr>
          <w:b/>
        </w:rPr>
        <w:t>:</w:t>
      </w:r>
    </w:p>
    <w:p w14:paraId="6B4D2262" w14:textId="3A87F33A" w:rsidR="00B86552" w:rsidRDefault="00B86552" w:rsidP="00B86552">
      <w:pPr>
        <w:pStyle w:val="Numbered"/>
        <w:numPr>
          <w:ilvl w:val="0"/>
          <w:numId w:val="48"/>
        </w:numPr>
        <w:ind w:left="360"/>
      </w:pPr>
      <w:r w:rsidRPr="00432BE6">
        <w:t xml:space="preserve">The </w:t>
      </w:r>
      <w:r>
        <w:t>Australian Industry Participation Authority (‘</w:t>
      </w:r>
      <w:r w:rsidRPr="00432BE6">
        <w:t>AIP Authority</w:t>
      </w:r>
      <w:r>
        <w:t>’),</w:t>
      </w:r>
      <w:r w:rsidRPr="00432BE6">
        <w:t xml:space="preserve"> may</w:t>
      </w:r>
      <w:r>
        <w:t xml:space="preserve"> request further information in relation to the </w:t>
      </w:r>
      <w:r w:rsidRPr="00432BE6">
        <w:t xml:space="preserve">AIP </w:t>
      </w:r>
      <w:r>
        <w:t>P</w:t>
      </w:r>
      <w:r w:rsidRPr="00432BE6">
        <w:t xml:space="preserve">lan. </w:t>
      </w:r>
      <w:r>
        <w:t>I agree to comply with all requests made by the AIP Authority for information.</w:t>
      </w:r>
    </w:p>
    <w:p w14:paraId="092CF833" w14:textId="77777777" w:rsidR="00B86552" w:rsidRPr="00432BE6" w:rsidRDefault="00B86552" w:rsidP="00B86552">
      <w:pPr>
        <w:pStyle w:val="Numbered"/>
        <w:numPr>
          <w:ilvl w:val="0"/>
          <w:numId w:val="48"/>
        </w:numPr>
        <w:ind w:left="360"/>
      </w:pPr>
      <w:r w:rsidRPr="00432BE6">
        <w:t xml:space="preserve">If </w:t>
      </w:r>
      <w:r>
        <w:t>I</w:t>
      </w:r>
      <w:r w:rsidRPr="00432BE6">
        <w:t xml:space="preserve"> do not provide the </w:t>
      </w:r>
      <w:r>
        <w:t xml:space="preserve">requested </w:t>
      </w:r>
      <w:r w:rsidRPr="00432BE6">
        <w:t xml:space="preserve">information or the information </w:t>
      </w:r>
      <w:r>
        <w:t xml:space="preserve">provided </w:t>
      </w:r>
      <w:r w:rsidRPr="00432BE6">
        <w:t>is insufficient or unsuitable</w:t>
      </w:r>
      <w:r>
        <w:t xml:space="preserve">, then the AIP Authority </w:t>
      </w:r>
      <w:r w:rsidRPr="00432BE6">
        <w:t>may not approve</w:t>
      </w:r>
      <w:r>
        <w:t xml:space="preserve"> this AIP Plan</w:t>
      </w:r>
      <w:r w:rsidRPr="00432BE6">
        <w:t xml:space="preserve">. </w:t>
      </w:r>
    </w:p>
    <w:p w14:paraId="1D3A73E7" w14:textId="77777777" w:rsidR="00B86552" w:rsidRDefault="00B86552" w:rsidP="00B86552">
      <w:pPr>
        <w:pStyle w:val="Numbered"/>
        <w:numPr>
          <w:ilvl w:val="0"/>
          <w:numId w:val="48"/>
        </w:numPr>
        <w:ind w:left="360"/>
      </w:pPr>
      <w:r>
        <w:t>Once the AIP Authority approves an AIP Plan I am bound to comply with the AIP Plan.</w:t>
      </w:r>
    </w:p>
    <w:p w14:paraId="667D214F" w14:textId="77777777" w:rsidR="00B86552" w:rsidRDefault="00B86552" w:rsidP="00B86552">
      <w:pPr>
        <w:pStyle w:val="Numbered"/>
        <w:numPr>
          <w:ilvl w:val="0"/>
          <w:numId w:val="48"/>
        </w:numPr>
        <w:ind w:left="360"/>
      </w:pPr>
      <w:r>
        <w:t xml:space="preserve">Information </w:t>
      </w:r>
      <w:r w:rsidRPr="00BE24D9">
        <w:t>collected or</w:t>
      </w:r>
      <w:r w:rsidRPr="00730FAB">
        <w:rPr>
          <w:color w:val="FF0000"/>
        </w:rPr>
        <w:t xml:space="preserve"> </w:t>
      </w:r>
      <w:r>
        <w:t xml:space="preserve">provided to the AIP Authority is “protected information” as defined under the Act. The use and disclosure of protected information is governed by Part 9 of the Act. </w:t>
      </w:r>
    </w:p>
    <w:p w14:paraId="6973BCF9" w14:textId="216FEAC3" w:rsidR="00B86552" w:rsidRPr="00432BE6" w:rsidRDefault="00B86552" w:rsidP="00B86552">
      <w:pPr>
        <w:pStyle w:val="Numbered"/>
        <w:numPr>
          <w:ilvl w:val="0"/>
          <w:numId w:val="48"/>
        </w:numPr>
        <w:ind w:left="360"/>
      </w:pPr>
      <w:r w:rsidRPr="00432BE6">
        <w:t>The AIP Authority will collect and use information</w:t>
      </w:r>
      <w:r>
        <w:t>, including personal information, supplied i</w:t>
      </w:r>
      <w:r w:rsidR="00913713">
        <w:t xml:space="preserve">n connection with the Project, </w:t>
      </w:r>
      <w:r>
        <w:t>AIP Plan and Compliance Reports</w:t>
      </w:r>
      <w:r w:rsidRPr="00432BE6">
        <w:t xml:space="preserve"> for the purposes of:</w:t>
      </w:r>
    </w:p>
    <w:p w14:paraId="18257E2B" w14:textId="77777777" w:rsidR="00B86552" w:rsidRPr="00432BE6" w:rsidRDefault="00B86552" w:rsidP="00B86552">
      <w:pPr>
        <w:pStyle w:val="Numbered"/>
        <w:numPr>
          <w:ilvl w:val="1"/>
          <w:numId w:val="19"/>
        </w:numPr>
      </w:pPr>
      <w:r w:rsidRPr="00432BE6">
        <w:t xml:space="preserve">meeting the objectives </w:t>
      </w:r>
      <w:r>
        <w:t xml:space="preserve">and requirements </w:t>
      </w:r>
      <w:r w:rsidRPr="00432BE6">
        <w:t xml:space="preserve">of the </w:t>
      </w:r>
      <w:r w:rsidRPr="00913713">
        <w:rPr>
          <w:rStyle w:val="Emphasis"/>
          <w:i w:val="0"/>
        </w:rPr>
        <w:t>Act</w:t>
      </w:r>
      <w:r w:rsidRPr="00432BE6">
        <w:t xml:space="preserve">; </w:t>
      </w:r>
    </w:p>
    <w:p w14:paraId="7165E5B3" w14:textId="77777777" w:rsidR="00B86552" w:rsidRDefault="00B86552" w:rsidP="00B86552">
      <w:pPr>
        <w:pStyle w:val="Numbered"/>
        <w:numPr>
          <w:ilvl w:val="1"/>
          <w:numId w:val="19"/>
        </w:numPr>
      </w:pPr>
      <w:r w:rsidRPr="00432BE6">
        <w:t>program evaluation and monitoring</w:t>
      </w:r>
      <w:r>
        <w:t>;</w:t>
      </w:r>
      <w:r w:rsidRPr="00432BE6">
        <w:t xml:space="preserve"> </w:t>
      </w:r>
    </w:p>
    <w:p w14:paraId="6D29F910" w14:textId="77777777" w:rsidR="00B86552" w:rsidRDefault="00B86552" w:rsidP="00B86552">
      <w:pPr>
        <w:pStyle w:val="Numbered"/>
        <w:numPr>
          <w:ilvl w:val="1"/>
          <w:numId w:val="19"/>
        </w:numPr>
      </w:pPr>
      <w:r w:rsidRPr="00432BE6">
        <w:t xml:space="preserve">policy </w:t>
      </w:r>
      <w:r>
        <w:t xml:space="preserve">research, </w:t>
      </w:r>
      <w:r w:rsidRPr="00432BE6">
        <w:t xml:space="preserve">evaluation and development; </w:t>
      </w:r>
    </w:p>
    <w:p w14:paraId="7E44D085" w14:textId="77777777" w:rsidR="00B86552" w:rsidRPr="00432BE6" w:rsidRDefault="00B86552" w:rsidP="00B86552">
      <w:pPr>
        <w:pStyle w:val="Numbered"/>
        <w:numPr>
          <w:ilvl w:val="1"/>
          <w:numId w:val="19"/>
        </w:numPr>
      </w:pPr>
      <w:r>
        <w:t xml:space="preserve">providing information to the public and industry to assist and improve the participation of Australian entities; and </w:t>
      </w:r>
    </w:p>
    <w:p w14:paraId="31008C4F" w14:textId="77777777" w:rsidR="00B86552" w:rsidRPr="00432BE6" w:rsidRDefault="00B86552" w:rsidP="00B86552">
      <w:pPr>
        <w:pStyle w:val="Numbered"/>
        <w:numPr>
          <w:ilvl w:val="1"/>
          <w:numId w:val="19"/>
        </w:numPr>
      </w:pPr>
      <w:r w:rsidRPr="00432BE6">
        <w:t xml:space="preserve">as may be otherwise authorised </w:t>
      </w:r>
      <w:r>
        <w:t xml:space="preserve">or required </w:t>
      </w:r>
      <w:r w:rsidRPr="00432BE6">
        <w:t>by law.</w:t>
      </w:r>
    </w:p>
    <w:p w14:paraId="7D136E44" w14:textId="77777777" w:rsidR="00B86552" w:rsidRPr="005436EB" w:rsidRDefault="00B86552" w:rsidP="00B86552">
      <w:pPr>
        <w:pStyle w:val="StrongNumbered"/>
        <w:numPr>
          <w:ilvl w:val="0"/>
          <w:numId w:val="48"/>
        </w:numPr>
        <w:ind w:left="360"/>
        <w:rPr>
          <w:b w:val="0"/>
        </w:rPr>
      </w:pPr>
      <w:r w:rsidRPr="00625DD7">
        <w:rPr>
          <w:b w:val="0"/>
        </w:rPr>
        <w:t xml:space="preserve">The AIP Authority is required to comply with the </w:t>
      </w:r>
      <w:r w:rsidRPr="00625DD7">
        <w:rPr>
          <w:b w:val="0"/>
          <w:i/>
        </w:rPr>
        <w:t>Privacy Act 1988</w:t>
      </w:r>
      <w:r>
        <w:rPr>
          <w:b w:val="0"/>
        </w:rPr>
        <w:t>.</w:t>
      </w:r>
      <w:r w:rsidRPr="00625DD7">
        <w:rPr>
          <w:b w:val="0"/>
        </w:rPr>
        <w:t xml:space="preserve"> </w:t>
      </w:r>
      <w:r w:rsidRPr="004F44D0">
        <w:rPr>
          <w:b w:val="0"/>
        </w:rPr>
        <w:t>Further information about how the AIP Authority collects, uses and disclose personal information is available in the Department of Industry, Innovation and Science’s Privacy Policy.</w:t>
      </w:r>
    </w:p>
    <w:p w14:paraId="24447E17" w14:textId="0F5279A1" w:rsidR="00F2191C" w:rsidRDefault="00B86552" w:rsidP="00913713">
      <w:pPr>
        <w:pStyle w:val="Numbered"/>
        <w:numPr>
          <w:ilvl w:val="0"/>
          <w:numId w:val="48"/>
        </w:numPr>
        <w:ind w:left="360"/>
      </w:pPr>
      <w:r w:rsidRPr="00432BE6">
        <w:t>Giving false or misleading information</w:t>
      </w:r>
      <w:r>
        <w:t xml:space="preserve"> to the Commonwealth is an offence under the </w:t>
      </w:r>
      <w:r w:rsidRPr="00703899">
        <w:rPr>
          <w:i/>
        </w:rPr>
        <w:t>Criminal Code Act 1995</w:t>
      </w:r>
      <w:r w:rsidRPr="00432BE6">
        <w:t>.</w:t>
      </w:r>
      <w:r w:rsidR="00C1470D">
        <w:t xml:space="preserve"> </w:t>
      </w:r>
    </w:p>
    <w:tbl>
      <w:tblPr>
        <w:tblStyle w:val="TableGrid"/>
        <w:tblW w:w="6228" w:type="dxa"/>
        <w:tblLook w:val="01E0" w:firstRow="1" w:lastRow="1" w:firstColumn="1" w:lastColumn="1" w:noHBand="0" w:noVBand="0"/>
        <w:tblDescription w:val="Details of the person signing the declaration"/>
      </w:tblPr>
      <w:tblGrid>
        <w:gridCol w:w="1707"/>
        <w:gridCol w:w="4521"/>
      </w:tblGrid>
      <w:tr w:rsidR="00D0596A" w:rsidRPr="00F07286" w14:paraId="18892E19" w14:textId="77777777" w:rsidTr="00D0596A">
        <w:trPr>
          <w:trHeight w:val="711"/>
          <w:tblHeader/>
        </w:trPr>
        <w:tc>
          <w:tcPr>
            <w:tcW w:w="1695" w:type="dxa"/>
          </w:tcPr>
          <w:p w14:paraId="65D8D392" w14:textId="60A102C0" w:rsidR="00D0596A" w:rsidRPr="00D0596A" w:rsidRDefault="00D0596A" w:rsidP="00D0596A">
            <w:pPr>
              <w:rPr>
                <w:rStyle w:val="Strong"/>
              </w:rPr>
            </w:pPr>
            <w:r w:rsidRPr="00D0596A">
              <w:rPr>
                <w:rStyle w:val="Strong"/>
              </w:rPr>
              <w:t>Signature:</w:t>
            </w:r>
          </w:p>
        </w:tc>
        <w:tc>
          <w:tcPr>
            <w:tcW w:w="4488" w:type="dxa"/>
          </w:tcPr>
          <w:p w14:paraId="4A396FF7" w14:textId="77777777" w:rsidR="00D0596A" w:rsidRPr="00F07286" w:rsidRDefault="00D0596A" w:rsidP="00D0596A"/>
        </w:tc>
      </w:tr>
      <w:tr w:rsidR="00D0596A" w:rsidRPr="00F07286" w14:paraId="724CE7C2" w14:textId="77777777" w:rsidTr="00D0596A">
        <w:trPr>
          <w:trHeight w:val="711"/>
        </w:trPr>
        <w:tc>
          <w:tcPr>
            <w:tcW w:w="1695" w:type="dxa"/>
          </w:tcPr>
          <w:p w14:paraId="61BA46FA" w14:textId="77777777" w:rsidR="00D0596A" w:rsidRPr="00D0596A" w:rsidRDefault="00D0596A" w:rsidP="00D0596A">
            <w:pPr>
              <w:rPr>
                <w:rStyle w:val="Strong"/>
              </w:rPr>
            </w:pPr>
            <w:r w:rsidRPr="00D0596A">
              <w:rPr>
                <w:rStyle w:val="Strong"/>
              </w:rPr>
              <w:t>Position:</w:t>
            </w:r>
          </w:p>
        </w:tc>
        <w:sdt>
          <w:sdtPr>
            <w:id w:val="736209881"/>
            <w:placeholder>
              <w:docPart w:val="07DFBF84004D4DAB92EB287959963A44"/>
            </w:placeholder>
            <w:showingPlcHdr/>
          </w:sdtPr>
          <w:sdtEndPr/>
          <w:sdtContent>
            <w:tc>
              <w:tcPr>
                <w:tcW w:w="4488" w:type="dxa"/>
              </w:tcPr>
              <w:p w14:paraId="4241D31D" w14:textId="77777777" w:rsidR="00D0596A" w:rsidRPr="00F07286" w:rsidRDefault="00411C95" w:rsidP="00A075C7">
                <w:r>
                  <w:rPr>
                    <w:rStyle w:val="PlaceholderText"/>
                  </w:rPr>
                  <w:t xml:space="preserve">Enter </w:t>
                </w:r>
                <w:r w:rsidR="00A075C7">
                  <w:rPr>
                    <w:rStyle w:val="PlaceholderText"/>
                  </w:rPr>
                  <w:t>position title</w:t>
                </w:r>
                <w:r>
                  <w:rPr>
                    <w:rStyle w:val="PlaceholderText"/>
                  </w:rPr>
                  <w:t xml:space="preserve"> here</w:t>
                </w:r>
              </w:p>
            </w:tc>
          </w:sdtContent>
        </w:sdt>
      </w:tr>
      <w:tr w:rsidR="00D0596A" w:rsidRPr="00F07286" w14:paraId="3EE26126" w14:textId="77777777" w:rsidTr="00D0596A">
        <w:trPr>
          <w:trHeight w:val="742"/>
        </w:trPr>
        <w:tc>
          <w:tcPr>
            <w:tcW w:w="1695" w:type="dxa"/>
          </w:tcPr>
          <w:p w14:paraId="0B63F0B8" w14:textId="77777777" w:rsidR="00D0596A" w:rsidRPr="00D0596A" w:rsidRDefault="00D0596A" w:rsidP="00D0596A">
            <w:pPr>
              <w:rPr>
                <w:rStyle w:val="Strong"/>
              </w:rPr>
            </w:pPr>
            <w:r w:rsidRPr="00D0596A">
              <w:rPr>
                <w:rStyle w:val="Strong"/>
              </w:rPr>
              <w:t>Date:</w:t>
            </w:r>
          </w:p>
        </w:tc>
        <w:sdt>
          <w:sdtPr>
            <w:id w:val="1790471482"/>
            <w:placeholder>
              <w:docPart w:val="12C2D4D5FEFF4A4F860BB9BA4D9DB165"/>
            </w:placeholder>
            <w:showingPlcHdr/>
            <w:date>
              <w:dateFormat w:val="d MMMM yyyy"/>
              <w:lid w:val="en-AU"/>
              <w:storeMappedDataAs w:val="dateTime"/>
              <w:calendar w:val="gregorian"/>
            </w:date>
          </w:sdtPr>
          <w:sdtEndPr/>
          <w:sdtContent>
            <w:tc>
              <w:tcPr>
                <w:tcW w:w="4488" w:type="dxa"/>
              </w:tcPr>
              <w:p w14:paraId="14168469" w14:textId="77777777" w:rsidR="00D0596A" w:rsidRPr="00F07286" w:rsidRDefault="00A075C7" w:rsidP="00CC3847">
                <w:r w:rsidRPr="00572820">
                  <w:rPr>
                    <w:rStyle w:val="PlaceholderText"/>
                  </w:rPr>
                  <w:t>Click here to enter a date</w:t>
                </w:r>
              </w:p>
            </w:tc>
          </w:sdtContent>
        </w:sdt>
      </w:tr>
    </w:tbl>
    <w:p w14:paraId="0DB5C0B4" w14:textId="0AEC87AA" w:rsidR="00377C7A" w:rsidRDefault="00377C7A" w:rsidP="00AE0EA2">
      <w:pPr>
        <w:pStyle w:val="Heading4"/>
      </w:pPr>
      <w:r>
        <w:lastRenderedPageBreak/>
        <w:t>Other project proponents and/or operators declaration</w:t>
      </w:r>
    </w:p>
    <w:p w14:paraId="10AE8153" w14:textId="67ED0F2C" w:rsidR="00180C58" w:rsidRPr="00180C58" w:rsidRDefault="00180C58" w:rsidP="00180C58">
      <w:pPr>
        <w:rPr>
          <w:rStyle w:val="Emphasis"/>
        </w:rPr>
      </w:pPr>
      <w:r w:rsidRPr="00180C58">
        <w:rPr>
          <w:rStyle w:val="Emphasis"/>
        </w:rPr>
        <w:t xml:space="preserve">This section is only to be completed </w:t>
      </w:r>
      <w:r w:rsidR="003C08D8">
        <w:rPr>
          <w:rStyle w:val="Emphasis"/>
        </w:rPr>
        <w:t>whe</w:t>
      </w:r>
      <w:r w:rsidR="00610376">
        <w:rPr>
          <w:rStyle w:val="Emphasis"/>
        </w:rPr>
        <w:t>re</w:t>
      </w:r>
      <w:r w:rsidRPr="00180C58">
        <w:rPr>
          <w:rStyle w:val="Emphasis"/>
        </w:rPr>
        <w:t xml:space="preserve"> a project and/or facility</w:t>
      </w:r>
      <w:r>
        <w:rPr>
          <w:rStyle w:val="Emphasis"/>
        </w:rPr>
        <w:t xml:space="preserve"> </w:t>
      </w:r>
      <w:r w:rsidR="006A238C">
        <w:rPr>
          <w:rStyle w:val="Emphasis"/>
        </w:rPr>
        <w:t>has</w:t>
      </w:r>
      <w:r w:rsidR="006A238C" w:rsidRPr="00180C58">
        <w:rPr>
          <w:rStyle w:val="Emphasis"/>
        </w:rPr>
        <w:t xml:space="preserve"> </w:t>
      </w:r>
      <w:r w:rsidRPr="00180C58">
        <w:rPr>
          <w:rStyle w:val="Emphasis"/>
        </w:rPr>
        <w:t>multiple project proponents and/or operators</w:t>
      </w:r>
      <w:r w:rsidR="003C08D8">
        <w:rPr>
          <w:rStyle w:val="Emphasis"/>
        </w:rPr>
        <w:t xml:space="preserve"> as listed in </w:t>
      </w:r>
      <w:r w:rsidR="0077039B">
        <w:rPr>
          <w:rStyle w:val="Emphasis"/>
        </w:rPr>
        <w:t>sections</w:t>
      </w:r>
      <w:r w:rsidR="003C08D8">
        <w:rPr>
          <w:rStyle w:val="Emphasis"/>
        </w:rPr>
        <w:t xml:space="preserve"> A.1 or C.1</w:t>
      </w:r>
      <w:r w:rsidR="00AD6C57">
        <w:rPr>
          <w:rStyle w:val="Emphasis"/>
        </w:rPr>
        <w:t xml:space="preserve"> of the plan</w:t>
      </w:r>
      <w:r w:rsidRPr="00180C58">
        <w:rPr>
          <w:rStyle w:val="Emphasis"/>
        </w:rPr>
        <w:t>.</w:t>
      </w:r>
      <w:r w:rsidR="00AD6C57">
        <w:rPr>
          <w:rStyle w:val="Emphasis"/>
        </w:rPr>
        <w:t xml:space="preserve"> Each project proponent and/or operator must sign the declaration. </w:t>
      </w:r>
    </w:p>
    <w:p w14:paraId="11A40F04" w14:textId="77777777" w:rsidR="00547DAB" w:rsidRDefault="00AD6C57" w:rsidP="00D0596A">
      <w:r>
        <w:t>I</w:t>
      </w:r>
      <w:r w:rsidR="008F34D5">
        <w:t>,</w:t>
      </w:r>
      <w:r>
        <w:t xml:space="preserve"> </w:t>
      </w:r>
      <w:r w:rsidR="00377C7A">
        <w:t>the project proponent and/or operator named below</w:t>
      </w:r>
      <w:r w:rsidR="008F34D5">
        <w:t>,</w:t>
      </w:r>
      <w:r w:rsidR="002E5EF5">
        <w:t xml:space="preserve"> am aware</w:t>
      </w:r>
      <w:r w:rsidR="00547DAB">
        <w:t>:</w:t>
      </w:r>
    </w:p>
    <w:p w14:paraId="38EA35A0" w14:textId="41DA9247" w:rsidR="008F2F89" w:rsidRPr="00432BE6" w:rsidRDefault="008F2F89" w:rsidP="008F2F89">
      <w:pPr>
        <w:pStyle w:val="Numbered"/>
        <w:numPr>
          <w:ilvl w:val="0"/>
          <w:numId w:val="50"/>
        </w:numPr>
      </w:pPr>
      <w:r>
        <w:t>Of the obligations detailed in this Australian Industry Participation (AIP) plan and will abide by those obligations</w:t>
      </w:r>
      <w:r w:rsidRPr="00432BE6">
        <w:t xml:space="preserve">. </w:t>
      </w:r>
    </w:p>
    <w:p w14:paraId="1025F938" w14:textId="7C73F154" w:rsidR="008F2F89" w:rsidRDefault="008F2F89" w:rsidP="008F2F89">
      <w:pPr>
        <w:pStyle w:val="Numbered"/>
        <w:numPr>
          <w:ilvl w:val="0"/>
          <w:numId w:val="50"/>
        </w:numPr>
      </w:pPr>
      <w:r>
        <w:t xml:space="preserve">Information </w:t>
      </w:r>
      <w:r w:rsidRPr="00BE24D9">
        <w:t>collected or</w:t>
      </w:r>
      <w:r w:rsidRPr="00730FAB">
        <w:rPr>
          <w:color w:val="FF0000"/>
        </w:rPr>
        <w:t xml:space="preserve"> </w:t>
      </w:r>
      <w:r>
        <w:t xml:space="preserve">provided to the </w:t>
      </w:r>
      <w:r w:rsidR="005D77A0">
        <w:t>Australian Industry Participation Authority (‘</w:t>
      </w:r>
      <w:r>
        <w:t>AIP Authority</w:t>
      </w:r>
      <w:r w:rsidR="005D77A0">
        <w:t>’)</w:t>
      </w:r>
      <w:r>
        <w:t xml:space="preserve"> is “protected information” as defined under the Act. The use and disclosure of protected information is governed by Part 9 of the Act. </w:t>
      </w:r>
    </w:p>
    <w:p w14:paraId="48E9CC66" w14:textId="46022F64" w:rsidR="00FC3281" w:rsidRDefault="008F34D5" w:rsidP="00FC3281">
      <w:pPr>
        <w:pStyle w:val="ListParagraph"/>
        <w:numPr>
          <w:ilvl w:val="0"/>
          <w:numId w:val="50"/>
        </w:numPr>
        <w:spacing w:before="0" w:after="160" w:line="259" w:lineRule="auto"/>
      </w:pPr>
      <w:r>
        <w:t>T</w:t>
      </w:r>
      <w:r w:rsidR="002E5EF5">
        <w:t>he AIP Authority will collect and use information, including personal information, supplied in connection with the Project, AIP Plan and Compliance Reports for the purposes of:</w:t>
      </w:r>
    </w:p>
    <w:p w14:paraId="0E8DA33E" w14:textId="77777777" w:rsidR="002E5EF5" w:rsidRPr="0016180C" w:rsidRDefault="002E5EF5" w:rsidP="008D0687">
      <w:pPr>
        <w:pStyle w:val="ListParagraph"/>
        <w:numPr>
          <w:ilvl w:val="0"/>
          <w:numId w:val="49"/>
        </w:numPr>
        <w:spacing w:line="360" w:lineRule="auto"/>
        <w:ind w:left="714" w:hanging="357"/>
        <w:rPr>
          <w:i/>
        </w:rPr>
      </w:pPr>
      <w:r>
        <w:t xml:space="preserve">meeting the objectives and requirements of the </w:t>
      </w:r>
      <w:r w:rsidRPr="0016180C">
        <w:rPr>
          <w:i/>
        </w:rPr>
        <w:t>Australian Jobs Act 2013;</w:t>
      </w:r>
    </w:p>
    <w:p w14:paraId="6ABC28A2" w14:textId="77777777" w:rsidR="002E5EF5" w:rsidRDefault="002E5EF5" w:rsidP="002E5EF5">
      <w:pPr>
        <w:pStyle w:val="ListParagraph"/>
        <w:numPr>
          <w:ilvl w:val="0"/>
          <w:numId w:val="49"/>
        </w:numPr>
        <w:spacing w:line="360" w:lineRule="auto"/>
        <w:ind w:left="714" w:hanging="357"/>
      </w:pPr>
      <w:r>
        <w:t>program evaluation and monitoring;</w:t>
      </w:r>
    </w:p>
    <w:p w14:paraId="4F6FC803" w14:textId="77777777" w:rsidR="002E5EF5" w:rsidRDefault="002E5EF5" w:rsidP="002E5EF5">
      <w:pPr>
        <w:pStyle w:val="ListParagraph"/>
        <w:numPr>
          <w:ilvl w:val="0"/>
          <w:numId w:val="49"/>
        </w:numPr>
        <w:spacing w:line="360" w:lineRule="auto"/>
        <w:ind w:left="714" w:hanging="357"/>
      </w:pPr>
      <w:r>
        <w:t xml:space="preserve">policy research, evaluation and development; </w:t>
      </w:r>
    </w:p>
    <w:p w14:paraId="61D86306" w14:textId="570350EF" w:rsidR="00FC3281" w:rsidRDefault="002E5EF5" w:rsidP="0025089E">
      <w:pPr>
        <w:pStyle w:val="ListParagraph"/>
        <w:numPr>
          <w:ilvl w:val="0"/>
          <w:numId w:val="49"/>
        </w:numPr>
        <w:spacing w:line="360" w:lineRule="auto"/>
        <w:ind w:left="714" w:hanging="357"/>
      </w:pPr>
      <w:r>
        <w:t>providing information to the public and industry to assist and improve the participation of Australian entities; and</w:t>
      </w:r>
    </w:p>
    <w:p w14:paraId="04129326" w14:textId="77777777" w:rsidR="002E5EF5" w:rsidRDefault="002E5EF5" w:rsidP="002E5EF5">
      <w:pPr>
        <w:pStyle w:val="ListParagraph"/>
        <w:numPr>
          <w:ilvl w:val="0"/>
          <w:numId w:val="49"/>
        </w:numPr>
        <w:spacing w:line="360" w:lineRule="auto"/>
        <w:ind w:left="714" w:hanging="357"/>
      </w:pPr>
      <w:r>
        <w:t>as may be otherwise authorised or required by law.</w:t>
      </w:r>
    </w:p>
    <w:p w14:paraId="57A3C3D0" w14:textId="77777777" w:rsidR="002E5EF5" w:rsidRDefault="002E5EF5" w:rsidP="002E5EF5">
      <w:pPr>
        <w:pStyle w:val="Numbered"/>
        <w:numPr>
          <w:ilvl w:val="0"/>
          <w:numId w:val="50"/>
        </w:numPr>
      </w:pPr>
      <w:r>
        <w:t xml:space="preserve">That the AIP Authority is required to comply with the </w:t>
      </w:r>
      <w:r w:rsidRPr="00E470A2">
        <w:rPr>
          <w:i/>
        </w:rPr>
        <w:t>Privacy Act 1988</w:t>
      </w:r>
      <w:r>
        <w:t>. Further information about how the AIP Authority collects, uses and disclose personal information is available in the Department of Industry, Innovation and Science’s Privacy Policy.</w:t>
      </w:r>
    </w:p>
    <w:p w14:paraId="409BE671" w14:textId="31E17254" w:rsidR="002E5EF5" w:rsidRPr="00432BE6" w:rsidRDefault="002E5EF5" w:rsidP="002E5EF5">
      <w:pPr>
        <w:pStyle w:val="Numbered"/>
        <w:numPr>
          <w:ilvl w:val="0"/>
          <w:numId w:val="50"/>
        </w:numPr>
      </w:pPr>
      <w:r w:rsidRPr="00432BE6">
        <w:t>Giving false or misleading information</w:t>
      </w:r>
      <w:r>
        <w:t xml:space="preserve"> to the Commonwealth is an offence under the </w:t>
      </w:r>
      <w:r w:rsidRPr="00703899">
        <w:rPr>
          <w:i/>
        </w:rPr>
        <w:t>Criminal Code Act 1995</w:t>
      </w:r>
      <w:r w:rsidRPr="00432BE6">
        <w:t>.</w:t>
      </w:r>
    </w:p>
    <w:p w14:paraId="78BB1FFC" w14:textId="6F7FFEEF" w:rsidR="00547DAB" w:rsidRDefault="00547DAB" w:rsidP="008F34D5">
      <w:pPr>
        <w:ind w:left="357" w:hanging="357"/>
      </w:pPr>
    </w:p>
    <w:tbl>
      <w:tblPr>
        <w:tblStyle w:val="TableGrid"/>
        <w:tblW w:w="6228" w:type="dxa"/>
        <w:tblLook w:val="01E0" w:firstRow="1" w:lastRow="1" w:firstColumn="1" w:lastColumn="1" w:noHBand="0" w:noVBand="0"/>
        <w:tblDescription w:val="Details of the person signing the declaration for other project proponents and/or operators"/>
      </w:tblPr>
      <w:tblGrid>
        <w:gridCol w:w="1951"/>
        <w:gridCol w:w="4277"/>
      </w:tblGrid>
      <w:tr w:rsidR="00377C7A" w:rsidRPr="00F07286" w14:paraId="4DDD5A97" w14:textId="77777777" w:rsidTr="009C5344">
        <w:trPr>
          <w:trHeight w:val="711"/>
          <w:tblHeader/>
        </w:trPr>
        <w:tc>
          <w:tcPr>
            <w:tcW w:w="1951" w:type="dxa"/>
          </w:tcPr>
          <w:p w14:paraId="3DC6F418" w14:textId="23F06914" w:rsidR="00377C7A" w:rsidRPr="00D0596A" w:rsidRDefault="00377C7A" w:rsidP="006A238C">
            <w:pPr>
              <w:rPr>
                <w:rStyle w:val="Strong"/>
              </w:rPr>
            </w:pPr>
            <w:r>
              <w:rPr>
                <w:rStyle w:val="Strong"/>
              </w:rPr>
              <w:t>Project proponent and/or operator:</w:t>
            </w:r>
          </w:p>
        </w:tc>
        <w:sdt>
          <w:sdtPr>
            <w:id w:val="70859907"/>
            <w:placeholder>
              <w:docPart w:val="88C97B80425341B8BD309106A2D7FC1E"/>
            </w:placeholder>
          </w:sdtPr>
          <w:sdtEndPr/>
          <w:sdtContent>
            <w:sdt>
              <w:sdtPr>
                <w:id w:val="573550685"/>
                <w:placeholder>
                  <w:docPart w:val="704074B492744B4CB106A384D24D77EC"/>
                </w:placeholder>
              </w:sdtPr>
              <w:sdtEndPr/>
              <w:sdtContent>
                <w:tc>
                  <w:tcPr>
                    <w:tcW w:w="4277" w:type="dxa"/>
                  </w:tcPr>
                  <w:p w14:paraId="148F05C7" w14:textId="58DA3343" w:rsidR="00377C7A" w:rsidRPr="00F07286" w:rsidRDefault="0066684D" w:rsidP="00A075C7">
                    <w:r>
                      <w:rPr>
                        <w:rStyle w:val="PlaceholderText"/>
                      </w:rPr>
                      <w:t>Enter legal name of other project proponent and/or operator here</w:t>
                    </w:r>
                  </w:p>
                </w:tc>
              </w:sdtContent>
            </w:sdt>
          </w:sdtContent>
        </w:sdt>
      </w:tr>
      <w:tr w:rsidR="00377C7A" w:rsidRPr="00F07286" w14:paraId="2FDCCFCA" w14:textId="77777777" w:rsidTr="009C5344">
        <w:trPr>
          <w:trHeight w:val="711"/>
        </w:trPr>
        <w:tc>
          <w:tcPr>
            <w:tcW w:w="1951" w:type="dxa"/>
          </w:tcPr>
          <w:p w14:paraId="3FE92EA5" w14:textId="77777777" w:rsidR="00377C7A" w:rsidRPr="00D0596A" w:rsidRDefault="00377C7A" w:rsidP="00377C7A">
            <w:pPr>
              <w:rPr>
                <w:rStyle w:val="Strong"/>
              </w:rPr>
            </w:pPr>
            <w:r>
              <w:rPr>
                <w:rStyle w:val="Strong"/>
              </w:rPr>
              <w:t>Name</w:t>
            </w:r>
            <w:r w:rsidRPr="00D0596A">
              <w:rPr>
                <w:rStyle w:val="Strong"/>
              </w:rPr>
              <w:t>:</w:t>
            </w:r>
          </w:p>
        </w:tc>
        <w:sdt>
          <w:sdtPr>
            <w:id w:val="-287042804"/>
            <w:placeholder>
              <w:docPart w:val="C123A7086B64444F88639FBBB850ACA8"/>
            </w:placeholder>
            <w:showingPlcHdr/>
          </w:sdtPr>
          <w:sdtEndPr/>
          <w:sdtContent>
            <w:tc>
              <w:tcPr>
                <w:tcW w:w="4277" w:type="dxa"/>
              </w:tcPr>
              <w:p w14:paraId="6FAF36F9" w14:textId="77777777" w:rsidR="00377C7A" w:rsidRPr="00F07286" w:rsidRDefault="00411C95" w:rsidP="00A075C7">
                <w:r>
                  <w:rPr>
                    <w:rStyle w:val="PlaceholderText"/>
                  </w:rPr>
                  <w:t xml:space="preserve">Enter </w:t>
                </w:r>
                <w:r w:rsidR="00A075C7">
                  <w:rPr>
                    <w:rStyle w:val="PlaceholderText"/>
                  </w:rPr>
                  <w:t>name of authorised person</w:t>
                </w:r>
                <w:r>
                  <w:rPr>
                    <w:rStyle w:val="PlaceholderText"/>
                  </w:rPr>
                  <w:t xml:space="preserve"> here</w:t>
                </w:r>
              </w:p>
            </w:tc>
          </w:sdtContent>
        </w:sdt>
      </w:tr>
      <w:tr w:rsidR="00377C7A" w:rsidRPr="00F07286" w14:paraId="20B24341" w14:textId="77777777" w:rsidTr="009C5344">
        <w:trPr>
          <w:trHeight w:val="711"/>
        </w:trPr>
        <w:tc>
          <w:tcPr>
            <w:tcW w:w="1951" w:type="dxa"/>
          </w:tcPr>
          <w:p w14:paraId="451C506C" w14:textId="77777777" w:rsidR="00377C7A" w:rsidRPr="00D0596A" w:rsidRDefault="00377C7A" w:rsidP="00377C7A">
            <w:pPr>
              <w:rPr>
                <w:rStyle w:val="Strong"/>
              </w:rPr>
            </w:pPr>
            <w:r w:rsidRPr="00D0596A">
              <w:rPr>
                <w:rStyle w:val="Strong"/>
              </w:rPr>
              <w:t>Position:</w:t>
            </w:r>
          </w:p>
        </w:tc>
        <w:sdt>
          <w:sdtPr>
            <w:id w:val="562222778"/>
            <w:placeholder>
              <w:docPart w:val="51489A34AEBD42E08AE892D6BAE7ED63"/>
            </w:placeholder>
            <w:showingPlcHdr/>
          </w:sdtPr>
          <w:sdtEndPr/>
          <w:sdtContent>
            <w:tc>
              <w:tcPr>
                <w:tcW w:w="4277" w:type="dxa"/>
              </w:tcPr>
              <w:p w14:paraId="6A46297B" w14:textId="77777777" w:rsidR="00377C7A" w:rsidRPr="00F07286" w:rsidRDefault="00411C95" w:rsidP="00A075C7">
                <w:r>
                  <w:rPr>
                    <w:rStyle w:val="PlaceholderText"/>
                  </w:rPr>
                  <w:t xml:space="preserve">Enter </w:t>
                </w:r>
                <w:r w:rsidR="00A075C7">
                  <w:rPr>
                    <w:rStyle w:val="PlaceholderText"/>
                  </w:rPr>
                  <w:t>position title</w:t>
                </w:r>
                <w:r>
                  <w:rPr>
                    <w:rStyle w:val="PlaceholderText"/>
                  </w:rPr>
                  <w:t xml:space="preserve"> here</w:t>
                </w:r>
              </w:p>
            </w:tc>
          </w:sdtContent>
        </w:sdt>
      </w:tr>
      <w:tr w:rsidR="00377C7A" w:rsidRPr="00F07286" w14:paraId="371DAA18" w14:textId="77777777" w:rsidTr="009C5344">
        <w:trPr>
          <w:trHeight w:val="742"/>
        </w:trPr>
        <w:tc>
          <w:tcPr>
            <w:tcW w:w="1951" w:type="dxa"/>
          </w:tcPr>
          <w:p w14:paraId="71CAD9D8" w14:textId="77777777" w:rsidR="00377C7A" w:rsidRPr="00D0596A" w:rsidRDefault="00377C7A" w:rsidP="00377C7A">
            <w:pPr>
              <w:rPr>
                <w:rStyle w:val="Strong"/>
              </w:rPr>
            </w:pPr>
            <w:r>
              <w:rPr>
                <w:rStyle w:val="Strong"/>
              </w:rPr>
              <w:t>Signature:</w:t>
            </w:r>
          </w:p>
        </w:tc>
        <w:tc>
          <w:tcPr>
            <w:tcW w:w="4277" w:type="dxa"/>
          </w:tcPr>
          <w:p w14:paraId="0E142D61" w14:textId="77777777" w:rsidR="00377C7A" w:rsidRPr="00F07286" w:rsidRDefault="00377C7A" w:rsidP="00377C7A"/>
        </w:tc>
      </w:tr>
      <w:tr w:rsidR="00377C7A" w:rsidRPr="00F07286" w14:paraId="01A25755" w14:textId="77777777" w:rsidTr="009C5344">
        <w:trPr>
          <w:trHeight w:val="742"/>
        </w:trPr>
        <w:tc>
          <w:tcPr>
            <w:tcW w:w="1951" w:type="dxa"/>
          </w:tcPr>
          <w:p w14:paraId="08133BFB" w14:textId="77777777" w:rsidR="00377C7A" w:rsidRPr="00D0596A" w:rsidRDefault="00377C7A" w:rsidP="00377C7A">
            <w:pPr>
              <w:rPr>
                <w:rStyle w:val="Strong"/>
              </w:rPr>
            </w:pPr>
            <w:r w:rsidRPr="00D0596A">
              <w:rPr>
                <w:rStyle w:val="Strong"/>
              </w:rPr>
              <w:t>Date:</w:t>
            </w:r>
          </w:p>
        </w:tc>
        <w:sdt>
          <w:sdtPr>
            <w:id w:val="374663633"/>
            <w:placeholder>
              <w:docPart w:val="9D0580D66D634EF5BE8823931643DB02"/>
            </w:placeholder>
            <w:showingPlcHdr/>
            <w:date>
              <w:dateFormat w:val="d MMMM yyyy"/>
              <w:lid w:val="en-AU"/>
              <w:storeMappedDataAs w:val="dateTime"/>
              <w:calendar w:val="gregorian"/>
            </w:date>
          </w:sdtPr>
          <w:sdtEndPr/>
          <w:sdtContent>
            <w:tc>
              <w:tcPr>
                <w:tcW w:w="4277" w:type="dxa"/>
              </w:tcPr>
              <w:p w14:paraId="64F0B6D1" w14:textId="77777777" w:rsidR="00377C7A" w:rsidRPr="00F07286" w:rsidRDefault="00A075C7" w:rsidP="00CC3847">
                <w:r w:rsidRPr="00572820">
                  <w:rPr>
                    <w:rStyle w:val="PlaceholderText"/>
                  </w:rPr>
                  <w:t>Click here to enter a date</w:t>
                </w:r>
              </w:p>
            </w:tc>
          </w:sdtContent>
        </w:sdt>
      </w:tr>
    </w:tbl>
    <w:p w14:paraId="6618D471" w14:textId="77777777" w:rsidR="00B76E64" w:rsidRDefault="00B76E64" w:rsidP="00B76E64">
      <w:pPr>
        <w:ind w:left="357" w:hanging="357"/>
        <w:rPr>
          <w:rStyle w:val="Emphasis"/>
        </w:rPr>
      </w:pPr>
    </w:p>
    <w:p w14:paraId="208329D2" w14:textId="77777777" w:rsidR="00F6732D" w:rsidRDefault="00F6732D">
      <w:pPr>
        <w:spacing w:before="0" w:after="0"/>
        <w:rPr>
          <w:rFonts w:cs="Arial"/>
          <w:b/>
          <w:bCs/>
          <w:iCs/>
          <w:sz w:val="36"/>
          <w:szCs w:val="28"/>
        </w:rPr>
      </w:pPr>
      <w:r>
        <w:br w:type="page"/>
      </w:r>
    </w:p>
    <w:p w14:paraId="43BB09FA" w14:textId="6F36B323" w:rsidR="00D0596A" w:rsidRDefault="00C632A8" w:rsidP="00D0596A">
      <w:pPr>
        <w:pStyle w:val="Heading2"/>
      </w:pPr>
      <w:r>
        <w:rPr>
          <w:noProof/>
          <w:lang w:eastAsia="en-AU"/>
        </w:rPr>
        <w:lastRenderedPageBreak/>
        <mc:AlternateContent>
          <mc:Choice Requires="wps">
            <w:drawing>
              <wp:anchor distT="45720" distB="45720" distL="114300" distR="114300" simplePos="0" relativeHeight="251659264" behindDoc="0" locked="0" layoutInCell="1" allowOverlap="1" wp14:anchorId="18C49ED7" wp14:editId="2E28D216">
                <wp:simplePos x="0" y="0"/>
                <wp:positionH relativeFrom="margin">
                  <wp:align>left</wp:align>
                </wp:positionH>
                <wp:positionV relativeFrom="paragraph">
                  <wp:posOffset>336341</wp:posOffset>
                </wp:positionV>
                <wp:extent cx="5474335" cy="1404620"/>
                <wp:effectExtent l="0" t="0" r="1206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335" cy="1404620"/>
                        </a:xfrm>
                        <a:prstGeom prst="rect">
                          <a:avLst/>
                        </a:prstGeom>
                        <a:solidFill>
                          <a:srgbClr val="FFFFFF"/>
                        </a:solidFill>
                        <a:ln w="9525">
                          <a:solidFill>
                            <a:srgbClr val="000000"/>
                          </a:solidFill>
                          <a:miter lim="800000"/>
                          <a:headEnd/>
                          <a:tailEnd/>
                        </a:ln>
                      </wps:spPr>
                      <wps:txbx>
                        <w:txbxContent>
                          <w:p w14:paraId="0118A637" w14:textId="77777777" w:rsidR="0066684D" w:rsidRDefault="0066684D">
                            <w:r>
                              <w:t>The key objective of Part B of this AIP plan is that Australian entities should have full, fair and reasonable opportunity to bid for the supply of key goods or services for the project.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C49ED7" id="_x0000_t202" coordsize="21600,21600" o:spt="202" path="m,l,21600r21600,l21600,xe">
                <v:stroke joinstyle="miter"/>
                <v:path gradientshapeok="t" o:connecttype="rect"/>
              </v:shapetype>
              <v:shape id="Text Box 2" o:spid="_x0000_s1026" type="#_x0000_t202" style="position:absolute;margin-left:0;margin-top:26.5pt;width:431.0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">
                <v:textbox style="mso-fit-shape-to-text:t">
                  <w:txbxContent>
                    <w:p w14:paraId="0118A637" w14:textId="77777777" w:rsidR="0066684D" w:rsidRDefault="0066684D">
                      <w:r>
                        <w:t>The key objective of Part B of this AIP plan is that Australian entities should have full, fair and reasonable opportunity to bid for the supply of key goods or services for the project.</w:t>
                      </w:r>
                    </w:p>
                  </w:txbxContent>
                </v:textbox>
                <w10:wrap type="square" anchorx="margin"/>
              </v:shape>
            </w:pict>
          </mc:Fallback>
        </mc:AlternateContent>
      </w:r>
      <w:r w:rsidR="00D0596A" w:rsidRPr="00F07286">
        <w:t>Part B – Project Phase</w:t>
      </w:r>
    </w:p>
    <w:p w14:paraId="6D7075B6" w14:textId="2C299E21" w:rsidR="00CB629A" w:rsidRPr="00CB629A" w:rsidRDefault="00262BEF" w:rsidP="00CB629A">
      <w:pPr>
        <w:rPr>
          <w:rStyle w:val="Emphasis"/>
        </w:rPr>
      </w:pPr>
      <w:r>
        <w:rPr>
          <w:rStyle w:val="Emphasis"/>
        </w:rPr>
        <w:t xml:space="preserve">Part B must be completed for all projects. </w:t>
      </w:r>
      <w:r w:rsidR="00CB629A" w:rsidRPr="00CB629A">
        <w:rPr>
          <w:rStyle w:val="Emphasis"/>
        </w:rPr>
        <w:t xml:space="preserve">All references to “you” in Part B of this AIP plan refer to the </w:t>
      </w:r>
      <w:r w:rsidR="004969C5">
        <w:rPr>
          <w:rStyle w:val="Emphasis"/>
        </w:rPr>
        <w:t xml:space="preserve">nominated </w:t>
      </w:r>
      <w:r w:rsidR="00CB629A" w:rsidRPr="00CB629A">
        <w:rPr>
          <w:rStyle w:val="Emphasis"/>
        </w:rPr>
        <w:t>project proponent in ‘A.1 – Project Proponent Details’.</w:t>
      </w:r>
    </w:p>
    <w:p w14:paraId="0E60C6E0" w14:textId="77777777" w:rsidR="00D0596A" w:rsidRPr="00F07286" w:rsidRDefault="00D0596A" w:rsidP="00DE24BF">
      <w:pPr>
        <w:pStyle w:val="Heading3"/>
      </w:pPr>
      <w:r w:rsidRPr="00F07286">
        <w:t>B.1</w:t>
      </w:r>
      <w:r w:rsidRPr="00F07286">
        <w:tab/>
        <w:t>Contact Details</w:t>
      </w:r>
    </w:p>
    <w:p w14:paraId="31BA2750" w14:textId="67B4282A" w:rsidR="00D0596A" w:rsidRPr="00F07286" w:rsidRDefault="00D0596A" w:rsidP="00D0596A">
      <w:r w:rsidRPr="00F07286">
        <w:t>This criterion should provide the contact details of staff responsible for engaging with interested Australian entities and implementing the actions of the AIP plan.</w:t>
      </w:r>
    </w:p>
    <w:p w14:paraId="4D82FAC8" w14:textId="3160F5A7" w:rsidR="00D0596A" w:rsidRPr="00F07286" w:rsidRDefault="00E01EB0" w:rsidP="00142DEB">
      <w:pPr>
        <w:pStyle w:val="StrongNumbered"/>
        <w:numPr>
          <w:ilvl w:val="0"/>
          <w:numId w:val="45"/>
        </w:numPr>
      </w:pPr>
      <w:r>
        <w:t>P</w:t>
      </w:r>
      <w:r w:rsidR="00D0596A" w:rsidRPr="00F07286">
        <w:t>rovide the details of the project proponent’s contact officer</w:t>
      </w:r>
      <w:r w:rsidR="00F364D2">
        <w:t xml:space="preserve"> for supplier enquiries</w:t>
      </w:r>
      <w:r w:rsidR="00D0596A" w:rsidRPr="00F07286">
        <w:t>.</w:t>
      </w:r>
    </w:p>
    <w:p w14:paraId="34DBB8E0" w14:textId="6EBECB53" w:rsidR="00D0596A" w:rsidRPr="00D0596A" w:rsidRDefault="00D0596A" w:rsidP="00D0596A">
      <w:pPr>
        <w:rPr>
          <w:rStyle w:val="Emphasis"/>
        </w:rPr>
      </w:pPr>
      <w:r w:rsidRPr="00D0596A">
        <w:rPr>
          <w:rStyle w:val="Emphasis"/>
        </w:rPr>
        <w:t>The</w:t>
      </w:r>
      <w:r w:rsidR="00FE7AF7">
        <w:rPr>
          <w:rStyle w:val="Emphasis"/>
        </w:rPr>
        <w:t>se</w:t>
      </w:r>
      <w:r w:rsidRPr="00D0596A">
        <w:rPr>
          <w:rStyle w:val="Emphasis"/>
        </w:rPr>
        <w:t xml:space="preserve"> details will be published</w:t>
      </w:r>
      <w:r w:rsidR="000B5DC9">
        <w:rPr>
          <w:rStyle w:val="Emphasis"/>
        </w:rPr>
        <w:t xml:space="preserve"> </w:t>
      </w:r>
      <w:r w:rsidR="0077039B">
        <w:rPr>
          <w:rStyle w:val="Emphasis"/>
        </w:rPr>
        <w:t xml:space="preserve">in your AIP plan summary </w:t>
      </w:r>
      <w:r w:rsidR="000B5DC9">
        <w:rPr>
          <w:rStyle w:val="Emphasis"/>
        </w:rPr>
        <w:t>on the AIP Authority</w:t>
      </w:r>
      <w:r w:rsidR="00F364D2">
        <w:rPr>
          <w:rStyle w:val="Emphasis"/>
        </w:rPr>
        <w:t xml:space="preserve"> website</w:t>
      </w:r>
      <w:r w:rsidRPr="00D0596A">
        <w:rPr>
          <w:rStyle w:val="Emphasis"/>
        </w:rPr>
        <w:t xml:space="preserve">. </w:t>
      </w:r>
    </w:p>
    <w:tbl>
      <w:tblPr>
        <w:tblStyle w:val="TableGrid"/>
        <w:tblW w:w="0" w:type="auto"/>
        <w:tblLook w:val="04A0" w:firstRow="1" w:lastRow="0" w:firstColumn="1" w:lastColumn="0" w:noHBand="0" w:noVBand="1"/>
        <w:tblDescription w:val="Project Proponent's contact officer contact details"/>
      </w:tblPr>
      <w:tblGrid>
        <w:gridCol w:w="3019"/>
        <w:gridCol w:w="5997"/>
      </w:tblGrid>
      <w:tr w:rsidR="00D0596A" w:rsidRPr="00F07286" w14:paraId="00BCE150" w14:textId="77777777" w:rsidTr="009C5344">
        <w:trPr>
          <w:tblHeader/>
        </w:trPr>
        <w:tc>
          <w:tcPr>
            <w:tcW w:w="3085" w:type="dxa"/>
          </w:tcPr>
          <w:p w14:paraId="6C504AA1" w14:textId="1FB96A3B" w:rsidR="00D0596A" w:rsidRPr="00D0596A" w:rsidRDefault="00D0596A" w:rsidP="000C5348">
            <w:pPr>
              <w:rPr>
                <w:rStyle w:val="Strong"/>
              </w:rPr>
            </w:pPr>
            <w:r w:rsidRPr="00D0596A">
              <w:rPr>
                <w:rStyle w:val="Strong"/>
              </w:rPr>
              <w:t>Contact officer</w:t>
            </w:r>
            <w:r w:rsidR="000C5348">
              <w:rPr>
                <w:rStyle w:val="Strong"/>
              </w:rPr>
              <w:t xml:space="preserve"> n</w:t>
            </w:r>
            <w:r w:rsidR="00B13FBB">
              <w:rPr>
                <w:rStyle w:val="Strong"/>
              </w:rPr>
              <w:t>ame</w:t>
            </w:r>
          </w:p>
        </w:tc>
        <w:sdt>
          <w:sdtPr>
            <w:id w:val="-736158539"/>
            <w:placeholder>
              <w:docPart w:val="76E84A63D8D7449F920BE9F7AC5BAE0B"/>
            </w:placeholder>
          </w:sdtPr>
          <w:sdtEndPr/>
          <w:sdtContent>
            <w:tc>
              <w:tcPr>
                <w:tcW w:w="6157" w:type="dxa"/>
              </w:tcPr>
              <w:p w14:paraId="5F4BF9D9" w14:textId="6DEFFB7F" w:rsidR="00D0596A" w:rsidRPr="00F07286" w:rsidRDefault="00411C95" w:rsidP="00126BDB">
                <w:r>
                  <w:rPr>
                    <w:rStyle w:val="PlaceholderText"/>
                  </w:rPr>
                  <w:t xml:space="preserve">Enter </w:t>
                </w:r>
                <w:r w:rsidR="00A075C7">
                  <w:rPr>
                    <w:rStyle w:val="PlaceholderText"/>
                  </w:rPr>
                  <w:t>contact officer name</w:t>
                </w:r>
                <w:r>
                  <w:rPr>
                    <w:rStyle w:val="PlaceholderText"/>
                  </w:rPr>
                  <w:t xml:space="preserve"> here</w:t>
                </w:r>
              </w:p>
            </w:tc>
          </w:sdtContent>
        </w:sdt>
      </w:tr>
      <w:tr w:rsidR="00D0596A" w:rsidRPr="00F07286" w14:paraId="3E40CE54" w14:textId="77777777" w:rsidTr="00D0596A">
        <w:tc>
          <w:tcPr>
            <w:tcW w:w="3085" w:type="dxa"/>
          </w:tcPr>
          <w:p w14:paraId="691C679E" w14:textId="0037FB95" w:rsidR="00D0596A" w:rsidRPr="00D0596A" w:rsidRDefault="000C5348" w:rsidP="000C5348">
            <w:pPr>
              <w:rPr>
                <w:rStyle w:val="Strong"/>
              </w:rPr>
            </w:pPr>
            <w:r>
              <w:rPr>
                <w:rStyle w:val="Strong"/>
              </w:rPr>
              <w:t>P</w:t>
            </w:r>
            <w:r w:rsidRPr="00D0596A">
              <w:rPr>
                <w:rStyle w:val="Strong"/>
              </w:rPr>
              <w:t xml:space="preserve">hone </w:t>
            </w:r>
            <w:r w:rsidR="00D0596A" w:rsidRPr="00D0596A">
              <w:rPr>
                <w:rStyle w:val="Strong"/>
              </w:rPr>
              <w:t>number</w:t>
            </w:r>
          </w:p>
        </w:tc>
        <w:sdt>
          <w:sdtPr>
            <w:id w:val="594911183"/>
            <w:placeholder>
              <w:docPart w:val="B9AC14E94AB84ABCAC6AC2C924691A99"/>
            </w:placeholder>
          </w:sdtPr>
          <w:sdtEndPr/>
          <w:sdtContent>
            <w:tc>
              <w:tcPr>
                <w:tcW w:w="6157" w:type="dxa"/>
              </w:tcPr>
              <w:p w14:paraId="01C00307" w14:textId="4AE5C121" w:rsidR="00D0596A" w:rsidRPr="00F07286" w:rsidRDefault="00411C95" w:rsidP="00126BDB">
                <w:r>
                  <w:rPr>
                    <w:rStyle w:val="PlaceholderText"/>
                  </w:rPr>
                  <w:t xml:space="preserve">Enter </w:t>
                </w:r>
                <w:r w:rsidR="00A075C7">
                  <w:rPr>
                    <w:rStyle w:val="PlaceholderText"/>
                  </w:rPr>
                  <w:t>contact officer phone number</w:t>
                </w:r>
                <w:r>
                  <w:rPr>
                    <w:rStyle w:val="PlaceholderText"/>
                  </w:rPr>
                  <w:t xml:space="preserve"> here</w:t>
                </w:r>
              </w:p>
            </w:tc>
          </w:sdtContent>
        </w:sdt>
      </w:tr>
      <w:tr w:rsidR="00D0596A" w:rsidRPr="00F07286" w14:paraId="2F6A777A" w14:textId="77777777" w:rsidTr="00D0596A">
        <w:tc>
          <w:tcPr>
            <w:tcW w:w="3085" w:type="dxa"/>
          </w:tcPr>
          <w:p w14:paraId="57383B7E" w14:textId="722C43F2" w:rsidR="00D0596A" w:rsidRPr="00D0596A" w:rsidRDefault="000C5348" w:rsidP="000C5348">
            <w:pPr>
              <w:rPr>
                <w:rStyle w:val="Strong"/>
              </w:rPr>
            </w:pPr>
            <w:r>
              <w:rPr>
                <w:rStyle w:val="Strong"/>
              </w:rPr>
              <w:t>E</w:t>
            </w:r>
            <w:r w:rsidR="00D0596A" w:rsidRPr="00D0596A">
              <w:rPr>
                <w:rStyle w:val="Strong"/>
              </w:rPr>
              <w:t xml:space="preserve">-mail </w:t>
            </w:r>
          </w:p>
        </w:tc>
        <w:sdt>
          <w:sdtPr>
            <w:id w:val="-1163087881"/>
            <w:placeholder>
              <w:docPart w:val="A4CA40F509544409A1EEE8BCB61E734A"/>
            </w:placeholder>
          </w:sdtPr>
          <w:sdtEndPr/>
          <w:sdtContent>
            <w:tc>
              <w:tcPr>
                <w:tcW w:w="6157" w:type="dxa"/>
              </w:tcPr>
              <w:p w14:paraId="234F2C7D" w14:textId="4F8EFBC4" w:rsidR="00D0596A" w:rsidRPr="00F07286" w:rsidRDefault="00411C95" w:rsidP="00126BDB">
                <w:r>
                  <w:rPr>
                    <w:rStyle w:val="PlaceholderText"/>
                  </w:rPr>
                  <w:t xml:space="preserve">Enter </w:t>
                </w:r>
                <w:r w:rsidR="00A075C7">
                  <w:rPr>
                    <w:rStyle w:val="PlaceholderText"/>
                  </w:rPr>
                  <w:t>contact officer e-mail address</w:t>
                </w:r>
                <w:r>
                  <w:rPr>
                    <w:rStyle w:val="PlaceholderText"/>
                  </w:rPr>
                  <w:t xml:space="preserve"> here</w:t>
                </w:r>
              </w:p>
            </w:tc>
          </w:sdtContent>
        </w:sdt>
      </w:tr>
    </w:tbl>
    <w:p w14:paraId="22764269" w14:textId="2B86C15B" w:rsidR="00D0596A" w:rsidRPr="00F07286" w:rsidRDefault="00E01EB0" w:rsidP="00D0596A">
      <w:pPr>
        <w:pStyle w:val="StrongNumbered"/>
      </w:pPr>
      <w:r>
        <w:t>P</w:t>
      </w:r>
      <w:r w:rsidR="00D0596A" w:rsidRPr="00F07286">
        <w:t>rovide the contact details for the person responsible for implementing Part B of th</w:t>
      </w:r>
      <w:r w:rsidR="00F759BB">
        <w:t>e</w:t>
      </w:r>
      <w:r w:rsidR="00D0596A" w:rsidRPr="00F07286">
        <w:t xml:space="preserve"> AIP plan.</w:t>
      </w:r>
    </w:p>
    <w:p w14:paraId="2DDE8DBD" w14:textId="7A411358" w:rsidR="00D0596A" w:rsidRPr="00D0596A" w:rsidRDefault="00D0596A" w:rsidP="00D0596A">
      <w:pPr>
        <w:rPr>
          <w:rStyle w:val="Emphasis"/>
        </w:rPr>
      </w:pPr>
      <w:r w:rsidRPr="00D0596A">
        <w:rPr>
          <w:rStyle w:val="Emphasis"/>
        </w:rPr>
        <w:t xml:space="preserve">This should be the </w:t>
      </w:r>
      <w:r w:rsidR="00262BEF">
        <w:rPr>
          <w:rStyle w:val="Emphasis"/>
        </w:rPr>
        <w:t>person</w:t>
      </w:r>
      <w:r w:rsidR="00262BEF" w:rsidRPr="00D0596A">
        <w:rPr>
          <w:rStyle w:val="Emphasis"/>
        </w:rPr>
        <w:t xml:space="preserve"> </w:t>
      </w:r>
      <w:r w:rsidRPr="00D0596A">
        <w:rPr>
          <w:rStyle w:val="Emphasis"/>
        </w:rPr>
        <w:t xml:space="preserve">who will have overall responsibility for implementing and monitoring the actions of the AIP plan. These details will not be published and are for </w:t>
      </w:r>
      <w:r w:rsidR="000B5DC9">
        <w:rPr>
          <w:rStyle w:val="Emphasis"/>
        </w:rPr>
        <w:t>AIP</w:t>
      </w:r>
      <w:r w:rsidRPr="00D0596A">
        <w:rPr>
          <w:rStyle w:val="Emphasis"/>
        </w:rPr>
        <w:t xml:space="preserve"> Authority use only.</w:t>
      </w:r>
    </w:p>
    <w:tbl>
      <w:tblPr>
        <w:tblStyle w:val="TableGrid"/>
        <w:tblW w:w="0" w:type="auto"/>
        <w:tblLook w:val="04A0" w:firstRow="1" w:lastRow="0" w:firstColumn="1" w:lastColumn="0" w:noHBand="0" w:noVBand="1"/>
        <w:tblDescription w:val="Contact details of person responsible for AIP plan implementation"/>
      </w:tblPr>
      <w:tblGrid>
        <w:gridCol w:w="2621"/>
        <w:gridCol w:w="6395"/>
      </w:tblGrid>
      <w:tr w:rsidR="00D0596A" w:rsidRPr="00F07286" w14:paraId="35C58571" w14:textId="797BD7DB" w:rsidTr="009C5344">
        <w:trPr>
          <w:tblHeader/>
        </w:trPr>
        <w:tc>
          <w:tcPr>
            <w:tcW w:w="2660" w:type="dxa"/>
          </w:tcPr>
          <w:p w14:paraId="4DF04C19" w14:textId="2D901334" w:rsidR="00D0596A" w:rsidRPr="00D0596A" w:rsidRDefault="00D0596A" w:rsidP="00B13FBB">
            <w:pPr>
              <w:rPr>
                <w:rStyle w:val="Strong"/>
              </w:rPr>
            </w:pPr>
            <w:r w:rsidRPr="00D0596A">
              <w:rPr>
                <w:rStyle w:val="Strong"/>
              </w:rPr>
              <w:t>Name</w:t>
            </w:r>
          </w:p>
        </w:tc>
        <w:sdt>
          <w:sdtPr>
            <w:id w:val="-1998874442"/>
            <w:placeholder>
              <w:docPart w:val="F492ED1BFB60450E97C4D3DAC9DFFF34"/>
            </w:placeholder>
          </w:sdtPr>
          <w:sdtEndPr/>
          <w:sdtContent>
            <w:tc>
              <w:tcPr>
                <w:tcW w:w="6520" w:type="dxa"/>
              </w:tcPr>
              <w:p w14:paraId="16A43D04" w14:textId="1D846B3E" w:rsidR="00D0596A" w:rsidRPr="00F07286" w:rsidRDefault="00B873CA" w:rsidP="00A075C7">
                <w:r w:rsidRPr="00AB57CB">
                  <w:rPr>
                    <w:rStyle w:val="PlaceholderText"/>
                  </w:rPr>
                  <w:t>Enter name here</w:t>
                </w:r>
              </w:p>
            </w:tc>
          </w:sdtContent>
        </w:sdt>
      </w:tr>
      <w:tr w:rsidR="00D0596A" w:rsidRPr="00F07286" w14:paraId="2D095339" w14:textId="0ED4C520" w:rsidTr="00D0596A">
        <w:tc>
          <w:tcPr>
            <w:tcW w:w="2660" w:type="dxa"/>
          </w:tcPr>
          <w:p w14:paraId="759D025C" w14:textId="78862E3F" w:rsidR="00D0596A" w:rsidRPr="00D0596A" w:rsidRDefault="00D0596A" w:rsidP="00B13FBB">
            <w:pPr>
              <w:rPr>
                <w:rStyle w:val="Strong"/>
              </w:rPr>
            </w:pPr>
            <w:r w:rsidRPr="00D0596A">
              <w:rPr>
                <w:rStyle w:val="Strong"/>
              </w:rPr>
              <w:t>Title</w:t>
            </w:r>
          </w:p>
        </w:tc>
        <w:sdt>
          <w:sdtPr>
            <w:id w:val="-1646576252"/>
            <w:placeholder>
              <w:docPart w:val="3F125C9C041444B1AF3607341C4A1431"/>
            </w:placeholder>
          </w:sdtPr>
          <w:sdtEndPr/>
          <w:sdtContent>
            <w:tc>
              <w:tcPr>
                <w:tcW w:w="6520" w:type="dxa"/>
              </w:tcPr>
              <w:p w14:paraId="23707A1C" w14:textId="37517324" w:rsidR="00D0596A" w:rsidRPr="00F07286" w:rsidRDefault="00B873CA" w:rsidP="00A075C7">
                <w:r w:rsidRPr="00AB57CB">
                  <w:rPr>
                    <w:rStyle w:val="PlaceholderText"/>
                  </w:rPr>
                  <w:t>Enter position title here</w:t>
                </w:r>
              </w:p>
            </w:tc>
          </w:sdtContent>
        </w:sdt>
      </w:tr>
      <w:tr w:rsidR="00D0596A" w:rsidRPr="00F07286" w14:paraId="4E5A4C76" w14:textId="78A29E8A" w:rsidTr="00D0596A">
        <w:tc>
          <w:tcPr>
            <w:tcW w:w="2660" w:type="dxa"/>
          </w:tcPr>
          <w:p w14:paraId="59CA7D62" w14:textId="17B0BCB7" w:rsidR="00D0596A" w:rsidRPr="00D0596A" w:rsidRDefault="000C5348" w:rsidP="000C5348">
            <w:pPr>
              <w:rPr>
                <w:rStyle w:val="Strong"/>
              </w:rPr>
            </w:pPr>
            <w:r>
              <w:rPr>
                <w:rStyle w:val="Strong"/>
              </w:rPr>
              <w:t>P</w:t>
            </w:r>
            <w:r w:rsidRPr="00D0596A">
              <w:rPr>
                <w:rStyle w:val="Strong"/>
              </w:rPr>
              <w:t xml:space="preserve">hone </w:t>
            </w:r>
            <w:r w:rsidR="00D0596A" w:rsidRPr="00D0596A">
              <w:rPr>
                <w:rStyle w:val="Strong"/>
              </w:rPr>
              <w:t>number</w:t>
            </w:r>
          </w:p>
        </w:tc>
        <w:sdt>
          <w:sdtPr>
            <w:id w:val="436646599"/>
            <w:placeholder>
              <w:docPart w:val="E75D078EE16F4E50A70ADFCB1C0EADF9"/>
            </w:placeholder>
          </w:sdtPr>
          <w:sdtEndPr/>
          <w:sdtContent>
            <w:tc>
              <w:tcPr>
                <w:tcW w:w="6520" w:type="dxa"/>
              </w:tcPr>
              <w:p w14:paraId="483903F9" w14:textId="3B3913C7" w:rsidR="00D0596A" w:rsidRPr="00F07286" w:rsidRDefault="00B873CA" w:rsidP="00A075C7">
                <w:r w:rsidRPr="00AB57CB">
                  <w:rPr>
                    <w:rStyle w:val="PlaceholderText"/>
                  </w:rPr>
                  <w:t>Enter phone number here</w:t>
                </w:r>
              </w:p>
            </w:tc>
          </w:sdtContent>
        </w:sdt>
      </w:tr>
      <w:tr w:rsidR="00747590" w:rsidRPr="00F07286" w14:paraId="2E029073" w14:textId="4B6C59D4" w:rsidTr="00D0596A">
        <w:tc>
          <w:tcPr>
            <w:tcW w:w="2660" w:type="dxa"/>
          </w:tcPr>
          <w:p w14:paraId="79341F02" w14:textId="437C2DD2" w:rsidR="00747590" w:rsidRPr="00D0596A" w:rsidRDefault="000C5348" w:rsidP="000C5348">
            <w:pPr>
              <w:rPr>
                <w:rStyle w:val="Strong"/>
              </w:rPr>
            </w:pPr>
            <w:r>
              <w:rPr>
                <w:rStyle w:val="Strong"/>
              </w:rPr>
              <w:t>E</w:t>
            </w:r>
            <w:r w:rsidR="00747590">
              <w:rPr>
                <w:rStyle w:val="Strong"/>
              </w:rPr>
              <w:t xml:space="preserve">-mail </w:t>
            </w:r>
          </w:p>
        </w:tc>
        <w:sdt>
          <w:sdtPr>
            <w:id w:val="-1616060716"/>
            <w:placeholder>
              <w:docPart w:val="743B1FB62554498E81585CB9D9D14939"/>
            </w:placeholder>
          </w:sdtPr>
          <w:sdtEndPr/>
          <w:sdtContent>
            <w:tc>
              <w:tcPr>
                <w:tcW w:w="6520" w:type="dxa"/>
              </w:tcPr>
              <w:p w14:paraId="5F968F41" w14:textId="0B3DFDC9" w:rsidR="00747590" w:rsidRPr="00F07286" w:rsidRDefault="00B873CA" w:rsidP="00A075C7">
                <w:r w:rsidRPr="00AB57CB">
                  <w:rPr>
                    <w:rStyle w:val="PlaceholderText"/>
                  </w:rPr>
                  <w:t>Enter e-mail address here</w:t>
                </w:r>
              </w:p>
            </w:tc>
          </w:sdtContent>
        </w:sdt>
      </w:tr>
    </w:tbl>
    <w:p w14:paraId="336C4B78" w14:textId="4194B33A" w:rsidR="00D0596A" w:rsidRPr="00F07286" w:rsidRDefault="00E01EB0" w:rsidP="00D0596A">
      <w:pPr>
        <w:pStyle w:val="StrongNumbered"/>
      </w:pPr>
      <w:r>
        <w:t>D</w:t>
      </w:r>
      <w:r w:rsidR="00D0596A" w:rsidRPr="00F07286">
        <w:t xml:space="preserve">etail how you will ensure procurement entities will appoint </w:t>
      </w:r>
      <w:r w:rsidR="00CB629A">
        <w:t xml:space="preserve">a procurement contact officer for project opportunities </w:t>
      </w:r>
      <w:r w:rsidR="00D0596A" w:rsidRPr="00F07286">
        <w:t>and promote the</w:t>
      </w:r>
      <w:r w:rsidR="00CB629A">
        <w:t>ir</w:t>
      </w:r>
      <w:r w:rsidR="00D0596A" w:rsidRPr="00F07286">
        <w:t xml:space="preserve"> contact details.</w:t>
      </w:r>
    </w:p>
    <w:p w14:paraId="5C97FD34" w14:textId="2C8F2663" w:rsidR="00D0596A" w:rsidRPr="00D0596A" w:rsidRDefault="00D0596A" w:rsidP="00D0596A">
      <w:pPr>
        <w:rPr>
          <w:rStyle w:val="Emphasis"/>
        </w:rPr>
      </w:pPr>
      <w:r w:rsidRPr="00D0596A">
        <w:rPr>
          <w:rStyle w:val="Emphasis"/>
        </w:rPr>
        <w:t xml:space="preserve">These contact details will be required to be published on the website identified at question </w:t>
      </w:r>
      <w:r w:rsidR="003F7490">
        <w:rPr>
          <w:rStyle w:val="Emphasis"/>
        </w:rPr>
        <w:t>3</w:t>
      </w:r>
      <w:r w:rsidRPr="00D0596A">
        <w:rPr>
          <w:rStyle w:val="Emphasis"/>
        </w:rPr>
        <w:t xml:space="preserve"> of ‘B.3 – Publication of </w:t>
      </w:r>
      <w:r w:rsidR="00AB1FEC">
        <w:rPr>
          <w:rStyle w:val="Emphasis"/>
        </w:rPr>
        <w:t>Information</w:t>
      </w:r>
      <w:r w:rsidR="00AB1FEC" w:rsidRPr="00D0596A">
        <w:rPr>
          <w:rStyle w:val="Emphasis"/>
        </w:rPr>
        <w:t>’</w:t>
      </w:r>
      <w:r w:rsidRPr="00D0596A">
        <w:rPr>
          <w:rStyle w:val="Emphasis"/>
        </w:rPr>
        <w:t xml:space="preserve">. Where you are acting as the procurement entity the </w:t>
      </w:r>
      <w:r w:rsidR="000B5DC9">
        <w:rPr>
          <w:rStyle w:val="Emphasis"/>
        </w:rPr>
        <w:t xml:space="preserve">contact </w:t>
      </w:r>
      <w:r w:rsidR="00A13F40">
        <w:rPr>
          <w:rStyle w:val="Emphasis"/>
        </w:rPr>
        <w:t>officer</w:t>
      </w:r>
      <w:r w:rsidRPr="00D0596A">
        <w:rPr>
          <w:rStyle w:val="Emphasis"/>
        </w:rPr>
        <w:t xml:space="preserve"> at question 1 will be </w:t>
      </w:r>
      <w:r w:rsidR="00957286">
        <w:rPr>
          <w:rStyle w:val="Emphasis"/>
        </w:rPr>
        <w:t>sufficient</w:t>
      </w:r>
      <w:r w:rsidRPr="00D0596A">
        <w:rPr>
          <w:rStyle w:val="Emphasis"/>
        </w:rPr>
        <w:t>.</w:t>
      </w:r>
    </w:p>
    <w:tbl>
      <w:tblPr>
        <w:tblStyle w:val="TableGrid"/>
        <w:tblW w:w="0" w:type="auto"/>
        <w:tblLook w:val="04A0" w:firstRow="1" w:lastRow="0" w:firstColumn="1" w:lastColumn="0" w:noHBand="0" w:noVBand="1"/>
        <w:tblDescription w:val="Details on procurement entity contact officers"/>
      </w:tblPr>
      <w:tblGrid>
        <w:gridCol w:w="9016"/>
      </w:tblGrid>
      <w:tr w:rsidR="00D0596A" w:rsidRPr="00F07286" w14:paraId="30DF50EC" w14:textId="77777777" w:rsidTr="00E00A6C">
        <w:trPr>
          <w:trHeight w:val="387"/>
          <w:tblHeader/>
        </w:trPr>
        <w:sdt>
          <w:sdtPr>
            <w:id w:val="1005014393"/>
            <w:placeholder>
              <w:docPart w:val="D6438DB2AC8B48B1A79D7F41EA74D641"/>
            </w:placeholder>
            <w:showingPlcHdr/>
          </w:sdtPr>
          <w:sdtEndPr/>
          <w:sdtContent>
            <w:tc>
              <w:tcPr>
                <w:tcW w:w="9242" w:type="dxa"/>
              </w:tcPr>
              <w:p w14:paraId="4DD9A016" w14:textId="77777777" w:rsidR="00D0596A" w:rsidRPr="00F07286" w:rsidRDefault="00411C95" w:rsidP="00D0596A">
                <w:r>
                  <w:rPr>
                    <w:rStyle w:val="PlaceholderText"/>
                  </w:rPr>
                  <w:t>Enter response here</w:t>
                </w:r>
              </w:p>
            </w:tc>
          </w:sdtContent>
        </w:sdt>
      </w:tr>
    </w:tbl>
    <w:p w14:paraId="02303AEA" w14:textId="77777777" w:rsidR="00D0596A" w:rsidRPr="00F07286" w:rsidRDefault="00D0596A" w:rsidP="00D0596A">
      <w:r w:rsidRPr="00F07286">
        <w:br w:type="page"/>
      </w:r>
    </w:p>
    <w:p w14:paraId="0F50D9EF" w14:textId="77777777" w:rsidR="00D0596A" w:rsidRPr="00F07286" w:rsidRDefault="00D0596A" w:rsidP="00DE24BF">
      <w:pPr>
        <w:pStyle w:val="Heading3"/>
      </w:pPr>
      <w:r w:rsidRPr="00F07286">
        <w:lastRenderedPageBreak/>
        <w:t>B.2</w:t>
      </w:r>
      <w:r w:rsidRPr="00F07286">
        <w:tab/>
      </w:r>
      <w:r w:rsidR="00017C56">
        <w:t>Opportunities to supply goods and services</w:t>
      </w:r>
    </w:p>
    <w:p w14:paraId="2BC55EC6" w14:textId="4A3B8040" w:rsidR="00D0596A" w:rsidRPr="00F07286" w:rsidRDefault="00D0596A" w:rsidP="00D0596A">
      <w:r w:rsidRPr="00F07286">
        <w:t xml:space="preserve">This criterion </w:t>
      </w:r>
      <w:r w:rsidR="00D27CCA">
        <w:t xml:space="preserve">should </w:t>
      </w:r>
      <w:r w:rsidR="00C61AC4">
        <w:t>detail</w:t>
      </w:r>
      <w:r w:rsidR="00C61AC4" w:rsidRPr="00F07286">
        <w:t xml:space="preserve"> </w:t>
      </w:r>
      <w:r w:rsidRPr="00F07286">
        <w:t xml:space="preserve">the </w:t>
      </w:r>
      <w:r w:rsidR="00017C56">
        <w:t xml:space="preserve">opportunities which </w:t>
      </w:r>
      <w:r w:rsidR="00502013">
        <w:t xml:space="preserve">are likely to </w:t>
      </w:r>
      <w:r w:rsidR="00017C56">
        <w:t xml:space="preserve">arise </w:t>
      </w:r>
      <w:r w:rsidR="0098078A">
        <w:t>to supply the project</w:t>
      </w:r>
      <w:r w:rsidR="00C61AC4">
        <w:t xml:space="preserve">, how procurement entities keep up to date with Australian industry capability and the standards that </w:t>
      </w:r>
      <w:r w:rsidR="00A7187E">
        <w:t xml:space="preserve">will </w:t>
      </w:r>
      <w:r w:rsidR="00C61AC4">
        <w:t>apply</w:t>
      </w:r>
      <w:r w:rsidR="00882C32">
        <w:t xml:space="preserve"> to the project</w:t>
      </w:r>
      <w:r w:rsidRPr="00F07286">
        <w:t>.</w:t>
      </w:r>
      <w:r w:rsidR="00017C56">
        <w:t xml:space="preserve"> </w:t>
      </w:r>
      <w:r w:rsidRPr="00F07286">
        <w:t xml:space="preserve"> </w:t>
      </w:r>
    </w:p>
    <w:p w14:paraId="4DD19E35" w14:textId="5E2F2A23" w:rsidR="00D0596A" w:rsidRPr="00F07286" w:rsidRDefault="00E01EB0" w:rsidP="00D0596A">
      <w:pPr>
        <w:pStyle w:val="StrongNumbered"/>
        <w:numPr>
          <w:ilvl w:val="0"/>
          <w:numId w:val="34"/>
        </w:numPr>
      </w:pPr>
      <w:r>
        <w:t>P</w:t>
      </w:r>
      <w:r w:rsidR="00D0596A" w:rsidRPr="00F07286">
        <w:t>rovide a</w:t>
      </w:r>
      <w:r w:rsidR="00017C56">
        <w:t>n</w:t>
      </w:r>
      <w:r w:rsidR="00D0596A" w:rsidRPr="00F07286">
        <w:t xml:space="preserve"> </w:t>
      </w:r>
      <w:r w:rsidR="00017C56">
        <w:t xml:space="preserve">indicative list of </w:t>
      </w:r>
      <w:r w:rsidR="00B348E6">
        <w:t>all key goods and services to be acquired for</w:t>
      </w:r>
      <w:r w:rsidR="00D0596A" w:rsidRPr="00F07286">
        <w:t xml:space="preserve"> the project, and </w:t>
      </w:r>
      <w:r w:rsidR="00017C56">
        <w:t xml:space="preserve">whether </w:t>
      </w:r>
      <w:r w:rsidR="00D0596A" w:rsidRPr="00F07286">
        <w:t>opportunities</w:t>
      </w:r>
      <w:r w:rsidR="00917E67">
        <w:t xml:space="preserve"> to supply the key goods and services</w:t>
      </w:r>
      <w:r w:rsidR="00D41BDF">
        <w:t xml:space="preserve"> or their components</w:t>
      </w:r>
      <w:r w:rsidR="00D0596A" w:rsidRPr="00F07286">
        <w:t xml:space="preserve"> </w:t>
      </w:r>
      <w:r w:rsidR="00017C56">
        <w:t xml:space="preserve">are expected </w:t>
      </w:r>
      <w:r w:rsidR="00D0596A" w:rsidRPr="00F07286">
        <w:t>for Australian and</w:t>
      </w:r>
      <w:r w:rsidR="00A7187E">
        <w:t>/or</w:t>
      </w:r>
      <w:r w:rsidR="00D0596A" w:rsidRPr="00F07286">
        <w:t xml:space="preserve"> non</w:t>
      </w:r>
      <w:r w:rsidR="00D0596A" w:rsidRPr="00F07286">
        <w:noBreakHyphen/>
        <w:t>Australian entities.</w:t>
      </w:r>
    </w:p>
    <w:p w14:paraId="7DAF2DA5" w14:textId="3F149FCE" w:rsidR="00D0596A" w:rsidRDefault="00D0596A" w:rsidP="00D0596A">
      <w:pPr>
        <w:rPr>
          <w:rStyle w:val="Emphasis"/>
        </w:rPr>
      </w:pPr>
      <w:r w:rsidRPr="00D0596A">
        <w:rPr>
          <w:rStyle w:val="Emphasis"/>
        </w:rPr>
        <w:t xml:space="preserve">This </w:t>
      </w:r>
      <w:r w:rsidR="00017C56">
        <w:rPr>
          <w:rStyle w:val="Emphasis"/>
        </w:rPr>
        <w:t xml:space="preserve">should be an indicative </w:t>
      </w:r>
      <w:r w:rsidRPr="00D0596A">
        <w:rPr>
          <w:rStyle w:val="Emphasis"/>
        </w:rPr>
        <w:t xml:space="preserve">list </w:t>
      </w:r>
      <w:r w:rsidR="00017C56">
        <w:rPr>
          <w:rStyle w:val="Emphasis"/>
        </w:rPr>
        <w:t>of</w:t>
      </w:r>
      <w:r w:rsidRPr="00D0596A">
        <w:rPr>
          <w:rStyle w:val="Emphasis"/>
        </w:rPr>
        <w:t xml:space="preserve"> </w:t>
      </w:r>
      <w:r w:rsidR="00B93FED">
        <w:rPr>
          <w:rStyle w:val="Emphasis"/>
        </w:rPr>
        <w:t xml:space="preserve">all key </w:t>
      </w:r>
      <w:r w:rsidRPr="00D0596A">
        <w:rPr>
          <w:rStyle w:val="Emphasis"/>
        </w:rPr>
        <w:t>goods and services</w:t>
      </w:r>
      <w:r w:rsidR="00B93FED">
        <w:rPr>
          <w:rStyle w:val="Emphasis"/>
        </w:rPr>
        <w:t xml:space="preserve"> (valued $1 million and above)</w:t>
      </w:r>
      <w:r w:rsidRPr="00D0596A">
        <w:rPr>
          <w:rStyle w:val="Emphasis"/>
        </w:rPr>
        <w:t xml:space="preserve"> to be </w:t>
      </w:r>
      <w:r w:rsidR="00B93FED">
        <w:rPr>
          <w:rStyle w:val="Emphasis"/>
        </w:rPr>
        <w:t>acquired</w:t>
      </w:r>
      <w:r w:rsidRPr="00D0596A">
        <w:rPr>
          <w:rStyle w:val="Emphasis"/>
        </w:rPr>
        <w:t xml:space="preserve"> for the project</w:t>
      </w:r>
      <w:r w:rsidR="00A532E6">
        <w:rPr>
          <w:rStyle w:val="Emphasis"/>
        </w:rPr>
        <w:t xml:space="preserve">. </w:t>
      </w:r>
      <w:r w:rsidR="003C2E27">
        <w:rPr>
          <w:rStyle w:val="Emphasis"/>
        </w:rPr>
        <w:t>Opportunities to supply</w:t>
      </w:r>
      <w:r w:rsidR="00017C56">
        <w:rPr>
          <w:rStyle w:val="Emphasis"/>
        </w:rPr>
        <w:t xml:space="preserve"> key goods and services</w:t>
      </w:r>
      <w:r w:rsidRPr="00D0596A">
        <w:rPr>
          <w:rStyle w:val="Emphasis"/>
        </w:rPr>
        <w:t xml:space="preserve"> will be required to be published on the website detailed in question </w:t>
      </w:r>
      <w:r w:rsidR="004F5B8E">
        <w:rPr>
          <w:rStyle w:val="Emphasis"/>
        </w:rPr>
        <w:t>2</w:t>
      </w:r>
      <w:r w:rsidRPr="00D0596A">
        <w:rPr>
          <w:rStyle w:val="Emphasis"/>
        </w:rPr>
        <w:t xml:space="preserve"> of ‘B.3 – Publication of </w:t>
      </w:r>
      <w:r w:rsidR="00885276">
        <w:rPr>
          <w:rStyle w:val="Emphasis"/>
        </w:rPr>
        <w:t>Information</w:t>
      </w:r>
      <w:r w:rsidRPr="00D0596A">
        <w:rPr>
          <w:rStyle w:val="Emphasis"/>
        </w:rPr>
        <w:t>’.</w:t>
      </w:r>
    </w:p>
    <w:tbl>
      <w:tblPr>
        <w:tblStyle w:val="TableGrid"/>
        <w:tblW w:w="0" w:type="auto"/>
        <w:tblLook w:val="04A0" w:firstRow="1" w:lastRow="0" w:firstColumn="1" w:lastColumn="0" w:noHBand="0" w:noVBand="1"/>
        <w:tblDescription w:val="Indicative list of opportunities likely to arise."/>
      </w:tblPr>
      <w:tblGrid>
        <w:gridCol w:w="5299"/>
        <w:gridCol w:w="1856"/>
        <w:gridCol w:w="1861"/>
      </w:tblGrid>
      <w:tr w:rsidR="0098078A" w14:paraId="77355851" w14:textId="77777777" w:rsidTr="008D0687">
        <w:trPr>
          <w:tblHeader/>
        </w:trPr>
        <w:tc>
          <w:tcPr>
            <w:tcW w:w="5299" w:type="dxa"/>
            <w:tcBorders>
              <w:bottom w:val="single" w:sz="4" w:space="0" w:color="auto"/>
            </w:tcBorders>
            <w:vAlign w:val="center"/>
          </w:tcPr>
          <w:p w14:paraId="4476FD57" w14:textId="529BE307" w:rsidR="0098078A" w:rsidRDefault="00B348E6" w:rsidP="00CC1433">
            <w:r>
              <w:rPr>
                <w:rStyle w:val="Strong"/>
              </w:rPr>
              <w:t>Key goods and services</w:t>
            </w:r>
          </w:p>
        </w:tc>
        <w:tc>
          <w:tcPr>
            <w:tcW w:w="1856" w:type="dxa"/>
            <w:tcBorders>
              <w:bottom w:val="single" w:sz="4" w:space="0" w:color="auto"/>
            </w:tcBorders>
            <w:vAlign w:val="center"/>
          </w:tcPr>
          <w:p w14:paraId="23E1C9C0" w14:textId="0D964BCF" w:rsidR="0098078A" w:rsidRDefault="0098078A" w:rsidP="00E100C5">
            <w:r w:rsidRPr="00D0596A">
              <w:rPr>
                <w:rStyle w:val="Strong"/>
              </w:rPr>
              <w:t>Opportunities for Australian entities</w:t>
            </w:r>
            <w:r w:rsidR="00D41BDF">
              <w:rPr>
                <w:rStyle w:val="Strong"/>
              </w:rPr>
              <w:t>*</w:t>
            </w:r>
          </w:p>
        </w:tc>
        <w:tc>
          <w:tcPr>
            <w:tcW w:w="1861" w:type="dxa"/>
            <w:tcBorders>
              <w:bottom w:val="single" w:sz="4" w:space="0" w:color="auto"/>
            </w:tcBorders>
            <w:vAlign w:val="center"/>
          </w:tcPr>
          <w:p w14:paraId="280587BE" w14:textId="467A9850" w:rsidR="0098078A" w:rsidRDefault="0098078A" w:rsidP="00882C32">
            <w:r w:rsidRPr="00D0596A">
              <w:rPr>
                <w:rStyle w:val="Strong"/>
              </w:rPr>
              <w:t>Opportunities for  non</w:t>
            </w:r>
            <w:r w:rsidRPr="00D0596A">
              <w:rPr>
                <w:rStyle w:val="Strong"/>
              </w:rPr>
              <w:noBreakHyphen/>
              <w:t>Australian entities</w:t>
            </w:r>
          </w:p>
        </w:tc>
      </w:tr>
      <w:tr w:rsidR="0098078A" w14:paraId="634B99D1" w14:textId="77777777" w:rsidTr="008D0687">
        <w:trPr>
          <w:tblHeader/>
        </w:trPr>
        <w:tc>
          <w:tcPr>
            <w:tcW w:w="5299" w:type="dxa"/>
            <w:tcBorders>
              <w:right w:val="nil"/>
            </w:tcBorders>
          </w:tcPr>
          <w:p w14:paraId="548A0287" w14:textId="77777777" w:rsidR="0098078A" w:rsidRPr="00610501" w:rsidRDefault="0098078A" w:rsidP="0098078A">
            <w:pPr>
              <w:rPr>
                <w:rStyle w:val="Strong"/>
              </w:rPr>
            </w:pPr>
            <w:r w:rsidRPr="00610501">
              <w:rPr>
                <w:rStyle w:val="Strong"/>
              </w:rPr>
              <w:t>Goods</w:t>
            </w:r>
          </w:p>
        </w:tc>
        <w:tc>
          <w:tcPr>
            <w:tcW w:w="1856" w:type="dxa"/>
            <w:tcBorders>
              <w:left w:val="nil"/>
              <w:right w:val="nil"/>
            </w:tcBorders>
          </w:tcPr>
          <w:p w14:paraId="4D8FCC7C" w14:textId="77777777" w:rsidR="0098078A" w:rsidRDefault="0098078A" w:rsidP="0098078A"/>
        </w:tc>
        <w:tc>
          <w:tcPr>
            <w:tcW w:w="1861" w:type="dxa"/>
            <w:tcBorders>
              <w:left w:val="nil"/>
            </w:tcBorders>
          </w:tcPr>
          <w:p w14:paraId="20A489EA" w14:textId="77777777" w:rsidR="0098078A" w:rsidRDefault="0098078A" w:rsidP="0098078A"/>
        </w:tc>
      </w:tr>
      <w:tr w:rsidR="00411C95" w14:paraId="47C7D786" w14:textId="77777777" w:rsidTr="008D0687">
        <w:trPr>
          <w:tblHeader/>
        </w:trPr>
        <w:sdt>
          <w:sdtPr>
            <w:id w:val="-704173584"/>
            <w:placeholder>
              <w:docPart w:val="0DEE14C1E78A48BABD5F6351696559BD"/>
            </w:placeholder>
            <w:showingPlcHdr/>
          </w:sdtPr>
          <w:sdtEndPr/>
          <w:sdtContent>
            <w:tc>
              <w:tcPr>
                <w:tcW w:w="5299" w:type="dxa"/>
              </w:tcPr>
              <w:p w14:paraId="6658CF86" w14:textId="77777777" w:rsidR="00411C95" w:rsidRDefault="00411C95">
                <w:r w:rsidRPr="00662C3D">
                  <w:rPr>
                    <w:rStyle w:val="PlaceholderText"/>
                  </w:rPr>
                  <w:t>List goods to be purchased here</w:t>
                </w:r>
              </w:p>
            </w:tc>
          </w:sdtContent>
        </w:sdt>
        <w:sdt>
          <w:sdtPr>
            <w:id w:val="-1559708271"/>
            <w:placeholder>
              <w:docPart w:val="8120C911B8B84DCD975FAD6DA934E5DE"/>
            </w:placeholder>
            <w:showingPlcHdr/>
          </w:sdtPr>
          <w:sdtEndPr/>
          <w:sdtContent>
            <w:tc>
              <w:tcPr>
                <w:tcW w:w="1856" w:type="dxa"/>
              </w:tcPr>
              <w:p w14:paraId="781E3765" w14:textId="77777777" w:rsidR="00411C95" w:rsidRDefault="00411C95" w:rsidP="00411C95">
                <w:r>
                  <w:rPr>
                    <w:rStyle w:val="PlaceholderText"/>
                  </w:rPr>
                  <w:t>Yes/No</w:t>
                </w:r>
              </w:p>
            </w:tc>
          </w:sdtContent>
        </w:sdt>
        <w:sdt>
          <w:sdtPr>
            <w:id w:val="-611599289"/>
            <w:placeholder>
              <w:docPart w:val="1EC597064146479FA2A7723C6A8D5479"/>
            </w:placeholder>
            <w:showingPlcHdr/>
          </w:sdtPr>
          <w:sdtEndPr/>
          <w:sdtContent>
            <w:tc>
              <w:tcPr>
                <w:tcW w:w="1861" w:type="dxa"/>
              </w:tcPr>
              <w:p w14:paraId="3A40173A" w14:textId="77777777" w:rsidR="00411C95" w:rsidRDefault="00411C95" w:rsidP="0098078A">
                <w:r>
                  <w:rPr>
                    <w:rStyle w:val="PlaceholderText"/>
                  </w:rPr>
                  <w:t>Yes/No</w:t>
                </w:r>
              </w:p>
            </w:tc>
          </w:sdtContent>
        </w:sdt>
      </w:tr>
      <w:tr w:rsidR="00411C95" w14:paraId="39063A13" w14:textId="77777777" w:rsidTr="008D0687">
        <w:trPr>
          <w:tblHeader/>
        </w:trPr>
        <w:sdt>
          <w:sdtPr>
            <w:id w:val="724873748"/>
            <w:placeholder>
              <w:docPart w:val="8EDAA62B9A204EC8A8135B991DBCB0C2"/>
            </w:placeholder>
            <w:showingPlcHdr/>
          </w:sdtPr>
          <w:sdtEndPr/>
          <w:sdtContent>
            <w:tc>
              <w:tcPr>
                <w:tcW w:w="5299" w:type="dxa"/>
              </w:tcPr>
              <w:p w14:paraId="58A40625" w14:textId="77777777" w:rsidR="00411C95" w:rsidRDefault="00411C95">
                <w:r w:rsidRPr="00662C3D">
                  <w:rPr>
                    <w:rStyle w:val="PlaceholderText"/>
                  </w:rPr>
                  <w:t>List goods to be purchased here</w:t>
                </w:r>
              </w:p>
            </w:tc>
          </w:sdtContent>
        </w:sdt>
        <w:sdt>
          <w:sdtPr>
            <w:id w:val="1624028873"/>
            <w:placeholder>
              <w:docPart w:val="52800025D1544975B49EC3754E425808"/>
            </w:placeholder>
            <w:showingPlcHdr/>
          </w:sdtPr>
          <w:sdtEndPr/>
          <w:sdtContent>
            <w:tc>
              <w:tcPr>
                <w:tcW w:w="1856" w:type="dxa"/>
              </w:tcPr>
              <w:p w14:paraId="278CAACF" w14:textId="77777777" w:rsidR="00411C95" w:rsidRDefault="00411C95" w:rsidP="0098078A">
                <w:r>
                  <w:rPr>
                    <w:rStyle w:val="PlaceholderText"/>
                  </w:rPr>
                  <w:t>Yes/No</w:t>
                </w:r>
              </w:p>
            </w:tc>
          </w:sdtContent>
        </w:sdt>
        <w:sdt>
          <w:sdtPr>
            <w:id w:val="-1485227863"/>
            <w:placeholder>
              <w:docPart w:val="36592FD853E848E0A36435C1017B1694"/>
            </w:placeholder>
            <w:showingPlcHdr/>
          </w:sdtPr>
          <w:sdtEndPr/>
          <w:sdtContent>
            <w:tc>
              <w:tcPr>
                <w:tcW w:w="1861" w:type="dxa"/>
              </w:tcPr>
              <w:p w14:paraId="5A819A38" w14:textId="77777777" w:rsidR="00411C95" w:rsidRDefault="00411C95" w:rsidP="0098078A">
                <w:r>
                  <w:rPr>
                    <w:rStyle w:val="PlaceholderText"/>
                  </w:rPr>
                  <w:t>Yes/No</w:t>
                </w:r>
              </w:p>
            </w:tc>
          </w:sdtContent>
        </w:sdt>
      </w:tr>
      <w:tr w:rsidR="00411C95" w14:paraId="1C139AC7" w14:textId="77777777" w:rsidTr="008D0687">
        <w:trPr>
          <w:tblHeader/>
        </w:trPr>
        <w:sdt>
          <w:sdtPr>
            <w:id w:val="-1464263063"/>
            <w:placeholder>
              <w:docPart w:val="0F3019724C404B11BE2F7C91677B625B"/>
            </w:placeholder>
            <w:showingPlcHdr/>
          </w:sdtPr>
          <w:sdtEndPr/>
          <w:sdtContent>
            <w:tc>
              <w:tcPr>
                <w:tcW w:w="5299" w:type="dxa"/>
              </w:tcPr>
              <w:p w14:paraId="3EEEBBAD" w14:textId="77777777" w:rsidR="00411C95" w:rsidRDefault="00411C95">
                <w:r w:rsidRPr="00662C3D">
                  <w:rPr>
                    <w:rStyle w:val="PlaceholderText"/>
                  </w:rPr>
                  <w:t>List goods to be purchased here</w:t>
                </w:r>
              </w:p>
            </w:tc>
          </w:sdtContent>
        </w:sdt>
        <w:sdt>
          <w:sdtPr>
            <w:id w:val="-376856924"/>
            <w:placeholder>
              <w:docPart w:val="26D3B40495704090A7260B62F3551A7E"/>
            </w:placeholder>
            <w:showingPlcHdr/>
          </w:sdtPr>
          <w:sdtEndPr/>
          <w:sdtContent>
            <w:tc>
              <w:tcPr>
                <w:tcW w:w="1856" w:type="dxa"/>
              </w:tcPr>
              <w:p w14:paraId="67A2AE57" w14:textId="77777777" w:rsidR="00411C95" w:rsidRDefault="00411C95" w:rsidP="0098078A">
                <w:r>
                  <w:rPr>
                    <w:rStyle w:val="PlaceholderText"/>
                  </w:rPr>
                  <w:t>Yes/No</w:t>
                </w:r>
              </w:p>
            </w:tc>
          </w:sdtContent>
        </w:sdt>
        <w:sdt>
          <w:sdtPr>
            <w:id w:val="1039631067"/>
            <w:placeholder>
              <w:docPart w:val="0D4171D642C5480C9650FA5519A2802C"/>
            </w:placeholder>
            <w:showingPlcHdr/>
          </w:sdtPr>
          <w:sdtEndPr/>
          <w:sdtContent>
            <w:tc>
              <w:tcPr>
                <w:tcW w:w="1861" w:type="dxa"/>
              </w:tcPr>
              <w:p w14:paraId="67073F48" w14:textId="77777777" w:rsidR="00411C95" w:rsidRDefault="00411C95" w:rsidP="0098078A">
                <w:r>
                  <w:rPr>
                    <w:rStyle w:val="PlaceholderText"/>
                  </w:rPr>
                  <w:t>Yes/No</w:t>
                </w:r>
              </w:p>
            </w:tc>
          </w:sdtContent>
        </w:sdt>
      </w:tr>
      <w:tr w:rsidR="0098078A" w14:paraId="7FADCD6B" w14:textId="77777777" w:rsidTr="008D0687">
        <w:trPr>
          <w:tblHeader/>
        </w:trPr>
        <w:sdt>
          <w:sdtPr>
            <w:id w:val="-1645801887"/>
            <w:placeholder>
              <w:docPart w:val="26962B134F414814BECE2BAC711610C3"/>
            </w:placeholder>
            <w:showingPlcHdr/>
          </w:sdtPr>
          <w:sdtEndPr/>
          <w:sdtContent>
            <w:tc>
              <w:tcPr>
                <w:tcW w:w="5299" w:type="dxa"/>
                <w:tcBorders>
                  <w:bottom w:val="single" w:sz="4" w:space="0" w:color="auto"/>
                </w:tcBorders>
              </w:tcPr>
              <w:p w14:paraId="5C5A3261" w14:textId="77777777" w:rsidR="0098078A" w:rsidRDefault="00411C95" w:rsidP="00411C95">
                <w:r>
                  <w:rPr>
                    <w:rStyle w:val="PlaceholderText"/>
                  </w:rPr>
                  <w:t>List goods to be purchased here – Insert additional rows if required</w:t>
                </w:r>
              </w:p>
            </w:tc>
          </w:sdtContent>
        </w:sdt>
        <w:sdt>
          <w:sdtPr>
            <w:id w:val="-2064325654"/>
            <w:placeholder>
              <w:docPart w:val="F780075912E64B3BA92DA974A2497221"/>
            </w:placeholder>
            <w:showingPlcHdr/>
          </w:sdtPr>
          <w:sdtEndPr/>
          <w:sdtContent>
            <w:tc>
              <w:tcPr>
                <w:tcW w:w="1856" w:type="dxa"/>
                <w:tcBorders>
                  <w:bottom w:val="single" w:sz="4" w:space="0" w:color="auto"/>
                </w:tcBorders>
              </w:tcPr>
              <w:p w14:paraId="0B4B8FEE" w14:textId="77777777" w:rsidR="0098078A" w:rsidRDefault="00411C95" w:rsidP="0098078A">
                <w:r>
                  <w:rPr>
                    <w:rStyle w:val="PlaceholderText"/>
                  </w:rPr>
                  <w:t>Yes/No</w:t>
                </w:r>
              </w:p>
            </w:tc>
          </w:sdtContent>
        </w:sdt>
        <w:sdt>
          <w:sdtPr>
            <w:id w:val="194593137"/>
            <w:placeholder>
              <w:docPart w:val="0A610D1548FC45A8899D1F0801F67011"/>
            </w:placeholder>
            <w:showingPlcHdr/>
          </w:sdtPr>
          <w:sdtEndPr/>
          <w:sdtContent>
            <w:tc>
              <w:tcPr>
                <w:tcW w:w="1861" w:type="dxa"/>
                <w:tcBorders>
                  <w:bottom w:val="single" w:sz="4" w:space="0" w:color="auto"/>
                </w:tcBorders>
              </w:tcPr>
              <w:p w14:paraId="6CDD4505" w14:textId="77777777" w:rsidR="0098078A" w:rsidRDefault="00411C95" w:rsidP="0098078A">
                <w:r>
                  <w:rPr>
                    <w:rStyle w:val="PlaceholderText"/>
                  </w:rPr>
                  <w:t>Yes/No</w:t>
                </w:r>
              </w:p>
            </w:tc>
          </w:sdtContent>
        </w:sdt>
      </w:tr>
      <w:tr w:rsidR="0098078A" w14:paraId="1ADF4F2A" w14:textId="77777777" w:rsidTr="008D0687">
        <w:trPr>
          <w:tblHeader/>
        </w:trPr>
        <w:tc>
          <w:tcPr>
            <w:tcW w:w="5299" w:type="dxa"/>
            <w:tcBorders>
              <w:right w:val="nil"/>
            </w:tcBorders>
          </w:tcPr>
          <w:p w14:paraId="49AE84C5" w14:textId="77777777" w:rsidR="0098078A" w:rsidRPr="00610501" w:rsidRDefault="0098078A" w:rsidP="0098078A">
            <w:pPr>
              <w:rPr>
                <w:rStyle w:val="Strong"/>
              </w:rPr>
            </w:pPr>
            <w:r w:rsidRPr="00610501">
              <w:rPr>
                <w:rStyle w:val="Strong"/>
              </w:rPr>
              <w:t>Services</w:t>
            </w:r>
          </w:p>
        </w:tc>
        <w:tc>
          <w:tcPr>
            <w:tcW w:w="1856" w:type="dxa"/>
            <w:tcBorders>
              <w:left w:val="nil"/>
              <w:right w:val="nil"/>
            </w:tcBorders>
          </w:tcPr>
          <w:p w14:paraId="47285FFE" w14:textId="77777777" w:rsidR="0098078A" w:rsidRDefault="0098078A" w:rsidP="0098078A"/>
        </w:tc>
        <w:tc>
          <w:tcPr>
            <w:tcW w:w="1861" w:type="dxa"/>
            <w:tcBorders>
              <w:left w:val="nil"/>
            </w:tcBorders>
          </w:tcPr>
          <w:p w14:paraId="72F778B9" w14:textId="77777777" w:rsidR="0098078A" w:rsidRDefault="0098078A" w:rsidP="0098078A"/>
        </w:tc>
      </w:tr>
      <w:tr w:rsidR="0098078A" w14:paraId="607A178D" w14:textId="77777777" w:rsidTr="008D0687">
        <w:trPr>
          <w:tblHeader/>
        </w:trPr>
        <w:sdt>
          <w:sdtPr>
            <w:id w:val="1430775627"/>
            <w:placeholder>
              <w:docPart w:val="E8C0E18AE6DD4F27B192B8646D63F1F4"/>
            </w:placeholder>
            <w:showingPlcHdr/>
          </w:sdtPr>
          <w:sdtEndPr/>
          <w:sdtContent>
            <w:tc>
              <w:tcPr>
                <w:tcW w:w="5299" w:type="dxa"/>
              </w:tcPr>
              <w:p w14:paraId="03ECBEC6" w14:textId="77777777" w:rsidR="0098078A" w:rsidRDefault="00411C95" w:rsidP="00411C95">
                <w:r>
                  <w:rPr>
                    <w:rStyle w:val="PlaceholderText"/>
                  </w:rPr>
                  <w:t>List services to be purchased here</w:t>
                </w:r>
              </w:p>
            </w:tc>
          </w:sdtContent>
        </w:sdt>
        <w:sdt>
          <w:sdtPr>
            <w:id w:val="1554346159"/>
            <w:placeholder>
              <w:docPart w:val="27A258A9EBE64BEC82524A548F26FA1A"/>
            </w:placeholder>
            <w:showingPlcHdr/>
          </w:sdtPr>
          <w:sdtEndPr/>
          <w:sdtContent>
            <w:tc>
              <w:tcPr>
                <w:tcW w:w="1856" w:type="dxa"/>
              </w:tcPr>
              <w:p w14:paraId="2C5F7478" w14:textId="77777777" w:rsidR="0098078A" w:rsidRDefault="00411C95" w:rsidP="0098078A">
                <w:r>
                  <w:rPr>
                    <w:rStyle w:val="PlaceholderText"/>
                  </w:rPr>
                  <w:t>Yes/No</w:t>
                </w:r>
              </w:p>
            </w:tc>
          </w:sdtContent>
        </w:sdt>
        <w:sdt>
          <w:sdtPr>
            <w:id w:val="-738243661"/>
            <w:placeholder>
              <w:docPart w:val="C55E71B4C0C4494D9A76E921FDAA292F"/>
            </w:placeholder>
            <w:showingPlcHdr/>
          </w:sdtPr>
          <w:sdtEndPr/>
          <w:sdtContent>
            <w:tc>
              <w:tcPr>
                <w:tcW w:w="1861" w:type="dxa"/>
              </w:tcPr>
              <w:p w14:paraId="6503DE75" w14:textId="77777777" w:rsidR="0098078A" w:rsidRDefault="00411C95" w:rsidP="0098078A">
                <w:r>
                  <w:rPr>
                    <w:rStyle w:val="PlaceholderText"/>
                  </w:rPr>
                  <w:t>Yes/No</w:t>
                </w:r>
              </w:p>
            </w:tc>
          </w:sdtContent>
        </w:sdt>
      </w:tr>
      <w:tr w:rsidR="00411C95" w14:paraId="35DB4E73" w14:textId="77777777" w:rsidTr="008D0687">
        <w:trPr>
          <w:tblHeader/>
        </w:trPr>
        <w:sdt>
          <w:sdtPr>
            <w:id w:val="389317006"/>
            <w:placeholder>
              <w:docPart w:val="D99E3842ACB447BA9AD724FDC2381794"/>
            </w:placeholder>
            <w:showingPlcHdr/>
          </w:sdtPr>
          <w:sdtEndPr/>
          <w:sdtContent>
            <w:tc>
              <w:tcPr>
                <w:tcW w:w="5299" w:type="dxa"/>
              </w:tcPr>
              <w:p w14:paraId="46E66F63" w14:textId="77777777" w:rsidR="00411C95" w:rsidRDefault="00411C95">
                <w:r w:rsidRPr="00C80E41">
                  <w:rPr>
                    <w:rStyle w:val="PlaceholderText"/>
                  </w:rPr>
                  <w:t>List services to be purchased here</w:t>
                </w:r>
              </w:p>
            </w:tc>
          </w:sdtContent>
        </w:sdt>
        <w:sdt>
          <w:sdtPr>
            <w:id w:val="-1205009651"/>
            <w:placeholder>
              <w:docPart w:val="A7B8B6C8C492475DA2FC8F37A5E94A4B"/>
            </w:placeholder>
            <w:showingPlcHdr/>
          </w:sdtPr>
          <w:sdtEndPr/>
          <w:sdtContent>
            <w:tc>
              <w:tcPr>
                <w:tcW w:w="1856" w:type="dxa"/>
              </w:tcPr>
              <w:p w14:paraId="114C09C6" w14:textId="77777777" w:rsidR="00411C95" w:rsidRDefault="00411C95" w:rsidP="0098078A">
                <w:r>
                  <w:rPr>
                    <w:rStyle w:val="PlaceholderText"/>
                  </w:rPr>
                  <w:t>Yes/No</w:t>
                </w:r>
              </w:p>
            </w:tc>
          </w:sdtContent>
        </w:sdt>
        <w:sdt>
          <w:sdtPr>
            <w:id w:val="-2095234991"/>
            <w:placeholder>
              <w:docPart w:val="54D6F922B62C41D5A6E6F7FD269E31CA"/>
            </w:placeholder>
            <w:showingPlcHdr/>
          </w:sdtPr>
          <w:sdtEndPr/>
          <w:sdtContent>
            <w:tc>
              <w:tcPr>
                <w:tcW w:w="1861" w:type="dxa"/>
              </w:tcPr>
              <w:p w14:paraId="2D1FBE7B" w14:textId="77777777" w:rsidR="00411C95" w:rsidRDefault="00411C95" w:rsidP="0098078A">
                <w:r>
                  <w:rPr>
                    <w:rStyle w:val="PlaceholderText"/>
                  </w:rPr>
                  <w:t>Yes/No</w:t>
                </w:r>
              </w:p>
            </w:tc>
          </w:sdtContent>
        </w:sdt>
      </w:tr>
      <w:tr w:rsidR="00411C95" w14:paraId="72167CB9" w14:textId="77777777" w:rsidTr="008D0687">
        <w:trPr>
          <w:tblHeader/>
        </w:trPr>
        <w:sdt>
          <w:sdtPr>
            <w:id w:val="643625842"/>
            <w:placeholder>
              <w:docPart w:val="21C21B3B8F1449A2B7523CCFF11C373B"/>
            </w:placeholder>
            <w:showingPlcHdr/>
          </w:sdtPr>
          <w:sdtEndPr/>
          <w:sdtContent>
            <w:tc>
              <w:tcPr>
                <w:tcW w:w="5299" w:type="dxa"/>
              </w:tcPr>
              <w:p w14:paraId="395D5C7B" w14:textId="77777777" w:rsidR="00411C95" w:rsidRDefault="00411C95">
                <w:r w:rsidRPr="00C80E41">
                  <w:rPr>
                    <w:rStyle w:val="PlaceholderText"/>
                  </w:rPr>
                  <w:t>List services to be purchased here</w:t>
                </w:r>
              </w:p>
            </w:tc>
          </w:sdtContent>
        </w:sdt>
        <w:sdt>
          <w:sdtPr>
            <w:id w:val="879131196"/>
            <w:placeholder>
              <w:docPart w:val="022275F6AC834E73ACBC6795070B9FCD"/>
            </w:placeholder>
            <w:showingPlcHdr/>
          </w:sdtPr>
          <w:sdtEndPr/>
          <w:sdtContent>
            <w:tc>
              <w:tcPr>
                <w:tcW w:w="1856" w:type="dxa"/>
              </w:tcPr>
              <w:p w14:paraId="4DB1B832" w14:textId="77777777" w:rsidR="00411C95" w:rsidRDefault="00411C95" w:rsidP="0098078A">
                <w:r>
                  <w:rPr>
                    <w:rStyle w:val="PlaceholderText"/>
                  </w:rPr>
                  <w:t>Yes/No</w:t>
                </w:r>
              </w:p>
            </w:tc>
          </w:sdtContent>
        </w:sdt>
        <w:sdt>
          <w:sdtPr>
            <w:id w:val="-1821953537"/>
            <w:placeholder>
              <w:docPart w:val="B06EA4692DD547298E09353DDB14997E"/>
            </w:placeholder>
            <w:showingPlcHdr/>
          </w:sdtPr>
          <w:sdtEndPr/>
          <w:sdtContent>
            <w:tc>
              <w:tcPr>
                <w:tcW w:w="1861" w:type="dxa"/>
              </w:tcPr>
              <w:p w14:paraId="35F42404" w14:textId="77777777" w:rsidR="00411C95" w:rsidRDefault="00411C95" w:rsidP="0098078A">
                <w:r>
                  <w:rPr>
                    <w:rStyle w:val="PlaceholderText"/>
                  </w:rPr>
                  <w:t>Yes/No</w:t>
                </w:r>
              </w:p>
            </w:tc>
          </w:sdtContent>
        </w:sdt>
      </w:tr>
      <w:tr w:rsidR="00411C95" w14:paraId="33B7BACB" w14:textId="77777777" w:rsidTr="008D0687">
        <w:trPr>
          <w:tblHeader/>
        </w:trPr>
        <w:sdt>
          <w:sdtPr>
            <w:id w:val="1845586877"/>
            <w:placeholder>
              <w:docPart w:val="F897111CA63A424B851CFA734BC95616"/>
            </w:placeholder>
            <w:showingPlcHdr/>
          </w:sdtPr>
          <w:sdtEndPr/>
          <w:sdtContent>
            <w:tc>
              <w:tcPr>
                <w:tcW w:w="5299" w:type="dxa"/>
              </w:tcPr>
              <w:p w14:paraId="63BBCC27" w14:textId="77777777" w:rsidR="00411C95" w:rsidRDefault="00411C95">
                <w:r w:rsidRPr="00C80E41">
                  <w:rPr>
                    <w:rStyle w:val="PlaceholderText"/>
                  </w:rPr>
                  <w:t>List services to be purchased here</w:t>
                </w:r>
              </w:p>
            </w:tc>
          </w:sdtContent>
        </w:sdt>
        <w:sdt>
          <w:sdtPr>
            <w:id w:val="-1537191032"/>
            <w:placeholder>
              <w:docPart w:val="C99AB4CECE6941ECBE72BC8E5889E78F"/>
            </w:placeholder>
            <w:showingPlcHdr/>
          </w:sdtPr>
          <w:sdtEndPr/>
          <w:sdtContent>
            <w:tc>
              <w:tcPr>
                <w:tcW w:w="1856" w:type="dxa"/>
              </w:tcPr>
              <w:p w14:paraId="3693D341" w14:textId="77777777" w:rsidR="00411C95" w:rsidRDefault="00411C95" w:rsidP="0098078A">
                <w:r>
                  <w:rPr>
                    <w:rStyle w:val="PlaceholderText"/>
                  </w:rPr>
                  <w:t>Yes/No</w:t>
                </w:r>
              </w:p>
            </w:tc>
          </w:sdtContent>
        </w:sdt>
        <w:sdt>
          <w:sdtPr>
            <w:id w:val="1363941726"/>
            <w:placeholder>
              <w:docPart w:val="BDA7D0FB37AF4CA5A4F7142DC92F8556"/>
            </w:placeholder>
            <w:showingPlcHdr/>
          </w:sdtPr>
          <w:sdtEndPr/>
          <w:sdtContent>
            <w:tc>
              <w:tcPr>
                <w:tcW w:w="1861" w:type="dxa"/>
              </w:tcPr>
              <w:p w14:paraId="601C2B58" w14:textId="77777777" w:rsidR="00411C95" w:rsidRDefault="00411C95" w:rsidP="0098078A">
                <w:r>
                  <w:rPr>
                    <w:rStyle w:val="PlaceholderText"/>
                  </w:rPr>
                  <w:t>Yes/No</w:t>
                </w:r>
              </w:p>
            </w:tc>
          </w:sdtContent>
        </w:sdt>
      </w:tr>
      <w:tr w:rsidR="0098078A" w14:paraId="5E5A5140" w14:textId="77777777" w:rsidTr="008D0687">
        <w:trPr>
          <w:tblHeader/>
        </w:trPr>
        <w:sdt>
          <w:sdtPr>
            <w:id w:val="-1422714873"/>
            <w:placeholder>
              <w:docPart w:val="03290F83C5924F8EA78A97C33A6005AA"/>
            </w:placeholder>
            <w:showingPlcHdr/>
          </w:sdtPr>
          <w:sdtEndPr/>
          <w:sdtContent>
            <w:tc>
              <w:tcPr>
                <w:tcW w:w="5299" w:type="dxa"/>
              </w:tcPr>
              <w:p w14:paraId="2A85BFD6" w14:textId="77777777" w:rsidR="0098078A" w:rsidRDefault="00411C95" w:rsidP="0098078A">
                <w:r>
                  <w:rPr>
                    <w:rStyle w:val="PlaceholderText"/>
                  </w:rPr>
                  <w:t>List services to be purchased here – Insert additional rows if required</w:t>
                </w:r>
              </w:p>
            </w:tc>
          </w:sdtContent>
        </w:sdt>
        <w:sdt>
          <w:sdtPr>
            <w:id w:val="-1227227165"/>
            <w:placeholder>
              <w:docPart w:val="EFB8CCFB43D145E1A557F92DAB757153"/>
            </w:placeholder>
            <w:showingPlcHdr/>
          </w:sdtPr>
          <w:sdtEndPr/>
          <w:sdtContent>
            <w:tc>
              <w:tcPr>
                <w:tcW w:w="1856" w:type="dxa"/>
              </w:tcPr>
              <w:p w14:paraId="681D3029" w14:textId="77777777" w:rsidR="0098078A" w:rsidRDefault="00411C95" w:rsidP="0098078A">
                <w:r>
                  <w:rPr>
                    <w:rStyle w:val="PlaceholderText"/>
                  </w:rPr>
                  <w:t>Yes/No</w:t>
                </w:r>
              </w:p>
            </w:tc>
          </w:sdtContent>
        </w:sdt>
        <w:sdt>
          <w:sdtPr>
            <w:id w:val="-211805170"/>
            <w:placeholder>
              <w:docPart w:val="D71841C4674849D0A84AF2F0F50B4AE5"/>
            </w:placeholder>
            <w:showingPlcHdr/>
          </w:sdtPr>
          <w:sdtEndPr/>
          <w:sdtContent>
            <w:tc>
              <w:tcPr>
                <w:tcW w:w="1861" w:type="dxa"/>
              </w:tcPr>
              <w:p w14:paraId="42CD704F" w14:textId="77777777" w:rsidR="0098078A" w:rsidRDefault="00411C95" w:rsidP="0098078A">
                <w:r>
                  <w:rPr>
                    <w:rStyle w:val="PlaceholderText"/>
                  </w:rPr>
                  <w:t>Yes/No</w:t>
                </w:r>
              </w:p>
            </w:tc>
          </w:sdtContent>
        </w:sdt>
      </w:tr>
    </w:tbl>
    <w:p w14:paraId="71BFB764" w14:textId="4C4207F6" w:rsidR="005D7368" w:rsidRDefault="00A7187E" w:rsidP="00784866">
      <w:r>
        <w:t xml:space="preserve">*An Australian entity is defined </w:t>
      </w:r>
      <w:r w:rsidR="00E100C5">
        <w:t xml:space="preserve">in the Jobs Act </w:t>
      </w:r>
      <w:r>
        <w:t>as any entity with an ABN or ACN</w:t>
      </w:r>
      <w:r w:rsidR="0090574C">
        <w:t>.</w:t>
      </w:r>
    </w:p>
    <w:p w14:paraId="7CE9D987" w14:textId="4547C6B1" w:rsidR="00D0596A" w:rsidRPr="00F07286" w:rsidRDefault="00690763" w:rsidP="00690763">
      <w:pPr>
        <w:pStyle w:val="StrongNumbered"/>
      </w:pPr>
      <w:r>
        <w:t>P</w:t>
      </w:r>
      <w:r w:rsidR="00D0596A" w:rsidRPr="00F07286">
        <w:t>rovide a</w:t>
      </w:r>
      <w:r w:rsidR="00882C32">
        <w:t xml:space="preserve">n explanation for each item </w:t>
      </w:r>
      <w:r w:rsidR="009970DB">
        <w:t xml:space="preserve">in the list </w:t>
      </w:r>
      <w:r w:rsidR="00882C32">
        <w:t xml:space="preserve">where you have indicated </w:t>
      </w:r>
      <w:r w:rsidR="00A13F40">
        <w:t>‘</w:t>
      </w:r>
      <w:r w:rsidR="00882C32">
        <w:t>N</w:t>
      </w:r>
      <w:r w:rsidR="00A13F40">
        <w:t>o’</w:t>
      </w:r>
      <w:r w:rsidR="00882C32">
        <w:t xml:space="preserve"> opportunities for Australian entities.</w:t>
      </w:r>
      <w:r w:rsidR="00D0596A" w:rsidRPr="00F07286">
        <w:t xml:space="preserve"> </w:t>
      </w:r>
    </w:p>
    <w:p w14:paraId="324B04EF" w14:textId="21314390" w:rsidR="00D0596A" w:rsidRPr="00D0596A" w:rsidRDefault="00D0596A" w:rsidP="00D0596A">
      <w:pPr>
        <w:rPr>
          <w:rStyle w:val="Emphasis"/>
        </w:rPr>
      </w:pPr>
      <w:r w:rsidRPr="00D0596A">
        <w:rPr>
          <w:rStyle w:val="Emphasis"/>
        </w:rPr>
        <w:t xml:space="preserve">Reasons should be based on the results of recent investigations into potential </w:t>
      </w:r>
      <w:r w:rsidR="00E100C5">
        <w:rPr>
          <w:rStyle w:val="Emphasis"/>
        </w:rPr>
        <w:t xml:space="preserve">Australian </w:t>
      </w:r>
      <w:r w:rsidRPr="00D0596A">
        <w:rPr>
          <w:rStyle w:val="Emphasis"/>
        </w:rPr>
        <w:t>suppliers.</w:t>
      </w:r>
    </w:p>
    <w:tbl>
      <w:tblPr>
        <w:tblStyle w:val="TableGrid"/>
        <w:tblW w:w="0" w:type="auto"/>
        <w:tblLook w:val="04A0" w:firstRow="1" w:lastRow="0" w:firstColumn="1" w:lastColumn="0" w:noHBand="0" w:noVBand="1"/>
        <w:tblDescription w:val="Reasons for procuring key goods and services from non-Australian entities"/>
      </w:tblPr>
      <w:tblGrid>
        <w:gridCol w:w="9016"/>
      </w:tblGrid>
      <w:tr w:rsidR="00D0596A" w:rsidRPr="00F07286" w14:paraId="0C3B5BDA" w14:textId="77777777" w:rsidTr="00E00A6C">
        <w:trPr>
          <w:tblHeader/>
        </w:trPr>
        <w:sdt>
          <w:sdtPr>
            <w:id w:val="739992775"/>
            <w:placeholder>
              <w:docPart w:val="5A47733DA662484596BA87D2384B476E"/>
            </w:placeholder>
            <w:showingPlcHdr/>
          </w:sdtPr>
          <w:sdtEndPr/>
          <w:sdtContent>
            <w:tc>
              <w:tcPr>
                <w:tcW w:w="9242" w:type="dxa"/>
              </w:tcPr>
              <w:p w14:paraId="03090617" w14:textId="77777777" w:rsidR="00D0596A" w:rsidRPr="00F07286" w:rsidRDefault="00411C95" w:rsidP="00D0596A">
                <w:r>
                  <w:rPr>
                    <w:rStyle w:val="PlaceholderText"/>
                  </w:rPr>
                  <w:t>Enter response here</w:t>
                </w:r>
              </w:p>
            </w:tc>
          </w:sdtContent>
        </w:sdt>
      </w:tr>
    </w:tbl>
    <w:p w14:paraId="09A6F969" w14:textId="72E65507" w:rsidR="00300AB2" w:rsidRPr="00F07286" w:rsidRDefault="00E01EB0" w:rsidP="00300AB2">
      <w:pPr>
        <w:pStyle w:val="StrongNumbered"/>
      </w:pPr>
      <w:r>
        <w:lastRenderedPageBreak/>
        <w:t>D</w:t>
      </w:r>
      <w:r w:rsidR="00300AB2" w:rsidRPr="00F07286">
        <w:t xml:space="preserve">escribe how you will ensure all procurement entities will obtain and maintain a current understanding of the capability and capacity of Australian entities to supply the key goods and services </w:t>
      </w:r>
      <w:r w:rsidR="00917E67">
        <w:t>for</w:t>
      </w:r>
      <w:r w:rsidR="00300AB2" w:rsidRPr="00F07286">
        <w:t xml:space="preserve"> this project?</w:t>
      </w:r>
    </w:p>
    <w:p w14:paraId="65BAE8BD" w14:textId="77777777" w:rsidR="00300AB2" w:rsidRPr="00CC3D3F" w:rsidRDefault="00300AB2" w:rsidP="00300AB2">
      <w:pPr>
        <w:rPr>
          <w:rStyle w:val="Emphasis"/>
        </w:rPr>
      </w:pPr>
      <w:r w:rsidRPr="00CC3D3F">
        <w:rPr>
          <w:rStyle w:val="Emphasis"/>
        </w:rPr>
        <w:t>Where you are acting as the procurement entity detail how you will achieve this objective.</w:t>
      </w:r>
    </w:p>
    <w:tbl>
      <w:tblPr>
        <w:tblStyle w:val="TableGrid"/>
        <w:tblW w:w="0" w:type="auto"/>
        <w:tblLook w:val="04A0" w:firstRow="1" w:lastRow="0" w:firstColumn="1" w:lastColumn="0" w:noHBand="0" w:noVBand="1"/>
        <w:tblDescription w:val="Strategies for ensuring procurement entities obtain an understanding of Australian entity capability and capacity"/>
      </w:tblPr>
      <w:tblGrid>
        <w:gridCol w:w="9016"/>
      </w:tblGrid>
      <w:tr w:rsidR="00300AB2" w:rsidRPr="00F07286" w14:paraId="0F1D30B4" w14:textId="77777777" w:rsidTr="00E01EB0">
        <w:trPr>
          <w:tblHeader/>
        </w:trPr>
        <w:sdt>
          <w:sdtPr>
            <w:id w:val="36715130"/>
            <w:placeholder>
              <w:docPart w:val="A226874E52914510A840DF2C87A2EAB8"/>
            </w:placeholder>
            <w:showingPlcHdr/>
          </w:sdtPr>
          <w:sdtEndPr/>
          <w:sdtContent>
            <w:tc>
              <w:tcPr>
                <w:tcW w:w="9242" w:type="dxa"/>
              </w:tcPr>
              <w:p w14:paraId="4E7F9252" w14:textId="77777777" w:rsidR="00300AB2" w:rsidRPr="00F07286" w:rsidRDefault="00411C95" w:rsidP="00E01EB0">
                <w:r>
                  <w:rPr>
                    <w:rStyle w:val="PlaceholderText"/>
                  </w:rPr>
                  <w:t>Enter response here</w:t>
                </w:r>
              </w:p>
            </w:tc>
          </w:sdtContent>
        </w:sdt>
      </w:tr>
    </w:tbl>
    <w:p w14:paraId="6DE225DB" w14:textId="0E15D27E" w:rsidR="00300AB2" w:rsidRPr="00F07286" w:rsidRDefault="00974C49" w:rsidP="00300AB2">
      <w:pPr>
        <w:pStyle w:val="StrongNumbered"/>
      </w:pPr>
      <w:r>
        <w:t>What form of standards for key goods or services will be used for this project</w:t>
      </w:r>
      <w:r w:rsidR="003D53DE">
        <w:t>:</w:t>
      </w:r>
      <w:r>
        <w:t xml:space="preserve"> </w:t>
      </w:r>
    </w:p>
    <w:p w14:paraId="499FB76B" w14:textId="77777777" w:rsidR="003D53DE" w:rsidRDefault="003D53DE" w:rsidP="003D53DE">
      <w:pPr>
        <w:pStyle w:val="StrongNumbered"/>
        <w:numPr>
          <w:ilvl w:val="0"/>
          <w:numId w:val="0"/>
        </w:numPr>
        <w:ind w:left="360" w:hanging="360"/>
        <w:rPr>
          <w:rStyle w:val="Emphasis"/>
        </w:rPr>
      </w:pPr>
    </w:p>
    <w:p w14:paraId="119E1F43" w14:textId="1BE75797" w:rsidR="003D53DE" w:rsidRPr="003C7E10" w:rsidRDefault="002F2D64" w:rsidP="003D53DE">
      <w:pPr>
        <w:pStyle w:val="StrongNumbered"/>
        <w:numPr>
          <w:ilvl w:val="0"/>
          <w:numId w:val="0"/>
        </w:numPr>
        <w:ind w:left="360" w:hanging="360"/>
        <w:rPr>
          <w:b w:val="0"/>
        </w:rPr>
      </w:pPr>
      <w:sdt>
        <w:sdtPr>
          <w:rPr>
            <w:i/>
          </w:rPr>
          <w:id w:val="-1435279178"/>
          <w14:checkbox>
            <w14:checked w14:val="0"/>
            <w14:checkedState w14:val="2612" w14:font="MS Gothic"/>
            <w14:uncheckedState w14:val="2610" w14:font="MS Gothic"/>
          </w14:checkbox>
        </w:sdtPr>
        <w:sdtEndPr>
          <w:rPr>
            <w:i w:val="0"/>
          </w:rPr>
        </w:sdtEndPr>
        <w:sdtContent>
          <w:r w:rsidR="003D53DE">
            <w:rPr>
              <w:rFonts w:ascii="MS Gothic" w:eastAsia="MS Gothic" w:hAnsi="MS Gothic" w:hint="eastAsia"/>
            </w:rPr>
            <w:t>☐</w:t>
          </w:r>
        </w:sdtContent>
      </w:sdt>
      <w:r w:rsidR="003D53DE">
        <w:rPr>
          <w:b w:val="0"/>
        </w:rPr>
        <w:t xml:space="preserve"> Australian</w:t>
      </w:r>
      <w:r w:rsidR="003D53DE" w:rsidRPr="003C7E10">
        <w:rPr>
          <w:b w:val="0"/>
        </w:rPr>
        <w:t xml:space="preserve"> </w:t>
      </w:r>
    </w:p>
    <w:p w14:paraId="7A220B01" w14:textId="0D737FB5" w:rsidR="003D53DE" w:rsidRPr="003C7E10" w:rsidRDefault="002F2D64" w:rsidP="003D53DE">
      <w:pPr>
        <w:pStyle w:val="StrongNumbered"/>
        <w:numPr>
          <w:ilvl w:val="0"/>
          <w:numId w:val="0"/>
        </w:numPr>
        <w:ind w:left="360" w:hanging="360"/>
        <w:rPr>
          <w:b w:val="0"/>
        </w:rPr>
      </w:pPr>
      <w:sdt>
        <w:sdtPr>
          <w:id w:val="2111321536"/>
          <w14:checkbox>
            <w14:checked w14:val="0"/>
            <w14:checkedState w14:val="2612" w14:font="MS Gothic"/>
            <w14:uncheckedState w14:val="2610" w14:font="MS Gothic"/>
          </w14:checkbox>
        </w:sdtPr>
        <w:sdtEndPr/>
        <w:sdtContent>
          <w:r w:rsidR="003D53DE">
            <w:rPr>
              <w:rFonts w:ascii="MS Gothic" w:eastAsia="MS Gothic" w:hAnsi="MS Gothic" w:hint="eastAsia"/>
            </w:rPr>
            <w:t>☐</w:t>
          </w:r>
        </w:sdtContent>
      </w:sdt>
      <w:r w:rsidR="003D53DE">
        <w:rPr>
          <w:b w:val="0"/>
        </w:rPr>
        <w:t xml:space="preserve"> </w:t>
      </w:r>
      <w:r w:rsidR="00A13F40">
        <w:rPr>
          <w:b w:val="0"/>
        </w:rPr>
        <w:t>International</w:t>
      </w:r>
    </w:p>
    <w:p w14:paraId="5FDE2990" w14:textId="77092A56" w:rsidR="0096484D" w:rsidRDefault="002F2D64" w:rsidP="0096484D">
      <w:pPr>
        <w:pStyle w:val="StrongNumbered"/>
        <w:numPr>
          <w:ilvl w:val="0"/>
          <w:numId w:val="0"/>
        </w:numPr>
        <w:ind w:left="360" w:hanging="360"/>
        <w:rPr>
          <w:b w:val="0"/>
        </w:rPr>
      </w:pPr>
      <w:sdt>
        <w:sdtPr>
          <w:rPr>
            <w:i/>
          </w:rPr>
          <w:id w:val="1394535838"/>
          <w14:checkbox>
            <w14:checked w14:val="0"/>
            <w14:checkedState w14:val="2612" w14:font="MS Gothic"/>
            <w14:uncheckedState w14:val="2610" w14:font="MS Gothic"/>
          </w14:checkbox>
        </w:sdtPr>
        <w:sdtEndPr>
          <w:rPr>
            <w:i w:val="0"/>
          </w:rPr>
        </w:sdtEndPr>
        <w:sdtContent>
          <w:r w:rsidR="003D53DE">
            <w:rPr>
              <w:rFonts w:ascii="MS Gothic" w:eastAsia="MS Gothic" w:hAnsi="MS Gothic" w:hint="eastAsia"/>
            </w:rPr>
            <w:t>☐</w:t>
          </w:r>
        </w:sdtContent>
      </w:sdt>
      <w:r w:rsidR="003D53DE">
        <w:rPr>
          <w:b w:val="0"/>
        </w:rPr>
        <w:t xml:space="preserve"> </w:t>
      </w:r>
      <w:r w:rsidR="00A13F40">
        <w:rPr>
          <w:b w:val="0"/>
        </w:rPr>
        <w:t>Other</w:t>
      </w:r>
    </w:p>
    <w:tbl>
      <w:tblPr>
        <w:tblStyle w:val="TableGrid"/>
        <w:tblW w:w="0" w:type="auto"/>
        <w:tblLook w:val="04A0" w:firstRow="1" w:lastRow="0" w:firstColumn="1" w:lastColumn="0" w:noHBand="0" w:noVBand="1"/>
        <w:tblDescription w:val="Strategies for ensuring procurement entities obtain an understanding of Australian entity capability and capacity"/>
      </w:tblPr>
      <w:tblGrid>
        <w:gridCol w:w="9016"/>
      </w:tblGrid>
      <w:tr w:rsidR="0096484D" w:rsidRPr="00F07286" w14:paraId="68D5B72E" w14:textId="77777777" w:rsidTr="0016791C">
        <w:trPr>
          <w:tblHeader/>
        </w:trPr>
        <w:sdt>
          <w:sdtPr>
            <w:id w:val="-774248092"/>
            <w:placeholder>
              <w:docPart w:val="74873FB0FF1F4D789CEE59D92C1DADD0"/>
            </w:placeholder>
          </w:sdtPr>
          <w:sdtEndPr/>
          <w:sdtContent>
            <w:sdt>
              <w:sdtPr>
                <w:id w:val="-2065549607"/>
                <w:placeholder>
                  <w:docPart w:val="60DCC1A707D64838BBA3A1B7BD474A7B"/>
                </w:placeholder>
              </w:sdtPr>
              <w:sdtEndPr/>
              <w:sdtContent>
                <w:tc>
                  <w:tcPr>
                    <w:tcW w:w="9242" w:type="dxa"/>
                  </w:tcPr>
                  <w:p w14:paraId="0455C0E5" w14:textId="5ED59FD2" w:rsidR="0096484D" w:rsidRPr="00F07286" w:rsidRDefault="0066684D" w:rsidP="0096484D">
                    <w:r>
                      <w:rPr>
                        <w:rStyle w:val="PlaceholderText"/>
                      </w:rPr>
                      <w:t>Describe other standards here</w:t>
                    </w:r>
                  </w:p>
                </w:tc>
              </w:sdtContent>
            </w:sdt>
          </w:sdtContent>
        </w:sdt>
      </w:tr>
    </w:tbl>
    <w:p w14:paraId="223CFA01" w14:textId="598B4DAF" w:rsidR="00300AB2" w:rsidRDefault="00300AB2" w:rsidP="00300AB2">
      <w:pPr>
        <w:rPr>
          <w:rStyle w:val="Emphasis"/>
        </w:rPr>
      </w:pPr>
      <w:r w:rsidRPr="00CC3D3F">
        <w:rPr>
          <w:rStyle w:val="Emphasis"/>
        </w:rPr>
        <w:t xml:space="preserve">Publication of standards will be required to occur on the website(s) detailed in question </w:t>
      </w:r>
      <w:r w:rsidR="003F7490">
        <w:rPr>
          <w:rStyle w:val="Emphasis"/>
        </w:rPr>
        <w:t>3</w:t>
      </w:r>
      <w:r w:rsidRPr="00CC3D3F">
        <w:rPr>
          <w:rStyle w:val="Emphasis"/>
        </w:rPr>
        <w:t xml:space="preserve"> of ‘B.3 – Publication of </w:t>
      </w:r>
      <w:r w:rsidR="00AB1FEC">
        <w:rPr>
          <w:rStyle w:val="Emphasis"/>
        </w:rPr>
        <w:t>Information</w:t>
      </w:r>
      <w:r w:rsidR="00AB1FEC" w:rsidRPr="00CC3D3F">
        <w:rPr>
          <w:rStyle w:val="Emphasis"/>
        </w:rPr>
        <w:t>’</w:t>
      </w:r>
      <w:r w:rsidRPr="00CC3D3F">
        <w:rPr>
          <w:rStyle w:val="Emphasis"/>
        </w:rPr>
        <w:t xml:space="preserve">. </w:t>
      </w:r>
    </w:p>
    <w:p w14:paraId="260A5534" w14:textId="5F1E494D" w:rsidR="003D53DE" w:rsidRPr="003D53DE" w:rsidRDefault="003D53DE" w:rsidP="00300AB2">
      <w:pPr>
        <w:rPr>
          <w:rStyle w:val="Emphasis"/>
          <w:b/>
          <w:i w:val="0"/>
        </w:rPr>
      </w:pPr>
      <w:r w:rsidRPr="003D53DE">
        <w:rPr>
          <w:rStyle w:val="Emphasis"/>
          <w:b/>
          <w:i w:val="0"/>
        </w:rPr>
        <w:t xml:space="preserve">If the project does </w:t>
      </w:r>
      <w:r w:rsidRPr="00A13F40">
        <w:rPr>
          <w:rStyle w:val="Emphasis"/>
          <w:b/>
          <w:i w:val="0"/>
          <w:u w:val="single"/>
        </w:rPr>
        <w:t>not</w:t>
      </w:r>
      <w:r w:rsidRPr="003D53DE">
        <w:rPr>
          <w:rStyle w:val="Emphasis"/>
          <w:b/>
          <w:i w:val="0"/>
        </w:rPr>
        <w:t xml:space="preserve"> use Australian and/or recognised international standards, what impact will this have on the ability of Australian entities to participate? </w:t>
      </w:r>
    </w:p>
    <w:tbl>
      <w:tblPr>
        <w:tblStyle w:val="TableGrid"/>
        <w:tblW w:w="0" w:type="auto"/>
        <w:tblLook w:val="04A0" w:firstRow="1" w:lastRow="0" w:firstColumn="1" w:lastColumn="0" w:noHBand="0" w:noVBand="1"/>
        <w:tblDescription w:val="Strategies for ensuring procurement entities obtain an understanding of Australian entity capability and capacity"/>
      </w:tblPr>
      <w:tblGrid>
        <w:gridCol w:w="9016"/>
      </w:tblGrid>
      <w:tr w:rsidR="003D53DE" w:rsidRPr="00F07286" w14:paraId="50430CD7" w14:textId="77777777" w:rsidTr="00626BA7">
        <w:trPr>
          <w:tblHeader/>
        </w:trPr>
        <w:sdt>
          <w:sdtPr>
            <w:id w:val="-2046589013"/>
            <w:placeholder>
              <w:docPart w:val="0D5F598FC50F4619B3105EFEFBE1B876"/>
            </w:placeholder>
            <w:showingPlcHdr/>
          </w:sdtPr>
          <w:sdtEndPr/>
          <w:sdtContent>
            <w:tc>
              <w:tcPr>
                <w:tcW w:w="9242" w:type="dxa"/>
              </w:tcPr>
              <w:p w14:paraId="7E81AFD2" w14:textId="77777777" w:rsidR="003D53DE" w:rsidRPr="00F07286" w:rsidRDefault="003D53DE" w:rsidP="00626BA7">
                <w:r>
                  <w:rPr>
                    <w:rStyle w:val="PlaceholderText"/>
                  </w:rPr>
                  <w:t>Enter response here</w:t>
                </w:r>
              </w:p>
            </w:tc>
          </w:sdtContent>
        </w:sdt>
      </w:tr>
    </w:tbl>
    <w:p w14:paraId="34B0FACA" w14:textId="56960319" w:rsidR="003D53DE" w:rsidRPr="00CC3D3F" w:rsidRDefault="003D53DE" w:rsidP="00300AB2">
      <w:pPr>
        <w:rPr>
          <w:rStyle w:val="Emphasis"/>
        </w:rPr>
      </w:pPr>
    </w:p>
    <w:p w14:paraId="23F100B1" w14:textId="77777777" w:rsidR="005A7DD5" w:rsidRDefault="005A7DD5">
      <w:pPr>
        <w:spacing w:before="0" w:after="0"/>
        <w:rPr>
          <w:rFonts w:cs="Arial"/>
          <w:b/>
          <w:bCs/>
          <w:color w:val="005677"/>
          <w:sz w:val="32"/>
          <w:szCs w:val="26"/>
        </w:rPr>
      </w:pPr>
      <w:r>
        <w:br w:type="page"/>
      </w:r>
    </w:p>
    <w:p w14:paraId="3BA2777A" w14:textId="2F4923D9" w:rsidR="00D0596A" w:rsidRPr="00F07286" w:rsidRDefault="00D0596A" w:rsidP="00DE24BF">
      <w:pPr>
        <w:pStyle w:val="Heading3"/>
      </w:pPr>
      <w:r w:rsidRPr="00F07286">
        <w:lastRenderedPageBreak/>
        <w:t>B.3</w:t>
      </w:r>
      <w:r w:rsidRPr="00F07286">
        <w:tab/>
        <w:t xml:space="preserve">Publication of </w:t>
      </w:r>
      <w:r w:rsidR="008961BE">
        <w:t>Information</w:t>
      </w:r>
    </w:p>
    <w:p w14:paraId="73A0E9B7" w14:textId="77777777" w:rsidR="006B4119" w:rsidRDefault="00D0596A" w:rsidP="006B4119">
      <w:pPr>
        <w:pStyle w:val="StrongNumbered"/>
        <w:numPr>
          <w:ilvl w:val="0"/>
          <w:numId w:val="0"/>
        </w:numPr>
        <w:ind w:left="142"/>
        <w:rPr>
          <w:b w:val="0"/>
        </w:rPr>
      </w:pPr>
      <w:r w:rsidRPr="006B4119">
        <w:rPr>
          <w:b w:val="0"/>
        </w:rPr>
        <w:t xml:space="preserve">This criterion should detail where you </w:t>
      </w:r>
      <w:r w:rsidR="003317A6" w:rsidRPr="006B4119">
        <w:rPr>
          <w:b w:val="0"/>
        </w:rPr>
        <w:t xml:space="preserve">and your procurement entities </w:t>
      </w:r>
      <w:r w:rsidRPr="006B4119">
        <w:rPr>
          <w:b w:val="0"/>
        </w:rPr>
        <w:t>will publish information on the project</w:t>
      </w:r>
      <w:r w:rsidR="003317A6" w:rsidRPr="006B4119">
        <w:rPr>
          <w:b w:val="0"/>
        </w:rPr>
        <w:t xml:space="preserve"> and its opportunities</w:t>
      </w:r>
      <w:r w:rsidR="003C2E27" w:rsidRPr="006B4119">
        <w:rPr>
          <w:b w:val="0"/>
        </w:rPr>
        <w:t>.</w:t>
      </w:r>
    </w:p>
    <w:p w14:paraId="5E1C7A55" w14:textId="7F330431" w:rsidR="006B4119" w:rsidRPr="006B4119" w:rsidRDefault="00D0596A" w:rsidP="006B4119">
      <w:pPr>
        <w:pStyle w:val="StrongNumbered"/>
        <w:numPr>
          <w:ilvl w:val="0"/>
          <w:numId w:val="0"/>
        </w:numPr>
        <w:ind w:left="142"/>
        <w:rPr>
          <w:b w:val="0"/>
        </w:rPr>
      </w:pPr>
      <w:r w:rsidRPr="006B4119">
        <w:rPr>
          <w:b w:val="0"/>
        </w:rPr>
        <w:t xml:space="preserve"> </w:t>
      </w:r>
    </w:p>
    <w:p w14:paraId="211DE7FA" w14:textId="058DF456" w:rsidR="00D0596A" w:rsidRPr="00F07286" w:rsidRDefault="00E01EB0" w:rsidP="00333F21">
      <w:pPr>
        <w:pStyle w:val="StrongNumbered"/>
        <w:numPr>
          <w:ilvl w:val="0"/>
          <w:numId w:val="35"/>
        </w:numPr>
      </w:pPr>
      <w:r>
        <w:t>P</w:t>
      </w:r>
      <w:r w:rsidR="00D0596A" w:rsidRPr="00F07286">
        <w:t>rovide the web address of the project proponent and/or project.</w:t>
      </w:r>
    </w:p>
    <w:p w14:paraId="1359142D" w14:textId="6318144E" w:rsidR="00D0596A" w:rsidRPr="00D0596A" w:rsidRDefault="00D0596A" w:rsidP="00D0596A">
      <w:pPr>
        <w:rPr>
          <w:rStyle w:val="Emphasis"/>
        </w:rPr>
      </w:pPr>
      <w:r w:rsidRPr="00D0596A">
        <w:rPr>
          <w:rStyle w:val="Emphasis"/>
        </w:rPr>
        <w:t xml:space="preserve">This should be the website which will be used to promote the project and provide general </w:t>
      </w:r>
      <w:r w:rsidR="00B23472">
        <w:rPr>
          <w:rStyle w:val="Emphasis"/>
        </w:rPr>
        <w:t>information for suppliers and a link to procurement opportunities</w:t>
      </w:r>
      <w:r w:rsidRPr="00D0596A">
        <w:rPr>
          <w:rStyle w:val="Emphasis"/>
        </w:rPr>
        <w:t>.</w:t>
      </w:r>
    </w:p>
    <w:tbl>
      <w:tblPr>
        <w:tblStyle w:val="TableGrid"/>
        <w:tblW w:w="0" w:type="auto"/>
        <w:tblLook w:val="04A0" w:firstRow="1" w:lastRow="0" w:firstColumn="1" w:lastColumn="0" w:noHBand="0" w:noVBand="1"/>
        <w:tblDescription w:val="Project proponent and/or project website"/>
      </w:tblPr>
      <w:tblGrid>
        <w:gridCol w:w="9016"/>
      </w:tblGrid>
      <w:tr w:rsidR="00D0596A" w:rsidRPr="00F07286" w14:paraId="35132D30" w14:textId="77777777" w:rsidTr="00E00A6C">
        <w:trPr>
          <w:trHeight w:val="387"/>
          <w:tblHeader/>
        </w:trPr>
        <w:sdt>
          <w:sdtPr>
            <w:id w:val="1192502475"/>
            <w:placeholder>
              <w:docPart w:val="4C1C5FC236B94F609AE3CB115E054B1B"/>
            </w:placeholder>
            <w:showingPlcHdr/>
          </w:sdtPr>
          <w:sdtEndPr/>
          <w:sdtContent>
            <w:tc>
              <w:tcPr>
                <w:tcW w:w="9242" w:type="dxa"/>
              </w:tcPr>
              <w:p w14:paraId="5B67B838" w14:textId="77777777" w:rsidR="00D0596A" w:rsidRPr="00F07286" w:rsidRDefault="00411C95" w:rsidP="00D0596A">
                <w:r>
                  <w:rPr>
                    <w:rStyle w:val="PlaceholderText"/>
                  </w:rPr>
                  <w:t>Enter response here</w:t>
                </w:r>
              </w:p>
            </w:tc>
          </w:sdtContent>
        </w:sdt>
      </w:tr>
    </w:tbl>
    <w:p w14:paraId="3BB9530B" w14:textId="77777777" w:rsidR="00D0596A" w:rsidRPr="00F07286" w:rsidRDefault="00E01EB0" w:rsidP="00D0596A">
      <w:pPr>
        <w:pStyle w:val="StrongNumbered"/>
      </w:pPr>
      <w:r>
        <w:t>P</w:t>
      </w:r>
      <w:r w:rsidR="00D0596A" w:rsidRPr="00F07286">
        <w:t>rovide the web address where project opportunities will be published.</w:t>
      </w:r>
    </w:p>
    <w:p w14:paraId="4FB3A736" w14:textId="4C17E51D" w:rsidR="00D0596A" w:rsidRPr="00D0596A" w:rsidRDefault="00D0596A" w:rsidP="00D0596A">
      <w:pPr>
        <w:rPr>
          <w:rStyle w:val="Emphasis"/>
        </w:rPr>
      </w:pPr>
      <w:r w:rsidRPr="00D0596A">
        <w:rPr>
          <w:rStyle w:val="Emphasis"/>
        </w:rPr>
        <w:t xml:space="preserve">This website </w:t>
      </w:r>
      <w:r w:rsidR="00AB52E6">
        <w:rPr>
          <w:rStyle w:val="Emphasis"/>
        </w:rPr>
        <w:t xml:space="preserve">should </w:t>
      </w:r>
      <w:r w:rsidRPr="00D0596A">
        <w:rPr>
          <w:rStyle w:val="Emphasis"/>
        </w:rPr>
        <w:t xml:space="preserve">communicate </w:t>
      </w:r>
      <w:r w:rsidR="00300AB2">
        <w:rPr>
          <w:rStyle w:val="Emphasis"/>
        </w:rPr>
        <w:t xml:space="preserve">details of </w:t>
      </w:r>
      <w:r w:rsidR="00AB52E6">
        <w:rPr>
          <w:rStyle w:val="Emphasis"/>
        </w:rPr>
        <w:t xml:space="preserve">all </w:t>
      </w:r>
      <w:r w:rsidRPr="00D0596A">
        <w:rPr>
          <w:rStyle w:val="Emphasis"/>
        </w:rPr>
        <w:t>available opportunities to supply key goods or services for the project as they arise</w:t>
      </w:r>
      <w:r w:rsidR="00C474DD">
        <w:rPr>
          <w:rStyle w:val="Emphasis"/>
        </w:rPr>
        <w:t xml:space="preserve"> and allow suppliers to register interest against those opportunities</w:t>
      </w:r>
      <w:r w:rsidRPr="00D0596A">
        <w:rPr>
          <w:rStyle w:val="Emphasis"/>
        </w:rPr>
        <w:t>.</w:t>
      </w:r>
      <w:r w:rsidR="00AB52E6">
        <w:rPr>
          <w:rStyle w:val="Emphasis"/>
        </w:rPr>
        <w:t xml:space="preserve"> </w:t>
      </w:r>
      <w:r w:rsidR="003C2E27">
        <w:rPr>
          <w:rStyle w:val="Emphasis"/>
        </w:rPr>
        <w:t>It</w:t>
      </w:r>
      <w:r w:rsidR="00AB52E6">
        <w:rPr>
          <w:rStyle w:val="Emphasis"/>
        </w:rPr>
        <w:t xml:space="preserve"> should be updated on a regular basis to ensure Australian entities are provided </w:t>
      </w:r>
      <w:r w:rsidR="001103D9">
        <w:rPr>
          <w:rStyle w:val="Emphasis"/>
        </w:rPr>
        <w:t>current</w:t>
      </w:r>
      <w:r w:rsidR="00AB52E6">
        <w:rPr>
          <w:rStyle w:val="Emphasis"/>
        </w:rPr>
        <w:t xml:space="preserve"> information on all opportunities.</w:t>
      </w:r>
      <w:r w:rsidR="00333F21">
        <w:rPr>
          <w:rStyle w:val="Emphasis"/>
        </w:rPr>
        <w:t xml:space="preserve"> </w:t>
      </w:r>
    </w:p>
    <w:tbl>
      <w:tblPr>
        <w:tblStyle w:val="TableGrid"/>
        <w:tblW w:w="0" w:type="auto"/>
        <w:tblLook w:val="04A0" w:firstRow="1" w:lastRow="0" w:firstColumn="1" w:lastColumn="0" w:noHBand="0" w:noVBand="1"/>
        <w:tblDescription w:val="Project opportunities website"/>
      </w:tblPr>
      <w:tblGrid>
        <w:gridCol w:w="9016"/>
      </w:tblGrid>
      <w:tr w:rsidR="00D0596A" w:rsidRPr="00F07286" w14:paraId="5B189A59" w14:textId="77777777" w:rsidTr="00E00A6C">
        <w:trPr>
          <w:trHeight w:val="387"/>
          <w:tblHeader/>
        </w:trPr>
        <w:sdt>
          <w:sdtPr>
            <w:id w:val="-664853469"/>
            <w:placeholder>
              <w:docPart w:val="3E040F75CC3545D7AF046D92ED5AD9CA"/>
            </w:placeholder>
            <w:showingPlcHdr/>
          </w:sdtPr>
          <w:sdtEndPr/>
          <w:sdtContent>
            <w:tc>
              <w:tcPr>
                <w:tcW w:w="9242" w:type="dxa"/>
              </w:tcPr>
              <w:p w14:paraId="3A2290C5" w14:textId="77777777" w:rsidR="00D0596A" w:rsidRPr="00F07286" w:rsidRDefault="00411C95" w:rsidP="00D0596A">
                <w:r>
                  <w:rPr>
                    <w:rStyle w:val="PlaceholderText"/>
                  </w:rPr>
                  <w:t>Enter response here</w:t>
                </w:r>
              </w:p>
            </w:tc>
          </w:sdtContent>
        </w:sdt>
      </w:tr>
    </w:tbl>
    <w:p w14:paraId="59E63ECB" w14:textId="2CB0866F" w:rsidR="00D0596A" w:rsidRPr="00F07286" w:rsidRDefault="00E01EB0" w:rsidP="00D0596A">
      <w:pPr>
        <w:pStyle w:val="StrongNumbered"/>
      </w:pPr>
      <w:r>
        <w:t>D</w:t>
      </w:r>
      <w:r w:rsidR="00D0596A" w:rsidRPr="00F07286">
        <w:t>escribe how you will ensure that your procurement entities will maintain a publicly accessible website</w:t>
      </w:r>
      <w:r w:rsidR="00784866">
        <w:t>. Confirm that each such website will include:</w:t>
      </w:r>
      <w:r w:rsidR="00D0596A" w:rsidRPr="00F07286">
        <w:t xml:space="preserve"> </w:t>
      </w:r>
    </w:p>
    <w:p w14:paraId="7103D240" w14:textId="4E8459EA" w:rsidR="00D0596A" w:rsidRPr="00D0596A" w:rsidRDefault="00D0596A" w:rsidP="00D0596A">
      <w:pPr>
        <w:pStyle w:val="ListParagraph"/>
        <w:ind w:left="709"/>
        <w:rPr>
          <w:rStyle w:val="Strong"/>
        </w:rPr>
      </w:pPr>
      <w:r w:rsidRPr="00D0596A">
        <w:rPr>
          <w:rStyle w:val="Strong"/>
        </w:rPr>
        <w:t>requirements potential bidders must satisfy in order to bid to supply key goods or services for the project (e.g. pre-qualification requirements);</w:t>
      </w:r>
    </w:p>
    <w:p w14:paraId="3AA5DFA8" w14:textId="7FB211B3" w:rsidR="00D0596A" w:rsidRPr="00D0596A" w:rsidRDefault="00D0596A" w:rsidP="00D0596A">
      <w:pPr>
        <w:pStyle w:val="ListParagraph"/>
        <w:ind w:left="709"/>
        <w:rPr>
          <w:rStyle w:val="Strong"/>
        </w:rPr>
      </w:pPr>
      <w:r w:rsidRPr="00D0596A">
        <w:rPr>
          <w:rStyle w:val="Strong"/>
        </w:rPr>
        <w:t>standards for key goods or services for the project (if standards are neither Australian nor international standards an explanation will need to be included); and</w:t>
      </w:r>
    </w:p>
    <w:p w14:paraId="0881F3FF" w14:textId="1633BD15" w:rsidR="00D0596A" w:rsidRDefault="00D0596A" w:rsidP="00D0596A">
      <w:pPr>
        <w:pStyle w:val="ListParagraph"/>
        <w:ind w:left="709"/>
        <w:rPr>
          <w:rStyle w:val="Strong"/>
        </w:rPr>
      </w:pPr>
      <w:r w:rsidRPr="00D0596A">
        <w:rPr>
          <w:rStyle w:val="Strong"/>
        </w:rPr>
        <w:t>contact details for a procurement contact officer for Australian entities to approach with enquiries.</w:t>
      </w:r>
    </w:p>
    <w:p w14:paraId="7C7A2771" w14:textId="59E97FA1" w:rsidR="00C57D13" w:rsidRPr="00D0596A" w:rsidRDefault="00CC7CA5" w:rsidP="00C57D13">
      <w:pPr>
        <w:ind w:left="352"/>
        <w:rPr>
          <w:rStyle w:val="Strong"/>
        </w:rPr>
      </w:pPr>
      <w:r>
        <w:rPr>
          <w:rStyle w:val="Strong"/>
        </w:rPr>
        <w:t>P</w:t>
      </w:r>
      <w:r w:rsidR="00C57D13">
        <w:rPr>
          <w:rStyle w:val="Strong"/>
        </w:rPr>
        <w:t xml:space="preserve">rovide the </w:t>
      </w:r>
      <w:r w:rsidR="0038616D">
        <w:rPr>
          <w:rStyle w:val="Strong"/>
        </w:rPr>
        <w:t>web address</w:t>
      </w:r>
      <w:r w:rsidR="00C57D13">
        <w:rPr>
          <w:rStyle w:val="Strong"/>
        </w:rPr>
        <w:t xml:space="preserve"> of the publicly accessible website for each procurement entity (where known).</w:t>
      </w:r>
    </w:p>
    <w:p w14:paraId="754827E3" w14:textId="18CC8770" w:rsidR="00D0596A" w:rsidRPr="00D0596A" w:rsidRDefault="00D0596A" w:rsidP="00D0596A">
      <w:pPr>
        <w:rPr>
          <w:rStyle w:val="Emphasis"/>
        </w:rPr>
      </w:pPr>
      <w:r w:rsidRPr="00D0596A">
        <w:rPr>
          <w:rStyle w:val="Emphasis"/>
        </w:rPr>
        <w:t xml:space="preserve">Where you are acting as the procurement entity detail how you will </w:t>
      </w:r>
      <w:r w:rsidR="00884752">
        <w:rPr>
          <w:rStyle w:val="Emphasis"/>
        </w:rPr>
        <w:t>meet this requirement</w:t>
      </w:r>
      <w:r w:rsidRPr="00D0596A">
        <w:rPr>
          <w:rStyle w:val="Emphasis"/>
        </w:rPr>
        <w:t>.</w:t>
      </w:r>
    </w:p>
    <w:tbl>
      <w:tblPr>
        <w:tblStyle w:val="TableGrid"/>
        <w:tblW w:w="0" w:type="auto"/>
        <w:tblLook w:val="04A0" w:firstRow="1" w:lastRow="0" w:firstColumn="1" w:lastColumn="0" w:noHBand="0" w:noVBand="1"/>
        <w:tblDescription w:val="Procurement entity website strategies"/>
      </w:tblPr>
      <w:tblGrid>
        <w:gridCol w:w="9016"/>
      </w:tblGrid>
      <w:tr w:rsidR="00D0596A" w:rsidRPr="00F07286" w14:paraId="68644EF4" w14:textId="77777777" w:rsidTr="00E00A6C">
        <w:trPr>
          <w:trHeight w:val="387"/>
          <w:tblHeader/>
        </w:trPr>
        <w:sdt>
          <w:sdtPr>
            <w:id w:val="-1095233081"/>
            <w:placeholder>
              <w:docPart w:val="51D1211983A747E983F845CAC9B32867"/>
            </w:placeholder>
            <w:showingPlcHdr/>
          </w:sdtPr>
          <w:sdtEndPr/>
          <w:sdtContent>
            <w:tc>
              <w:tcPr>
                <w:tcW w:w="9242" w:type="dxa"/>
              </w:tcPr>
              <w:p w14:paraId="6C2F29D2" w14:textId="77777777" w:rsidR="00D0596A" w:rsidRPr="00F07286" w:rsidRDefault="00411C95" w:rsidP="00D0596A">
                <w:r>
                  <w:rPr>
                    <w:rStyle w:val="PlaceholderText"/>
                  </w:rPr>
                  <w:t>Enter response here</w:t>
                </w:r>
              </w:p>
            </w:tc>
          </w:sdtContent>
        </w:sdt>
      </w:tr>
    </w:tbl>
    <w:p w14:paraId="6B35D59B" w14:textId="77777777" w:rsidR="00D0596A" w:rsidRPr="00D0596A" w:rsidRDefault="00D0596A" w:rsidP="00D0596A">
      <w:pPr>
        <w:rPr>
          <w:rStyle w:val="Emphasis"/>
        </w:rPr>
      </w:pPr>
    </w:p>
    <w:p w14:paraId="0B509BE4" w14:textId="77777777" w:rsidR="00D0596A" w:rsidRPr="00F07286" w:rsidRDefault="00D0596A" w:rsidP="00D0596A"/>
    <w:p w14:paraId="2E79219E" w14:textId="77777777" w:rsidR="00D0596A" w:rsidRPr="00F07286" w:rsidRDefault="00D0596A" w:rsidP="00D0596A">
      <w:r w:rsidRPr="00F07286">
        <w:br w:type="page"/>
      </w:r>
    </w:p>
    <w:p w14:paraId="780B6F2E" w14:textId="6F6DD5D5" w:rsidR="00D0596A" w:rsidRPr="00F07286" w:rsidRDefault="00D0596A" w:rsidP="00DE24BF">
      <w:pPr>
        <w:pStyle w:val="Heading3"/>
      </w:pPr>
      <w:r w:rsidRPr="00F07286">
        <w:lastRenderedPageBreak/>
        <w:t>B.4</w:t>
      </w:r>
      <w:r w:rsidRPr="00F07286">
        <w:tab/>
        <w:t>Communicating and Providing Opportunities</w:t>
      </w:r>
    </w:p>
    <w:p w14:paraId="69B52E2C" w14:textId="011C64AF" w:rsidR="00D0596A" w:rsidRPr="00F07286" w:rsidRDefault="00D0596A" w:rsidP="00D0596A">
      <w:r w:rsidRPr="00F07286">
        <w:t>This criterion requires a</w:t>
      </w:r>
      <w:r w:rsidR="00D05589">
        <w:t xml:space="preserve">n </w:t>
      </w:r>
      <w:r w:rsidR="00E12F7D">
        <w:t xml:space="preserve">engagement and </w:t>
      </w:r>
      <w:r w:rsidRPr="00F07286">
        <w:t xml:space="preserve">communication strategy </w:t>
      </w:r>
      <w:r w:rsidR="00E12F7D">
        <w:t xml:space="preserve">with Australian entities. </w:t>
      </w:r>
      <w:r w:rsidRPr="00F07286">
        <w:t xml:space="preserve">This must </w:t>
      </w:r>
      <w:r w:rsidR="005A7DD5">
        <w:t>detail</w:t>
      </w:r>
      <w:r w:rsidRPr="00F07286">
        <w:t xml:space="preserve"> how you will actively seek information on Australian entities’ capability and communicate </w:t>
      </w:r>
      <w:r w:rsidR="00C540F9">
        <w:t xml:space="preserve">project </w:t>
      </w:r>
      <w:r w:rsidRPr="00F07286">
        <w:t xml:space="preserve">opportunities to Australian entities in all stages of the project </w:t>
      </w:r>
      <w:r w:rsidR="002678C8">
        <w:t>and through all tiers of supply</w:t>
      </w:r>
      <w:r w:rsidRPr="00F07286">
        <w:t>.</w:t>
      </w:r>
    </w:p>
    <w:p w14:paraId="49C9D2B4" w14:textId="02D4C99E" w:rsidR="00D0596A" w:rsidRPr="005A7DD5" w:rsidRDefault="00477381" w:rsidP="00D0596A">
      <w:pPr>
        <w:pStyle w:val="StrongNumbered"/>
        <w:numPr>
          <w:ilvl w:val="0"/>
          <w:numId w:val="36"/>
        </w:numPr>
        <w:rPr>
          <w:rStyle w:val="Emphasis"/>
          <w:i w:val="0"/>
        </w:rPr>
      </w:pPr>
      <w:r>
        <w:t>Select and d</w:t>
      </w:r>
      <w:r w:rsidR="005D7368">
        <w:t>escribe the activities</w:t>
      </w:r>
      <w:r w:rsidR="00D0596A" w:rsidRPr="00F07286">
        <w:t xml:space="preserve"> you </w:t>
      </w:r>
      <w:r w:rsidR="00D05589">
        <w:t>will</w:t>
      </w:r>
      <w:r w:rsidR="00D0596A" w:rsidRPr="00F07286">
        <w:t xml:space="preserve"> undertake to </w:t>
      </w:r>
      <w:r w:rsidR="00C540F9">
        <w:t xml:space="preserve">engage with Australian entities and </w:t>
      </w:r>
      <w:r w:rsidR="00AE60BD">
        <w:t>raise</w:t>
      </w:r>
      <w:r w:rsidR="00AE60BD" w:rsidRPr="00F07286">
        <w:t xml:space="preserve"> </w:t>
      </w:r>
      <w:r w:rsidR="00C540F9">
        <w:t xml:space="preserve">their </w:t>
      </w:r>
      <w:r w:rsidR="00D0596A" w:rsidRPr="00F07286">
        <w:t xml:space="preserve">awareness </w:t>
      </w:r>
      <w:r w:rsidR="005A7DD5">
        <w:t>about opportunities</w:t>
      </w:r>
      <w:r w:rsidR="00D0596A" w:rsidRPr="00F07286">
        <w:t xml:space="preserve"> to supply key goods or services for this project. A minimum of four actions should be </w:t>
      </w:r>
      <w:r w:rsidR="00074708">
        <w:t>selected</w:t>
      </w:r>
      <w:r w:rsidR="000611C6">
        <w:t>.</w:t>
      </w:r>
    </w:p>
    <w:p w14:paraId="48F079A8" w14:textId="662D3F2A" w:rsidR="00423A4C" w:rsidRPr="00C178D1" w:rsidRDefault="002F2D64" w:rsidP="00423A4C">
      <w:sdt>
        <w:sdtPr>
          <w:rPr>
            <w:b/>
          </w:rPr>
          <w:id w:val="227579256"/>
          <w14:checkbox>
            <w14:checked w14:val="0"/>
            <w14:checkedState w14:val="2612" w14:font="MS Gothic"/>
            <w14:uncheckedState w14:val="2610" w14:font="MS Gothic"/>
          </w14:checkbox>
        </w:sdtPr>
        <w:sdtEndPr/>
        <w:sdtContent>
          <w:r w:rsidR="005A7DD5">
            <w:rPr>
              <w:rFonts w:ascii="MS Gothic" w:eastAsia="MS Gothic" w:hAnsi="MS Gothic" w:hint="eastAsia"/>
              <w:b/>
            </w:rPr>
            <w:t>☐</w:t>
          </w:r>
        </w:sdtContent>
      </w:sdt>
      <w:r w:rsidR="00423A4C" w:rsidRPr="00C178D1">
        <w:t xml:space="preserve"> </w:t>
      </w:r>
      <w:r w:rsidR="005A7DD5">
        <w:t>P</w:t>
      </w:r>
      <w:r w:rsidR="00423A4C">
        <w:t xml:space="preserve">romote project opportunities through industry associations </w:t>
      </w:r>
    </w:p>
    <w:tbl>
      <w:tblPr>
        <w:tblStyle w:val="TableGrid"/>
        <w:tblW w:w="0" w:type="auto"/>
        <w:tblLook w:val="04A0" w:firstRow="1" w:lastRow="0" w:firstColumn="1" w:lastColumn="0" w:noHBand="0" w:noVBand="1"/>
        <w:tblDescription w:val="Procurement entity website strategies"/>
      </w:tblPr>
      <w:tblGrid>
        <w:gridCol w:w="9016"/>
      </w:tblGrid>
      <w:tr w:rsidR="00423A4C" w:rsidRPr="00C178D1" w14:paraId="33C117C5" w14:textId="77777777" w:rsidTr="00E25E7F">
        <w:trPr>
          <w:trHeight w:val="387"/>
          <w:tblHeader/>
        </w:trPr>
        <w:sdt>
          <w:sdtPr>
            <w:id w:val="1898772974"/>
            <w:placeholder>
              <w:docPart w:val="A95C5F35513B4CF588BC09885437BE1A"/>
            </w:placeholder>
          </w:sdtPr>
          <w:sdtEndPr/>
          <w:sdtContent>
            <w:sdt>
              <w:sdtPr>
                <w:id w:val="-1219896346"/>
                <w:placeholder>
                  <w:docPart w:val="F432CAD1384744B792BCBC1B6FA82F58"/>
                </w:placeholder>
              </w:sdtPr>
              <w:sdtEndPr/>
              <w:sdtContent>
                <w:tc>
                  <w:tcPr>
                    <w:tcW w:w="9016" w:type="dxa"/>
                  </w:tcPr>
                  <w:p w14:paraId="4C780769" w14:textId="04087FB7" w:rsidR="00423A4C" w:rsidRPr="00C178D1" w:rsidRDefault="0066684D" w:rsidP="00E25E7F">
                    <w:pPr>
                      <w:rPr>
                        <w:rFonts w:eastAsia="Times New Roman" w:cs="Times New Roman"/>
                      </w:rPr>
                    </w:pPr>
                    <w:r>
                      <w:rPr>
                        <w:rStyle w:val="PlaceholderText"/>
                      </w:rPr>
                      <w:t>Provide more information and the timeframe for this action here</w:t>
                    </w:r>
                  </w:p>
                </w:tc>
              </w:sdtContent>
            </w:sdt>
          </w:sdtContent>
        </w:sdt>
      </w:tr>
    </w:tbl>
    <w:p w14:paraId="11B9A521" w14:textId="6374BA5D" w:rsidR="00423A4C" w:rsidRPr="004D0ADF" w:rsidRDefault="002F2D64" w:rsidP="00423A4C">
      <w:sdt>
        <w:sdtPr>
          <w:rPr>
            <w:b/>
          </w:rPr>
          <w:id w:val="-728380422"/>
          <w14:checkbox>
            <w14:checked w14:val="0"/>
            <w14:checkedState w14:val="2612" w14:font="MS Gothic"/>
            <w14:uncheckedState w14:val="2610" w14:font="MS Gothic"/>
          </w14:checkbox>
        </w:sdtPr>
        <w:sdtEndPr/>
        <w:sdtContent>
          <w:r w:rsidR="005A7DD5">
            <w:rPr>
              <w:rFonts w:ascii="MS Gothic" w:eastAsia="MS Gothic" w:hAnsi="MS Gothic" w:hint="eastAsia"/>
              <w:b/>
            </w:rPr>
            <w:t>☐</w:t>
          </w:r>
        </w:sdtContent>
      </w:sdt>
      <w:r w:rsidR="00423A4C" w:rsidRPr="004D0ADF">
        <w:t xml:space="preserve"> </w:t>
      </w:r>
      <w:r w:rsidR="005A7DD5">
        <w:t>E</w:t>
      </w:r>
      <w:r w:rsidR="00423A4C">
        <w:t>ngage with vendor identification agencies on project opportunities</w:t>
      </w:r>
      <w:r w:rsidR="00423A4C" w:rsidRPr="004D0ADF">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423A4C" w:rsidRPr="004D0ADF" w14:paraId="24C13795" w14:textId="77777777" w:rsidTr="00E25E7F">
        <w:trPr>
          <w:trHeight w:val="387"/>
          <w:tblHeader/>
        </w:trPr>
        <w:sdt>
          <w:sdtPr>
            <w:id w:val="-1814939939"/>
            <w:placeholder>
              <w:docPart w:val="C694B6DCE3FA442D8CAC8062A2D5F5D2"/>
            </w:placeholder>
          </w:sdtPr>
          <w:sdtEndPr/>
          <w:sdtContent>
            <w:sdt>
              <w:sdtPr>
                <w:id w:val="1349458587"/>
                <w:placeholder>
                  <w:docPart w:val="0E668753B17541EE85493D363A253F30"/>
                </w:placeholder>
              </w:sdtPr>
              <w:sdtEndPr/>
              <w:sdtContent>
                <w:tc>
                  <w:tcPr>
                    <w:tcW w:w="9242" w:type="dxa"/>
                  </w:tcPr>
                  <w:p w14:paraId="1A009E2F" w14:textId="0186EF88" w:rsidR="00423A4C" w:rsidRPr="004D0ADF" w:rsidRDefault="0066684D" w:rsidP="00E25E7F">
                    <w:pPr>
                      <w:rPr>
                        <w:rFonts w:eastAsia="Times New Roman" w:cs="Times New Roman"/>
                      </w:rPr>
                    </w:pPr>
                    <w:r>
                      <w:rPr>
                        <w:rStyle w:val="PlaceholderText"/>
                      </w:rPr>
                      <w:t>Provide more information and the timeframe for this action here</w:t>
                    </w:r>
                  </w:p>
                </w:tc>
              </w:sdtContent>
            </w:sdt>
          </w:sdtContent>
        </w:sdt>
      </w:tr>
    </w:tbl>
    <w:p w14:paraId="10E6FDFC" w14:textId="3A06129C" w:rsidR="00C178D1" w:rsidRPr="00C178D1" w:rsidRDefault="002F2D64" w:rsidP="00C178D1">
      <w:sdt>
        <w:sdtPr>
          <w:rPr>
            <w:b/>
          </w:rPr>
          <w:id w:val="1437796033"/>
          <w14:checkbox>
            <w14:checked w14:val="0"/>
            <w14:checkedState w14:val="2612" w14:font="MS Gothic"/>
            <w14:uncheckedState w14:val="2610" w14:font="MS Gothic"/>
          </w14:checkbox>
        </w:sdtPr>
        <w:sdtEndPr/>
        <w:sdtContent>
          <w:r w:rsidR="00C178D1">
            <w:rPr>
              <w:rFonts w:ascii="MS Gothic" w:eastAsia="MS Gothic" w:hAnsi="MS Gothic" w:hint="eastAsia"/>
              <w:b/>
            </w:rPr>
            <w:t>☐</w:t>
          </w:r>
        </w:sdtContent>
      </w:sdt>
      <w:r w:rsidR="00C178D1" w:rsidRPr="00C178D1">
        <w:t xml:space="preserve"> </w:t>
      </w:r>
      <w:r w:rsidR="005A7DD5">
        <w:t>C</w:t>
      </w:r>
      <w:r w:rsidR="00C178D1">
        <w:t>onduct supplier information briefings</w:t>
      </w:r>
      <w:r w:rsidR="00074708">
        <w:t xml:space="preserve"> on project opportunities</w:t>
      </w:r>
      <w:r w:rsidR="00C178D1">
        <w:t xml:space="preserve"> </w:t>
      </w:r>
      <w:r w:rsidR="00C178D1" w:rsidRPr="00C178D1">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C178D1" w:rsidRPr="00C178D1" w14:paraId="0BCAF100" w14:textId="77777777" w:rsidTr="00C178D1">
        <w:trPr>
          <w:trHeight w:val="387"/>
          <w:tblHeader/>
        </w:trPr>
        <w:sdt>
          <w:sdtPr>
            <w:id w:val="1832556107"/>
            <w:placeholder>
              <w:docPart w:val="8F997F40BBA849B8975D57CE4EBD43B4"/>
            </w:placeholder>
          </w:sdtPr>
          <w:sdtEndPr/>
          <w:sdtContent>
            <w:sdt>
              <w:sdtPr>
                <w:id w:val="1215774277"/>
                <w:placeholder>
                  <w:docPart w:val="520665B2FFCC4F9AB9A7EDB6E054B8D4"/>
                </w:placeholder>
              </w:sdtPr>
              <w:sdtEndPr/>
              <w:sdtContent>
                <w:tc>
                  <w:tcPr>
                    <w:tcW w:w="9016" w:type="dxa"/>
                  </w:tcPr>
                  <w:p w14:paraId="08AA63FF" w14:textId="10416B59" w:rsidR="00C178D1" w:rsidRPr="00C178D1" w:rsidRDefault="0066684D" w:rsidP="00C178D1">
                    <w:pPr>
                      <w:rPr>
                        <w:rFonts w:eastAsia="Times New Roman" w:cs="Times New Roman"/>
                      </w:rPr>
                    </w:pPr>
                    <w:r>
                      <w:rPr>
                        <w:rStyle w:val="PlaceholderText"/>
                      </w:rPr>
                      <w:t>Provide more information and the timeframe for this action here</w:t>
                    </w:r>
                  </w:p>
                </w:tc>
              </w:sdtContent>
            </w:sdt>
          </w:sdtContent>
        </w:sdt>
      </w:tr>
    </w:tbl>
    <w:p w14:paraId="13E8DF6F" w14:textId="4E0DDD1E" w:rsidR="00C178D1" w:rsidRPr="00C178D1" w:rsidRDefault="002F2D64" w:rsidP="00C178D1">
      <w:sdt>
        <w:sdtPr>
          <w:rPr>
            <w:b/>
          </w:rPr>
          <w:id w:val="-570578331"/>
          <w14:checkbox>
            <w14:checked w14:val="0"/>
            <w14:checkedState w14:val="2612" w14:font="MS Gothic"/>
            <w14:uncheckedState w14:val="2610" w14:font="MS Gothic"/>
          </w14:checkbox>
        </w:sdtPr>
        <w:sdtEndPr/>
        <w:sdtContent>
          <w:r w:rsidR="004D0ADF">
            <w:rPr>
              <w:rFonts w:ascii="MS Gothic" w:eastAsia="MS Gothic" w:hAnsi="MS Gothic" w:hint="eastAsia"/>
              <w:b/>
            </w:rPr>
            <w:t>☐</w:t>
          </w:r>
        </w:sdtContent>
      </w:sdt>
      <w:r w:rsidR="00C178D1" w:rsidRPr="00C178D1">
        <w:t xml:space="preserve"> </w:t>
      </w:r>
      <w:r w:rsidR="005A7DD5">
        <w:t>I</w:t>
      </w:r>
      <w:r w:rsidR="00C178D1">
        <w:t>ssue media releases and/or ASX announcements on project developments and opportunities</w:t>
      </w:r>
      <w:r w:rsidR="00C178D1" w:rsidRPr="00C178D1">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C178D1" w:rsidRPr="00C178D1" w14:paraId="410AC9B4" w14:textId="77777777" w:rsidTr="00C178D1">
        <w:trPr>
          <w:trHeight w:val="387"/>
          <w:tblHeader/>
        </w:trPr>
        <w:sdt>
          <w:sdtPr>
            <w:id w:val="1003475419"/>
            <w:placeholder>
              <w:docPart w:val="4FEAA45FAE8A4277A6CB5636F2AF6493"/>
            </w:placeholder>
          </w:sdtPr>
          <w:sdtEndPr/>
          <w:sdtContent>
            <w:sdt>
              <w:sdtPr>
                <w:id w:val="1123115802"/>
                <w:placeholder>
                  <w:docPart w:val="50452644B823424FA7807C8AAC422AFE"/>
                </w:placeholder>
              </w:sdtPr>
              <w:sdtEndPr/>
              <w:sdtContent>
                <w:tc>
                  <w:tcPr>
                    <w:tcW w:w="9016" w:type="dxa"/>
                  </w:tcPr>
                  <w:p w14:paraId="67D066F6" w14:textId="1F578660" w:rsidR="00C178D1" w:rsidRPr="00C178D1" w:rsidRDefault="0066684D" w:rsidP="00C178D1">
                    <w:pPr>
                      <w:rPr>
                        <w:rFonts w:eastAsia="Times New Roman" w:cs="Times New Roman"/>
                      </w:rPr>
                    </w:pPr>
                    <w:r>
                      <w:rPr>
                        <w:rStyle w:val="PlaceholderText"/>
                      </w:rPr>
                      <w:t>Provide more information and the timeframe for this action here</w:t>
                    </w:r>
                  </w:p>
                </w:tc>
              </w:sdtContent>
            </w:sdt>
          </w:sdtContent>
        </w:sdt>
      </w:tr>
    </w:tbl>
    <w:p w14:paraId="05F3EADB" w14:textId="56C30780" w:rsidR="00C178D1" w:rsidRPr="00C178D1" w:rsidRDefault="002F2D64" w:rsidP="00C178D1">
      <w:sdt>
        <w:sdtPr>
          <w:rPr>
            <w:b/>
          </w:rPr>
          <w:id w:val="1399475705"/>
          <w14:checkbox>
            <w14:checked w14:val="0"/>
            <w14:checkedState w14:val="2612" w14:font="MS Gothic"/>
            <w14:uncheckedState w14:val="2610" w14:font="MS Gothic"/>
          </w14:checkbox>
        </w:sdtPr>
        <w:sdtEndPr/>
        <w:sdtContent>
          <w:r w:rsidR="005A7DD5">
            <w:rPr>
              <w:rFonts w:ascii="MS Gothic" w:eastAsia="MS Gothic" w:hAnsi="MS Gothic" w:hint="eastAsia"/>
              <w:b/>
            </w:rPr>
            <w:t>☐</w:t>
          </w:r>
        </w:sdtContent>
      </w:sdt>
      <w:r w:rsidR="00C178D1" w:rsidRPr="00C178D1">
        <w:t xml:space="preserve"> </w:t>
      </w:r>
      <w:r w:rsidR="005A7DD5">
        <w:t>D</w:t>
      </w:r>
      <w:r w:rsidR="00423A4C">
        <w:t>evelop and distribute a supplier information guide for the project</w:t>
      </w:r>
      <w:r w:rsidR="00C178D1" w:rsidRPr="00C178D1">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C178D1" w:rsidRPr="00C178D1" w14:paraId="122FDABB" w14:textId="77777777" w:rsidTr="00074708">
        <w:trPr>
          <w:trHeight w:val="387"/>
          <w:tblHeader/>
        </w:trPr>
        <w:sdt>
          <w:sdtPr>
            <w:id w:val="-1854328189"/>
            <w:placeholder>
              <w:docPart w:val="AF5C5643DB9C4AFFBDE31A14AB8C0F0E"/>
            </w:placeholder>
          </w:sdtPr>
          <w:sdtEndPr/>
          <w:sdtContent>
            <w:sdt>
              <w:sdtPr>
                <w:id w:val="-1191912740"/>
                <w:placeholder>
                  <w:docPart w:val="64CCCCBDCF68446E896EE791387220D6"/>
                </w:placeholder>
              </w:sdtPr>
              <w:sdtEndPr/>
              <w:sdtContent>
                <w:tc>
                  <w:tcPr>
                    <w:tcW w:w="9016" w:type="dxa"/>
                  </w:tcPr>
                  <w:p w14:paraId="79858442" w14:textId="493DF19E" w:rsidR="00C178D1" w:rsidRPr="00C178D1" w:rsidRDefault="0066684D" w:rsidP="00C178D1">
                    <w:pPr>
                      <w:rPr>
                        <w:rFonts w:eastAsia="Times New Roman" w:cs="Times New Roman"/>
                      </w:rPr>
                    </w:pPr>
                    <w:r>
                      <w:rPr>
                        <w:rStyle w:val="PlaceholderText"/>
                      </w:rPr>
                      <w:t>Provide more information and the timeframe for this action here</w:t>
                    </w:r>
                  </w:p>
                </w:tc>
              </w:sdtContent>
            </w:sdt>
          </w:sdtContent>
        </w:sdt>
      </w:tr>
    </w:tbl>
    <w:p w14:paraId="465A4486" w14:textId="6D568EAD" w:rsidR="004D0ADF" w:rsidRPr="004D0ADF" w:rsidRDefault="002F2D64" w:rsidP="004D0ADF">
      <w:sdt>
        <w:sdtPr>
          <w:id w:val="367342110"/>
          <w14:checkbox>
            <w14:checked w14:val="0"/>
            <w14:checkedState w14:val="2612" w14:font="MS Gothic"/>
            <w14:uncheckedState w14:val="2610" w14:font="MS Gothic"/>
          </w14:checkbox>
        </w:sdtPr>
        <w:sdtEndPr/>
        <w:sdtContent>
          <w:r w:rsidR="004D0ADF" w:rsidRPr="004D0ADF">
            <w:rPr>
              <w:rFonts w:ascii="Segoe UI Symbol" w:hAnsi="Segoe UI Symbol" w:cs="Segoe UI Symbol"/>
            </w:rPr>
            <w:t>☐</w:t>
          </w:r>
        </w:sdtContent>
      </w:sdt>
      <w:r w:rsidR="005A7DD5">
        <w:t xml:space="preserve"> D</w:t>
      </w:r>
      <w:r w:rsidR="00423A4C">
        <w:t>irect contact suppliers with information on project opportunities</w:t>
      </w:r>
      <w:r w:rsidR="004D0ADF" w:rsidRPr="004D0ADF">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4D0ADF" w:rsidRPr="004D0ADF" w14:paraId="778FADB3" w14:textId="77777777" w:rsidTr="00626BA7">
        <w:trPr>
          <w:trHeight w:val="387"/>
          <w:tblHeader/>
        </w:trPr>
        <w:sdt>
          <w:sdtPr>
            <w:rPr>
              <w:szCs w:val="22"/>
            </w:rPr>
            <w:id w:val="-316041003"/>
            <w:placeholder>
              <w:docPart w:val="49E46C7F939E4F0CA92D056A06399625"/>
            </w:placeholder>
          </w:sdtPr>
          <w:sdtEndPr/>
          <w:sdtContent>
            <w:sdt>
              <w:sdtPr>
                <w:rPr>
                  <w:szCs w:val="22"/>
                </w:rPr>
                <w:id w:val="1834101102"/>
                <w:placeholder>
                  <w:docPart w:val="8B82D97AE343429D91969BB58EAE2811"/>
                </w:placeholder>
              </w:sdtPr>
              <w:sdtEndPr>
                <w:rPr>
                  <w:szCs w:val="24"/>
                </w:rPr>
              </w:sdtEndPr>
              <w:sdtContent>
                <w:tc>
                  <w:tcPr>
                    <w:tcW w:w="9242" w:type="dxa"/>
                  </w:tcPr>
                  <w:p w14:paraId="1003A9A4" w14:textId="55C79841" w:rsidR="004D0ADF" w:rsidRPr="0096484D" w:rsidRDefault="0066684D" w:rsidP="004D0ADF">
                    <w:pPr>
                      <w:rPr>
                        <w:rFonts w:eastAsia="Times New Roman" w:cs="Times New Roman"/>
                        <w:szCs w:val="22"/>
                      </w:rPr>
                    </w:pPr>
                    <w:r>
                      <w:rPr>
                        <w:rStyle w:val="PlaceholderText"/>
                      </w:rPr>
                      <w:t>Provide more information and the timeframe for this action here</w:t>
                    </w:r>
                  </w:p>
                </w:tc>
              </w:sdtContent>
            </w:sdt>
          </w:sdtContent>
        </w:sdt>
      </w:tr>
    </w:tbl>
    <w:p w14:paraId="2364CDAA" w14:textId="6CA8CF75" w:rsidR="00074708" w:rsidRPr="00074708" w:rsidRDefault="002F2D64" w:rsidP="00074708">
      <w:sdt>
        <w:sdtPr>
          <w:rPr>
            <w:b/>
          </w:rPr>
          <w:id w:val="1474562600"/>
          <w14:checkbox>
            <w14:checked w14:val="0"/>
            <w14:checkedState w14:val="2612" w14:font="MS Gothic"/>
            <w14:uncheckedState w14:val="2610" w14:font="MS Gothic"/>
          </w14:checkbox>
        </w:sdtPr>
        <w:sdtEndPr/>
        <w:sdtContent>
          <w:r w:rsidR="002678C8">
            <w:rPr>
              <w:rFonts w:ascii="MS Gothic" w:eastAsia="MS Gothic" w:hAnsi="MS Gothic" w:hint="eastAsia"/>
              <w:b/>
            </w:rPr>
            <w:t>☐</w:t>
          </w:r>
        </w:sdtContent>
      </w:sdt>
      <w:r w:rsidR="00074708" w:rsidRPr="00074708">
        <w:t xml:space="preserve"> </w:t>
      </w:r>
      <w:r w:rsidR="005A7DD5">
        <w:t>O</w:t>
      </w:r>
      <w:r w:rsidR="00CD3F84">
        <w:t>ther</w:t>
      </w:r>
      <w:r w:rsidR="00074708" w:rsidRPr="00074708">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074708" w:rsidRPr="00074708" w14:paraId="4CD240F1" w14:textId="77777777" w:rsidTr="00626BA7">
        <w:trPr>
          <w:trHeight w:val="387"/>
          <w:tblHeader/>
        </w:trPr>
        <w:sdt>
          <w:sdtPr>
            <w:id w:val="-129170522"/>
            <w:placeholder>
              <w:docPart w:val="14794184A9C0430C8F98C87B8E5D33FD"/>
            </w:placeholder>
          </w:sdtPr>
          <w:sdtEndPr/>
          <w:sdtContent>
            <w:sdt>
              <w:sdtPr>
                <w:id w:val="103942078"/>
                <w:placeholder>
                  <w:docPart w:val="830CAE8BF4E74D49874A47AEB0767673"/>
                </w:placeholder>
              </w:sdtPr>
              <w:sdtEndPr/>
              <w:sdtContent>
                <w:tc>
                  <w:tcPr>
                    <w:tcW w:w="9242" w:type="dxa"/>
                  </w:tcPr>
                  <w:p w14:paraId="6D32B18C" w14:textId="228D0437" w:rsidR="00074708" w:rsidRPr="00074708" w:rsidRDefault="0066684D" w:rsidP="00074708">
                    <w:pPr>
                      <w:rPr>
                        <w:rFonts w:eastAsia="Times New Roman" w:cs="Times New Roman"/>
                      </w:rPr>
                    </w:pPr>
                    <w:r>
                      <w:rPr>
                        <w:rStyle w:val="PlaceholderText"/>
                      </w:rPr>
                      <w:t>Provide more information and the timeframe for this action here</w:t>
                    </w:r>
                  </w:p>
                </w:tc>
              </w:sdtContent>
            </w:sdt>
          </w:sdtContent>
        </w:sdt>
      </w:tr>
    </w:tbl>
    <w:p w14:paraId="436EA984" w14:textId="414D986B" w:rsidR="00D0596A" w:rsidRPr="00F07286" w:rsidRDefault="00E01EB0" w:rsidP="00CC3D3F">
      <w:pPr>
        <w:pStyle w:val="StrongNumbered"/>
      </w:pPr>
      <w:r>
        <w:t>D</w:t>
      </w:r>
      <w:r w:rsidR="00D0596A" w:rsidRPr="00F07286">
        <w:t xml:space="preserve">escribe how you will train procurement entities to ensure </w:t>
      </w:r>
      <w:r w:rsidR="00B36CAD">
        <w:t>they</w:t>
      </w:r>
      <w:r w:rsidR="00D0596A" w:rsidRPr="00F07286">
        <w:t xml:space="preserve"> achieve your AIP plan obligations.</w:t>
      </w:r>
    </w:p>
    <w:p w14:paraId="0769F8A2" w14:textId="3579083D" w:rsidR="00D0596A" w:rsidRPr="00CC3D3F" w:rsidRDefault="00D0596A" w:rsidP="00D0596A">
      <w:pPr>
        <w:rPr>
          <w:rStyle w:val="Emphasis"/>
        </w:rPr>
      </w:pPr>
      <w:r w:rsidRPr="00CC3D3F">
        <w:rPr>
          <w:rStyle w:val="Emphasis"/>
        </w:rPr>
        <w:t>Where you are acting as the procurement entity detail internal training which will be provided to staff to achieve your AIP plan obligations.</w:t>
      </w:r>
    </w:p>
    <w:tbl>
      <w:tblPr>
        <w:tblStyle w:val="TableGrid"/>
        <w:tblW w:w="0" w:type="auto"/>
        <w:tblLook w:val="04A0" w:firstRow="1" w:lastRow="0" w:firstColumn="1" w:lastColumn="0" w:noHBand="0" w:noVBand="1"/>
        <w:tblDescription w:val="Training on AIP plan objectives for procurement entities"/>
      </w:tblPr>
      <w:tblGrid>
        <w:gridCol w:w="9016"/>
      </w:tblGrid>
      <w:tr w:rsidR="00D0596A" w:rsidRPr="00F07286" w14:paraId="0D9093EE" w14:textId="2E60F217" w:rsidTr="00E00A6C">
        <w:trPr>
          <w:tblHeader/>
        </w:trPr>
        <w:sdt>
          <w:sdtPr>
            <w:id w:val="1277064780"/>
            <w:placeholder>
              <w:docPart w:val="C489CC242D2E471CBC295EC17EBCA5E7"/>
            </w:placeholder>
            <w:showingPlcHdr/>
          </w:sdtPr>
          <w:sdtEndPr/>
          <w:sdtContent>
            <w:tc>
              <w:tcPr>
                <w:tcW w:w="9242" w:type="dxa"/>
              </w:tcPr>
              <w:p w14:paraId="077423DD" w14:textId="341D4F43" w:rsidR="00D0596A" w:rsidRPr="00F07286" w:rsidRDefault="005A7DD5" w:rsidP="00D0596A">
                <w:r>
                  <w:rPr>
                    <w:rStyle w:val="PlaceholderText"/>
                  </w:rPr>
                  <w:t>Enter response here</w:t>
                </w:r>
              </w:p>
            </w:tc>
          </w:sdtContent>
        </w:sdt>
      </w:tr>
    </w:tbl>
    <w:p w14:paraId="582BE607" w14:textId="77777777" w:rsidR="0066684D" w:rsidRDefault="0066684D" w:rsidP="0066684D">
      <w:pPr>
        <w:pStyle w:val="StrongNumbered"/>
        <w:numPr>
          <w:ilvl w:val="0"/>
          <w:numId w:val="0"/>
        </w:numPr>
        <w:ind w:left="502"/>
      </w:pPr>
    </w:p>
    <w:p w14:paraId="5249E171" w14:textId="77777777" w:rsidR="0066684D" w:rsidRDefault="0066684D" w:rsidP="0066684D">
      <w:pPr>
        <w:pStyle w:val="StrongNumbered"/>
        <w:numPr>
          <w:ilvl w:val="0"/>
          <w:numId w:val="0"/>
        </w:numPr>
        <w:ind w:left="502"/>
      </w:pPr>
    </w:p>
    <w:p w14:paraId="7908AC09" w14:textId="77777777" w:rsidR="0066684D" w:rsidRDefault="0066684D" w:rsidP="0066684D">
      <w:pPr>
        <w:pStyle w:val="StrongNumbered"/>
        <w:numPr>
          <w:ilvl w:val="0"/>
          <w:numId w:val="0"/>
        </w:numPr>
        <w:ind w:left="502"/>
      </w:pPr>
    </w:p>
    <w:p w14:paraId="7E87BF3D" w14:textId="13B9768D" w:rsidR="00D0596A" w:rsidRPr="00F07286" w:rsidRDefault="00E01EB0" w:rsidP="00CC3D3F">
      <w:pPr>
        <w:pStyle w:val="StrongNumbered"/>
      </w:pPr>
      <w:r>
        <w:lastRenderedPageBreak/>
        <w:t>D</w:t>
      </w:r>
      <w:r w:rsidR="00D0596A" w:rsidRPr="00F07286">
        <w:t xml:space="preserve">escribe how you will ensure that procurement entities will publish the requirements that potential bidders must satisfy in order to bid </w:t>
      </w:r>
      <w:r w:rsidR="00173789">
        <w:t xml:space="preserve">to supply </w:t>
      </w:r>
      <w:r w:rsidR="00D0596A" w:rsidRPr="00F07286">
        <w:t xml:space="preserve">key goods or services </w:t>
      </w:r>
      <w:r w:rsidR="00173789">
        <w:t xml:space="preserve">for the </w:t>
      </w:r>
      <w:r w:rsidR="00D0596A" w:rsidRPr="00F07286">
        <w:t>project</w:t>
      </w:r>
      <w:r w:rsidR="00173789">
        <w:t>, at a reasonable time before the request for bids is made</w:t>
      </w:r>
      <w:r w:rsidR="00D0596A" w:rsidRPr="00F07286">
        <w:t>.</w:t>
      </w:r>
    </w:p>
    <w:p w14:paraId="38C086B0" w14:textId="72B4B007" w:rsidR="00D0596A" w:rsidRPr="00CC3D3F" w:rsidRDefault="00D0596A" w:rsidP="00D0596A">
      <w:pPr>
        <w:rPr>
          <w:rStyle w:val="Emphasis"/>
        </w:rPr>
      </w:pPr>
      <w:r w:rsidRPr="00CC3D3F">
        <w:rPr>
          <w:rStyle w:val="Emphasis"/>
        </w:rPr>
        <w:t xml:space="preserve">Publication of pre-qualification requirements will be required to occur on the website(s) detailed in question </w:t>
      </w:r>
      <w:r w:rsidR="003F7490">
        <w:rPr>
          <w:rStyle w:val="Emphasis"/>
        </w:rPr>
        <w:t>3</w:t>
      </w:r>
      <w:r w:rsidRPr="00CC3D3F">
        <w:rPr>
          <w:rStyle w:val="Emphasis"/>
        </w:rPr>
        <w:t xml:space="preserve"> of ‘B.3 – Publication of </w:t>
      </w:r>
      <w:r w:rsidR="00AB1FEC">
        <w:rPr>
          <w:rStyle w:val="Emphasis"/>
        </w:rPr>
        <w:t>Information</w:t>
      </w:r>
      <w:r w:rsidR="00AB1FEC" w:rsidRPr="00CC3D3F">
        <w:rPr>
          <w:rStyle w:val="Emphasis"/>
        </w:rPr>
        <w:t>’</w:t>
      </w:r>
      <w:r w:rsidRPr="00CC3D3F">
        <w:rPr>
          <w:rStyle w:val="Emphasis"/>
        </w:rPr>
        <w:t>. Where you are acting as the procurement entity detail how you will achieve this objective.</w:t>
      </w:r>
    </w:p>
    <w:tbl>
      <w:tblPr>
        <w:tblStyle w:val="TableGrid"/>
        <w:tblW w:w="0" w:type="auto"/>
        <w:tblLook w:val="04A0" w:firstRow="1" w:lastRow="0" w:firstColumn="1" w:lastColumn="0" w:noHBand="0" w:noVBand="1"/>
        <w:tblDescription w:val="Pre-qualification publication"/>
      </w:tblPr>
      <w:tblGrid>
        <w:gridCol w:w="9016"/>
      </w:tblGrid>
      <w:tr w:rsidR="00D0596A" w:rsidRPr="00F07286" w14:paraId="77DD849E" w14:textId="0A59D45B" w:rsidTr="00E00A6C">
        <w:trPr>
          <w:tblHeader/>
        </w:trPr>
        <w:sdt>
          <w:sdtPr>
            <w:id w:val="-2074800369"/>
            <w:placeholder>
              <w:docPart w:val="386A84163B6842B7A3EE050479FDE599"/>
            </w:placeholder>
          </w:sdtPr>
          <w:sdtEndPr/>
          <w:sdtContent>
            <w:sdt>
              <w:sdtPr>
                <w:id w:val="-1996327891"/>
                <w:placeholder>
                  <w:docPart w:val="D568C6CBDAF44A0BA6885A650F150661"/>
                </w:placeholder>
                <w:showingPlcHdr/>
              </w:sdtPr>
              <w:sdtEndPr/>
              <w:sdtContent>
                <w:tc>
                  <w:tcPr>
                    <w:tcW w:w="9242" w:type="dxa"/>
                  </w:tcPr>
                  <w:p w14:paraId="4CFBEDC5" w14:textId="353674E4" w:rsidR="00D0596A" w:rsidRPr="00F07286" w:rsidRDefault="005A7DD5" w:rsidP="00D0596A">
                    <w:r>
                      <w:rPr>
                        <w:rStyle w:val="PlaceholderText"/>
                      </w:rPr>
                      <w:t>Enter response here</w:t>
                    </w:r>
                  </w:p>
                </w:tc>
              </w:sdtContent>
            </w:sdt>
          </w:sdtContent>
        </w:sdt>
      </w:tr>
    </w:tbl>
    <w:p w14:paraId="6AE3C68D" w14:textId="5EBFA5DD" w:rsidR="00D0596A" w:rsidRPr="00F07286" w:rsidRDefault="00E01EB0" w:rsidP="003D437A">
      <w:pPr>
        <w:pStyle w:val="StrongNumbered"/>
      </w:pPr>
      <w:r>
        <w:t>D</w:t>
      </w:r>
      <w:r w:rsidR="00D0596A" w:rsidRPr="00F07286">
        <w:t xml:space="preserve">etail how you will ensure that procurement entities will </w:t>
      </w:r>
      <w:r w:rsidR="00551DD3">
        <w:t>not discriminate against</w:t>
      </w:r>
      <w:r w:rsidR="00D0596A" w:rsidRPr="00F07286">
        <w:t xml:space="preserve"> Australian entities in relation to</w:t>
      </w:r>
      <w:r w:rsidR="00551DD3">
        <w:t xml:space="preserve"> timeframes for</w:t>
      </w:r>
      <w:r w:rsidR="00D0596A" w:rsidRPr="00F07286">
        <w:t xml:space="preserve"> responding to requests for bids to supply key goods or services.</w:t>
      </w:r>
    </w:p>
    <w:p w14:paraId="3F44FEA4" w14:textId="3573CB20" w:rsidR="00D0596A" w:rsidRPr="00CC3D3F" w:rsidRDefault="00625C33" w:rsidP="00D0596A">
      <w:pPr>
        <w:rPr>
          <w:rStyle w:val="Emphasis"/>
        </w:rPr>
      </w:pPr>
      <w:r>
        <w:rPr>
          <w:rStyle w:val="Emphasis"/>
        </w:rPr>
        <w:t>S</w:t>
      </w:r>
      <w:r w:rsidR="00D0596A" w:rsidRPr="00CC3D3F">
        <w:rPr>
          <w:rStyle w:val="Emphasis"/>
        </w:rPr>
        <w:t>pecify how Australia</w:t>
      </w:r>
      <w:r w:rsidR="00C57D13">
        <w:rPr>
          <w:rStyle w:val="Emphasis"/>
        </w:rPr>
        <w:t>n entities</w:t>
      </w:r>
      <w:r w:rsidR="00D0596A" w:rsidRPr="00CC3D3F">
        <w:rPr>
          <w:rStyle w:val="Emphasis"/>
        </w:rPr>
        <w:t xml:space="preserve"> will be provided </w:t>
      </w:r>
      <w:r w:rsidR="00551DD3">
        <w:rPr>
          <w:rStyle w:val="Emphasis"/>
        </w:rPr>
        <w:t>with equal timeframes</w:t>
      </w:r>
      <w:r w:rsidR="00C57D13">
        <w:rPr>
          <w:rStyle w:val="Emphasis"/>
        </w:rPr>
        <w:t xml:space="preserve"> as other potential suppliers to</w:t>
      </w:r>
      <w:r w:rsidR="00D0596A" w:rsidRPr="00CC3D3F">
        <w:rPr>
          <w:rStyle w:val="Emphasis"/>
        </w:rPr>
        <w:t xml:space="preserve"> </w:t>
      </w:r>
      <w:r w:rsidR="005766B6">
        <w:rPr>
          <w:rStyle w:val="Emphasis"/>
        </w:rPr>
        <w:t xml:space="preserve">bid for </w:t>
      </w:r>
      <w:r w:rsidR="00D0596A" w:rsidRPr="00CC3D3F">
        <w:rPr>
          <w:rStyle w:val="Emphasis"/>
        </w:rPr>
        <w:t>opportunities</w:t>
      </w:r>
      <w:r w:rsidR="00C57D13">
        <w:rPr>
          <w:rStyle w:val="Emphasis"/>
        </w:rPr>
        <w:t xml:space="preserve"> in the project</w:t>
      </w:r>
      <w:r w:rsidR="00D0596A" w:rsidRPr="00CC3D3F">
        <w:rPr>
          <w:rStyle w:val="Emphasis"/>
        </w:rPr>
        <w:t>. Where you are acting as the procurement entity detail how you will achieve this objective.</w:t>
      </w:r>
    </w:p>
    <w:tbl>
      <w:tblPr>
        <w:tblStyle w:val="TableGrid"/>
        <w:tblW w:w="0" w:type="auto"/>
        <w:tblLook w:val="04A0" w:firstRow="1" w:lastRow="0" w:firstColumn="1" w:lastColumn="0" w:noHBand="0" w:noVBand="1"/>
        <w:tblDescription w:val="Strategies for requiring procurement entities to provide equal timeframes for Australian entities"/>
      </w:tblPr>
      <w:tblGrid>
        <w:gridCol w:w="9016"/>
      </w:tblGrid>
      <w:tr w:rsidR="00D0596A" w:rsidRPr="00F07286" w14:paraId="252A5AD2" w14:textId="77777777" w:rsidTr="00E00A6C">
        <w:trPr>
          <w:tblHeader/>
        </w:trPr>
        <w:sdt>
          <w:sdtPr>
            <w:id w:val="-343856726"/>
            <w:placeholder>
              <w:docPart w:val="895A3250EB8B44D39523D0E9D190B71A"/>
            </w:placeholder>
            <w:showingPlcHdr/>
          </w:sdtPr>
          <w:sdtEndPr/>
          <w:sdtContent>
            <w:tc>
              <w:tcPr>
                <w:tcW w:w="9242" w:type="dxa"/>
              </w:tcPr>
              <w:p w14:paraId="54E9B750" w14:textId="77777777" w:rsidR="00D0596A" w:rsidRPr="00F07286" w:rsidRDefault="00411C95" w:rsidP="00D0596A">
                <w:r>
                  <w:rPr>
                    <w:rStyle w:val="PlaceholderText"/>
                  </w:rPr>
                  <w:t>Enter response here</w:t>
                </w:r>
              </w:p>
            </w:tc>
          </w:sdtContent>
        </w:sdt>
      </w:tr>
    </w:tbl>
    <w:p w14:paraId="64EAED33" w14:textId="77777777" w:rsidR="00D0596A" w:rsidRPr="00F07286" w:rsidRDefault="00D0596A" w:rsidP="00D0596A"/>
    <w:p w14:paraId="239A9F3C" w14:textId="77777777" w:rsidR="00D0596A" w:rsidRPr="00F07286" w:rsidRDefault="00D0596A" w:rsidP="00D0596A"/>
    <w:p w14:paraId="7DDB953D" w14:textId="77777777" w:rsidR="00D0596A" w:rsidRPr="00F07286" w:rsidRDefault="00D0596A" w:rsidP="00D0596A">
      <w:r w:rsidRPr="00F07286">
        <w:br w:type="page"/>
      </w:r>
    </w:p>
    <w:p w14:paraId="6BF93A32" w14:textId="261A51A8" w:rsidR="00D0596A" w:rsidRPr="00F07286" w:rsidRDefault="00D0596A" w:rsidP="00DE24BF">
      <w:pPr>
        <w:pStyle w:val="Heading3"/>
      </w:pPr>
      <w:r w:rsidRPr="00F07286">
        <w:lastRenderedPageBreak/>
        <w:t>B.5</w:t>
      </w:r>
      <w:r w:rsidRPr="00F07286">
        <w:tab/>
        <w:t>Facilitating Future Opportunities</w:t>
      </w:r>
    </w:p>
    <w:p w14:paraId="533A85E0" w14:textId="35764823" w:rsidR="00D0596A" w:rsidRPr="00F07286" w:rsidRDefault="00E97E08" w:rsidP="00D0596A">
      <w:r>
        <w:t>T</w:t>
      </w:r>
      <w:r w:rsidR="00D0596A" w:rsidRPr="00F07286">
        <w:t xml:space="preserve">his criterion should </w:t>
      </w:r>
      <w:r>
        <w:t>describe</w:t>
      </w:r>
      <w:r w:rsidR="00D0596A" w:rsidRPr="00F07286">
        <w:t xml:space="preserve"> how you</w:t>
      </w:r>
      <w:r w:rsidR="005D7368">
        <w:t xml:space="preserve"> </w:t>
      </w:r>
      <w:r w:rsidR="00D0596A" w:rsidRPr="00F07286">
        <w:t xml:space="preserve">will assist longer-term participation by Australian entities, including how you will encourage </w:t>
      </w:r>
      <w:r w:rsidR="00331AB4">
        <w:t xml:space="preserve">and facilitate </w:t>
      </w:r>
      <w:r>
        <w:t xml:space="preserve">their </w:t>
      </w:r>
      <w:r w:rsidR="00D0596A" w:rsidRPr="00F07286">
        <w:t>capability development and integration into global supply chains. Actions should detail how, by working with you on this project, Australian entities will be better placed to supply key goods or services in future similar projects.</w:t>
      </w:r>
    </w:p>
    <w:p w14:paraId="072ECA01" w14:textId="2865698F" w:rsidR="00D0596A" w:rsidRDefault="00C50C41" w:rsidP="00CC3D3F">
      <w:pPr>
        <w:pStyle w:val="StrongNumbered"/>
        <w:numPr>
          <w:ilvl w:val="0"/>
          <w:numId w:val="37"/>
        </w:numPr>
      </w:pPr>
      <w:r>
        <w:t>Select and d</w:t>
      </w:r>
      <w:r w:rsidR="00D0596A" w:rsidRPr="00F07286">
        <w:t xml:space="preserve">escribe </w:t>
      </w:r>
      <w:r>
        <w:t xml:space="preserve">the actions </w:t>
      </w:r>
      <w:r w:rsidR="00D0596A" w:rsidRPr="00F07286">
        <w:t>you will</w:t>
      </w:r>
      <w:r>
        <w:t xml:space="preserve"> take to</w:t>
      </w:r>
      <w:r w:rsidR="00D0596A" w:rsidRPr="00F07286">
        <w:t xml:space="preserve"> encourage</w:t>
      </w:r>
      <w:r w:rsidR="00304450">
        <w:t xml:space="preserve"> and facilitate</w:t>
      </w:r>
      <w:r w:rsidR="00D0596A" w:rsidRPr="00F07286">
        <w:t xml:space="preserve"> capability development for Australian entities</w:t>
      </w:r>
      <w:r w:rsidR="000611C6">
        <w:t>.</w:t>
      </w:r>
    </w:p>
    <w:p w14:paraId="03E464C3" w14:textId="49C8B6BC" w:rsidR="00817D3B" w:rsidRPr="00817D3B" w:rsidRDefault="00817D3B" w:rsidP="00817D3B">
      <w:pPr>
        <w:pStyle w:val="StrongNumbered"/>
        <w:numPr>
          <w:ilvl w:val="0"/>
          <w:numId w:val="0"/>
        </w:numPr>
        <w:ind w:left="142"/>
        <w:rPr>
          <w:b w:val="0"/>
          <w:i/>
        </w:rPr>
      </w:pPr>
      <w:r w:rsidRPr="00817D3B">
        <w:rPr>
          <w:rStyle w:val="Emphasis"/>
          <w:b w:val="0"/>
        </w:rPr>
        <w:t xml:space="preserve">Describe how you and your procurement entities will facilitate Australian entities supplying key goods and services for the </w:t>
      </w:r>
      <w:r>
        <w:rPr>
          <w:rStyle w:val="Emphasis"/>
          <w:b w:val="0"/>
        </w:rPr>
        <w:t>project</w:t>
      </w:r>
      <w:r w:rsidRPr="00817D3B">
        <w:rPr>
          <w:rStyle w:val="Emphasis"/>
          <w:b w:val="0"/>
        </w:rPr>
        <w:t xml:space="preserve"> to improve their capability and capacity.</w:t>
      </w:r>
    </w:p>
    <w:p w14:paraId="006B2732" w14:textId="66960FC5" w:rsidR="00C50C41" w:rsidRPr="00C50C41" w:rsidRDefault="002F2D64" w:rsidP="00C50C41">
      <w:sdt>
        <w:sdtPr>
          <w:rPr>
            <w:b/>
          </w:rPr>
          <w:id w:val="-406854486"/>
          <w14:checkbox>
            <w14:checked w14:val="0"/>
            <w14:checkedState w14:val="2612" w14:font="MS Gothic"/>
            <w14:uncheckedState w14:val="2610" w14:font="MS Gothic"/>
          </w14:checkbox>
        </w:sdtPr>
        <w:sdtEndPr/>
        <w:sdtContent>
          <w:r w:rsidR="00C50C41" w:rsidRPr="00C50C41">
            <w:rPr>
              <w:rFonts w:ascii="Segoe UI Symbol" w:hAnsi="Segoe UI Symbol" w:cs="Segoe UI Symbol"/>
              <w:b/>
            </w:rPr>
            <w:t>☐</w:t>
          </w:r>
        </w:sdtContent>
      </w:sdt>
      <w:r w:rsidR="00C50C41" w:rsidRPr="00C50C41">
        <w:t xml:space="preserve"> </w:t>
      </w:r>
      <w:r w:rsidR="00E07045">
        <w:t>R</w:t>
      </w:r>
      <w:r w:rsidR="00C50C41">
        <w:t>ecommend suppliers undertake training and/or</w:t>
      </w:r>
      <w:r w:rsidR="004B4AC3">
        <w:t xml:space="preserve"> accreditation</w:t>
      </w:r>
    </w:p>
    <w:tbl>
      <w:tblPr>
        <w:tblStyle w:val="TableGrid"/>
        <w:tblW w:w="0" w:type="auto"/>
        <w:tblLook w:val="04A0" w:firstRow="1" w:lastRow="0" w:firstColumn="1" w:lastColumn="0" w:noHBand="0" w:noVBand="1"/>
        <w:tblDescription w:val="Procurement entity website strategies"/>
      </w:tblPr>
      <w:tblGrid>
        <w:gridCol w:w="9016"/>
      </w:tblGrid>
      <w:tr w:rsidR="00C50C41" w:rsidRPr="00C50C41" w14:paraId="7B4BBEA0" w14:textId="77777777" w:rsidTr="00C50C41">
        <w:trPr>
          <w:trHeight w:val="387"/>
          <w:tblHeader/>
        </w:trPr>
        <w:sdt>
          <w:sdtPr>
            <w:id w:val="-1152520850"/>
            <w:placeholder>
              <w:docPart w:val="F37BE41A00B54F9193A80D7DE53A88C0"/>
            </w:placeholder>
          </w:sdtPr>
          <w:sdtEndPr/>
          <w:sdtContent>
            <w:sdt>
              <w:sdtPr>
                <w:id w:val="-1783110108"/>
                <w:placeholder>
                  <w:docPart w:val="2C20228BE6214A689F43E33228C75905"/>
                </w:placeholder>
              </w:sdtPr>
              <w:sdtEndPr/>
              <w:sdtContent>
                <w:tc>
                  <w:tcPr>
                    <w:tcW w:w="9016" w:type="dxa"/>
                  </w:tcPr>
                  <w:p w14:paraId="29CB676E" w14:textId="317A342A" w:rsidR="00C50C41" w:rsidRPr="00C50C41" w:rsidRDefault="000611C6" w:rsidP="000611C6">
                    <w:pPr>
                      <w:rPr>
                        <w:rFonts w:eastAsia="Times New Roman" w:cs="Times New Roman"/>
                      </w:rPr>
                    </w:pPr>
                    <w:r>
                      <w:rPr>
                        <w:rStyle w:val="PlaceholderText"/>
                      </w:rPr>
                      <w:t>Provide more information here</w:t>
                    </w:r>
                  </w:p>
                </w:tc>
              </w:sdtContent>
            </w:sdt>
          </w:sdtContent>
        </w:sdt>
      </w:tr>
    </w:tbl>
    <w:p w14:paraId="5CD9BA50" w14:textId="4D6AE451" w:rsidR="00C50C41" w:rsidRPr="00C50C41" w:rsidRDefault="002F2D64" w:rsidP="00C50C41">
      <w:sdt>
        <w:sdtPr>
          <w:rPr>
            <w:b/>
          </w:rPr>
          <w:id w:val="-1170326236"/>
          <w14:checkbox>
            <w14:checked w14:val="0"/>
            <w14:checkedState w14:val="2612" w14:font="MS Gothic"/>
            <w14:uncheckedState w14:val="2610" w14:font="MS Gothic"/>
          </w14:checkbox>
        </w:sdtPr>
        <w:sdtEndPr/>
        <w:sdtContent>
          <w:r w:rsidR="00C50C41" w:rsidRPr="00C50C41">
            <w:rPr>
              <w:rFonts w:ascii="Segoe UI Symbol" w:hAnsi="Segoe UI Symbol" w:cs="Segoe UI Symbol"/>
              <w:b/>
            </w:rPr>
            <w:t>☐</w:t>
          </w:r>
        </w:sdtContent>
      </w:sdt>
      <w:r w:rsidR="00C50C41" w:rsidRPr="00C50C41">
        <w:t xml:space="preserve"> </w:t>
      </w:r>
      <w:r w:rsidR="00E07045">
        <w:t>P</w:t>
      </w:r>
      <w:r w:rsidR="00C50C41">
        <w:t>rovide m</w:t>
      </w:r>
      <w:r w:rsidR="004B4AC3">
        <w:t>arket intelligence to suppliers</w:t>
      </w:r>
    </w:p>
    <w:tbl>
      <w:tblPr>
        <w:tblStyle w:val="TableGrid"/>
        <w:tblW w:w="0" w:type="auto"/>
        <w:tblLook w:val="04A0" w:firstRow="1" w:lastRow="0" w:firstColumn="1" w:lastColumn="0" w:noHBand="0" w:noVBand="1"/>
        <w:tblDescription w:val="Procurement entity website strategies"/>
      </w:tblPr>
      <w:tblGrid>
        <w:gridCol w:w="9016"/>
      </w:tblGrid>
      <w:tr w:rsidR="00C50C41" w:rsidRPr="00C50C41" w14:paraId="101E41FF" w14:textId="77777777" w:rsidTr="00C50C41">
        <w:trPr>
          <w:trHeight w:val="387"/>
          <w:tblHeader/>
        </w:trPr>
        <w:sdt>
          <w:sdtPr>
            <w:id w:val="-472216873"/>
            <w:placeholder>
              <w:docPart w:val="E9A6CF925FC34255B9AE69B1C510A621"/>
            </w:placeholder>
          </w:sdtPr>
          <w:sdtEndPr/>
          <w:sdtContent>
            <w:sdt>
              <w:sdtPr>
                <w:id w:val="-95251035"/>
                <w:placeholder>
                  <w:docPart w:val="D96945FA850B4B48A4AD10043CD432BB"/>
                </w:placeholder>
              </w:sdtPr>
              <w:sdtEndPr/>
              <w:sdtContent>
                <w:tc>
                  <w:tcPr>
                    <w:tcW w:w="9016" w:type="dxa"/>
                  </w:tcPr>
                  <w:p w14:paraId="27CD756B" w14:textId="15CB9257" w:rsidR="00C50C41" w:rsidRPr="00C50C41" w:rsidRDefault="000611C6" w:rsidP="00C50C41">
                    <w:pPr>
                      <w:rPr>
                        <w:rFonts w:eastAsia="Times New Roman" w:cs="Times New Roman"/>
                      </w:rPr>
                    </w:pPr>
                    <w:r>
                      <w:rPr>
                        <w:rStyle w:val="PlaceholderText"/>
                      </w:rPr>
                      <w:t>Provide more information here</w:t>
                    </w:r>
                  </w:p>
                </w:tc>
              </w:sdtContent>
            </w:sdt>
          </w:sdtContent>
        </w:sdt>
      </w:tr>
    </w:tbl>
    <w:p w14:paraId="298F3444" w14:textId="7AD6EE65" w:rsidR="00C50C41" w:rsidRPr="00C50C41" w:rsidRDefault="002F2D64" w:rsidP="00C50C41">
      <w:sdt>
        <w:sdtPr>
          <w:rPr>
            <w:b/>
          </w:rPr>
          <w:id w:val="1345592659"/>
          <w14:checkbox>
            <w14:checked w14:val="0"/>
            <w14:checkedState w14:val="2612" w14:font="MS Gothic"/>
            <w14:uncheckedState w14:val="2610" w14:font="MS Gothic"/>
          </w14:checkbox>
        </w:sdtPr>
        <w:sdtEndPr/>
        <w:sdtContent>
          <w:r w:rsidR="00C50C41" w:rsidRPr="00C50C41">
            <w:rPr>
              <w:rFonts w:ascii="Segoe UI Symbol" w:hAnsi="Segoe UI Symbol" w:cs="Segoe UI Symbol"/>
              <w:b/>
            </w:rPr>
            <w:t>☐</w:t>
          </w:r>
        </w:sdtContent>
      </w:sdt>
      <w:r w:rsidR="00C50C41" w:rsidRPr="00C50C41">
        <w:t xml:space="preserve"> </w:t>
      </w:r>
      <w:r w:rsidR="00E07045">
        <w:t>T</w:t>
      </w:r>
      <w:r w:rsidR="00972A05">
        <w:t>ransfer new product and process technology to suppliers</w:t>
      </w:r>
      <w:r w:rsidR="00C50C41" w:rsidRPr="00C50C41">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C50C41" w:rsidRPr="00C50C41" w14:paraId="7FDC7532" w14:textId="77777777" w:rsidTr="00972A05">
        <w:trPr>
          <w:trHeight w:val="387"/>
          <w:tblHeader/>
        </w:trPr>
        <w:sdt>
          <w:sdtPr>
            <w:id w:val="1156727410"/>
            <w:placeholder>
              <w:docPart w:val="9AD5370B8A7942CDAAC918DBEF843923"/>
            </w:placeholder>
          </w:sdtPr>
          <w:sdtEndPr/>
          <w:sdtContent>
            <w:sdt>
              <w:sdtPr>
                <w:id w:val="1762725212"/>
                <w:placeholder>
                  <w:docPart w:val="CC29C485E27D48B4965FDA34CFC6FD15"/>
                </w:placeholder>
              </w:sdtPr>
              <w:sdtEndPr/>
              <w:sdtContent>
                <w:tc>
                  <w:tcPr>
                    <w:tcW w:w="9016" w:type="dxa"/>
                  </w:tcPr>
                  <w:p w14:paraId="75D4CD7F" w14:textId="6311B145" w:rsidR="00C50C41" w:rsidRPr="00C50C41" w:rsidRDefault="000611C6" w:rsidP="00972A05">
                    <w:pPr>
                      <w:rPr>
                        <w:rFonts w:eastAsia="Times New Roman" w:cs="Times New Roman"/>
                      </w:rPr>
                    </w:pPr>
                    <w:r>
                      <w:rPr>
                        <w:rStyle w:val="PlaceholderText"/>
                      </w:rPr>
                      <w:t>Provide more information here</w:t>
                    </w:r>
                  </w:p>
                </w:tc>
              </w:sdtContent>
            </w:sdt>
          </w:sdtContent>
        </w:sdt>
      </w:tr>
    </w:tbl>
    <w:p w14:paraId="2429B6F9" w14:textId="519755A2" w:rsidR="00972A05" w:rsidRPr="00972A05" w:rsidRDefault="002F2D64" w:rsidP="00972A05">
      <w:sdt>
        <w:sdtPr>
          <w:rPr>
            <w:b/>
          </w:rPr>
          <w:id w:val="-1362591549"/>
          <w14:checkbox>
            <w14:checked w14:val="0"/>
            <w14:checkedState w14:val="2612" w14:font="MS Gothic"/>
            <w14:uncheckedState w14:val="2610" w14:font="MS Gothic"/>
          </w14:checkbox>
        </w:sdtPr>
        <w:sdtEndPr/>
        <w:sdtContent>
          <w:r w:rsidR="002C3B24">
            <w:rPr>
              <w:rFonts w:ascii="MS Gothic" w:eastAsia="MS Gothic" w:hAnsi="MS Gothic" w:hint="eastAsia"/>
              <w:b/>
            </w:rPr>
            <w:t>☐</w:t>
          </w:r>
        </w:sdtContent>
      </w:sdt>
      <w:r w:rsidR="00972A05" w:rsidRPr="00972A05">
        <w:t xml:space="preserve"> </w:t>
      </w:r>
      <w:r w:rsidR="00E07045">
        <w:t>E</w:t>
      </w:r>
      <w:r w:rsidR="00972A05">
        <w:t xml:space="preserve">ncourage joint ventures and alliances between suppliers </w:t>
      </w:r>
      <w:r w:rsidR="00972A05" w:rsidRPr="00972A05">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972A05" w:rsidRPr="00972A05" w14:paraId="67E7E613" w14:textId="77777777" w:rsidTr="00972A05">
        <w:trPr>
          <w:trHeight w:val="387"/>
          <w:tblHeader/>
        </w:trPr>
        <w:sdt>
          <w:sdtPr>
            <w:id w:val="282938430"/>
            <w:placeholder>
              <w:docPart w:val="7582F2B35FAD483399A14EF294D65DA5"/>
            </w:placeholder>
          </w:sdtPr>
          <w:sdtEndPr/>
          <w:sdtContent>
            <w:sdt>
              <w:sdtPr>
                <w:id w:val="-478846577"/>
                <w:placeholder>
                  <w:docPart w:val="FF28BED57262459D822A325C77960C8B"/>
                </w:placeholder>
              </w:sdtPr>
              <w:sdtEndPr/>
              <w:sdtContent>
                <w:tc>
                  <w:tcPr>
                    <w:tcW w:w="9016" w:type="dxa"/>
                  </w:tcPr>
                  <w:p w14:paraId="6F5D4333" w14:textId="7F957C6D" w:rsidR="00972A05" w:rsidRPr="00972A05" w:rsidRDefault="000611C6" w:rsidP="00972A05">
                    <w:pPr>
                      <w:rPr>
                        <w:rFonts w:eastAsia="Times New Roman" w:cs="Times New Roman"/>
                      </w:rPr>
                    </w:pPr>
                    <w:r>
                      <w:rPr>
                        <w:rStyle w:val="PlaceholderText"/>
                      </w:rPr>
                      <w:t>Provide more information here</w:t>
                    </w:r>
                  </w:p>
                </w:tc>
              </w:sdtContent>
            </w:sdt>
          </w:sdtContent>
        </w:sdt>
      </w:tr>
    </w:tbl>
    <w:p w14:paraId="65115577" w14:textId="3041461A" w:rsidR="00972A05" w:rsidRPr="00972A05" w:rsidRDefault="002F2D64" w:rsidP="00972A05">
      <w:sdt>
        <w:sdtPr>
          <w:rPr>
            <w:b/>
          </w:rPr>
          <w:id w:val="1410572576"/>
          <w14:checkbox>
            <w14:checked w14:val="0"/>
            <w14:checkedState w14:val="2612" w14:font="MS Gothic"/>
            <w14:uncheckedState w14:val="2610" w14:font="MS Gothic"/>
          </w14:checkbox>
        </w:sdtPr>
        <w:sdtEndPr/>
        <w:sdtContent>
          <w:r w:rsidR="00972A05" w:rsidRPr="00972A05">
            <w:rPr>
              <w:rFonts w:ascii="Segoe UI Symbol" w:hAnsi="Segoe UI Symbol" w:cs="Segoe UI Symbol"/>
              <w:b/>
            </w:rPr>
            <w:t>☐</w:t>
          </w:r>
        </w:sdtContent>
      </w:sdt>
      <w:r w:rsidR="00972A05" w:rsidRPr="00972A05">
        <w:t xml:space="preserve"> </w:t>
      </w:r>
      <w:r w:rsidR="00E07045">
        <w:t>S</w:t>
      </w:r>
      <w:r w:rsidR="00972A05">
        <w:t>upport supplier development initiatives of industry associations or governments</w:t>
      </w:r>
      <w:r w:rsidR="00972A05" w:rsidRPr="00972A05">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972A05" w:rsidRPr="00972A05" w14:paraId="14DC5098" w14:textId="77777777" w:rsidTr="00972A05">
        <w:trPr>
          <w:trHeight w:val="387"/>
          <w:tblHeader/>
        </w:trPr>
        <w:sdt>
          <w:sdtPr>
            <w:id w:val="-1484466730"/>
            <w:placeholder>
              <w:docPart w:val="3006EA92512D4F709A0D8DA5EF352BE8"/>
            </w:placeholder>
          </w:sdtPr>
          <w:sdtEndPr/>
          <w:sdtContent>
            <w:sdt>
              <w:sdtPr>
                <w:id w:val="1398785222"/>
                <w:placeholder>
                  <w:docPart w:val="F341D676A4B942B6B2D82B5893CEAD98"/>
                </w:placeholder>
              </w:sdtPr>
              <w:sdtEndPr/>
              <w:sdtContent>
                <w:tc>
                  <w:tcPr>
                    <w:tcW w:w="9016" w:type="dxa"/>
                  </w:tcPr>
                  <w:p w14:paraId="6508922A" w14:textId="2AED6A83" w:rsidR="00972A05" w:rsidRPr="00972A05" w:rsidRDefault="000611C6" w:rsidP="00972A05">
                    <w:pPr>
                      <w:rPr>
                        <w:rFonts w:eastAsia="Times New Roman" w:cs="Times New Roman"/>
                      </w:rPr>
                    </w:pPr>
                    <w:r>
                      <w:rPr>
                        <w:rStyle w:val="PlaceholderText"/>
                      </w:rPr>
                      <w:t>Provide more information here</w:t>
                    </w:r>
                  </w:p>
                </w:tc>
              </w:sdtContent>
            </w:sdt>
          </w:sdtContent>
        </w:sdt>
      </w:tr>
    </w:tbl>
    <w:p w14:paraId="13DF81C2" w14:textId="385B9360" w:rsidR="00972A05" w:rsidRPr="00972A05" w:rsidRDefault="002F2D64" w:rsidP="00972A05">
      <w:sdt>
        <w:sdtPr>
          <w:rPr>
            <w:b/>
          </w:rPr>
          <w:id w:val="-1264459409"/>
          <w14:checkbox>
            <w14:checked w14:val="0"/>
            <w14:checkedState w14:val="2612" w14:font="MS Gothic"/>
            <w14:uncheckedState w14:val="2610" w14:font="MS Gothic"/>
          </w14:checkbox>
        </w:sdtPr>
        <w:sdtEndPr/>
        <w:sdtContent>
          <w:r w:rsidR="00972A05" w:rsidRPr="00972A05">
            <w:rPr>
              <w:rFonts w:ascii="Segoe UI Symbol" w:hAnsi="Segoe UI Symbol" w:cs="Segoe UI Symbol"/>
              <w:b/>
            </w:rPr>
            <w:t>☐</w:t>
          </w:r>
        </w:sdtContent>
      </w:sdt>
      <w:r w:rsidR="00972A05" w:rsidRPr="00972A05">
        <w:t xml:space="preserve"> </w:t>
      </w:r>
      <w:r w:rsidR="00E07045">
        <w:t>O</w:t>
      </w:r>
      <w:r w:rsidR="00CD3F84">
        <w:t>ther</w:t>
      </w:r>
      <w:r w:rsidR="00972A05" w:rsidRPr="00972A05">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972A05" w:rsidRPr="00972A05" w14:paraId="07DF619E" w14:textId="77777777" w:rsidTr="00626BA7">
        <w:trPr>
          <w:trHeight w:val="387"/>
          <w:tblHeader/>
        </w:trPr>
        <w:sdt>
          <w:sdtPr>
            <w:id w:val="-672953158"/>
            <w:placeholder>
              <w:docPart w:val="88991299D8E44FE9A900DABEBB8CCD24"/>
            </w:placeholder>
          </w:sdtPr>
          <w:sdtEndPr/>
          <w:sdtContent>
            <w:sdt>
              <w:sdtPr>
                <w:id w:val="1599832213"/>
                <w:placeholder>
                  <w:docPart w:val="8935CD198EF74E85B321D3C470603479"/>
                </w:placeholder>
              </w:sdtPr>
              <w:sdtEndPr/>
              <w:sdtContent>
                <w:tc>
                  <w:tcPr>
                    <w:tcW w:w="9242" w:type="dxa"/>
                  </w:tcPr>
                  <w:p w14:paraId="00819FE2" w14:textId="15BE2651" w:rsidR="00972A05" w:rsidRPr="00972A05" w:rsidRDefault="000611C6" w:rsidP="00972A05">
                    <w:pPr>
                      <w:rPr>
                        <w:rFonts w:eastAsia="Times New Roman" w:cs="Times New Roman"/>
                      </w:rPr>
                    </w:pPr>
                    <w:r>
                      <w:rPr>
                        <w:rStyle w:val="PlaceholderText"/>
                      </w:rPr>
                      <w:t>Provide more information here</w:t>
                    </w:r>
                  </w:p>
                </w:tc>
              </w:sdtContent>
            </w:sdt>
          </w:sdtContent>
        </w:sdt>
      </w:tr>
    </w:tbl>
    <w:p w14:paraId="43BAAEB5" w14:textId="5A3A5947" w:rsidR="00D0596A" w:rsidRDefault="002C3B24" w:rsidP="00D0596A">
      <w:pPr>
        <w:pStyle w:val="StrongNumbered"/>
      </w:pPr>
      <w:r>
        <w:t>Select and d</w:t>
      </w:r>
      <w:r w:rsidR="00D0596A" w:rsidRPr="00F07286">
        <w:t>escribe</w:t>
      </w:r>
      <w:r>
        <w:t xml:space="preserve"> the actions</w:t>
      </w:r>
      <w:r w:rsidR="00D0596A" w:rsidRPr="00F07286">
        <w:t xml:space="preserve"> you will</w:t>
      </w:r>
      <w:r>
        <w:t xml:space="preserve"> take to</w:t>
      </w:r>
      <w:r w:rsidR="00D0596A" w:rsidRPr="00F07286">
        <w:t xml:space="preserve"> encourage</w:t>
      </w:r>
      <w:r w:rsidR="0081454F">
        <w:t xml:space="preserve"> and facilitate</w:t>
      </w:r>
      <w:r w:rsidR="00D0596A" w:rsidRPr="00F07286">
        <w:t xml:space="preserve"> the integration of Australian entities into global supply chains</w:t>
      </w:r>
      <w:r w:rsidR="000611C6">
        <w:t>.</w:t>
      </w:r>
    </w:p>
    <w:p w14:paraId="30573B16" w14:textId="0CAEA647" w:rsidR="00817D3B" w:rsidRPr="00817D3B" w:rsidRDefault="00817D3B" w:rsidP="00817D3B">
      <w:pPr>
        <w:pStyle w:val="StrongNumbered"/>
        <w:numPr>
          <w:ilvl w:val="0"/>
          <w:numId w:val="0"/>
        </w:numPr>
        <w:ind w:left="142"/>
        <w:rPr>
          <w:rStyle w:val="Emphasis"/>
          <w:b w:val="0"/>
        </w:rPr>
      </w:pPr>
      <w:r w:rsidRPr="00817D3B">
        <w:rPr>
          <w:rStyle w:val="Emphasis"/>
          <w:b w:val="0"/>
        </w:rPr>
        <w:t xml:space="preserve">If you, any other </w:t>
      </w:r>
      <w:r>
        <w:rPr>
          <w:rStyle w:val="Emphasis"/>
          <w:b w:val="0"/>
        </w:rPr>
        <w:t xml:space="preserve">proponent </w:t>
      </w:r>
      <w:r w:rsidRPr="00817D3B">
        <w:rPr>
          <w:rStyle w:val="Emphasis"/>
          <w:b w:val="0"/>
        </w:rPr>
        <w:t xml:space="preserve">or your procurement entities have a global supply chain, describe how you will encourage and facilitate Australian entities supplying key goods and services for the </w:t>
      </w:r>
      <w:r>
        <w:rPr>
          <w:rStyle w:val="Emphasis"/>
          <w:b w:val="0"/>
        </w:rPr>
        <w:t xml:space="preserve">project </w:t>
      </w:r>
      <w:r w:rsidRPr="00817D3B">
        <w:rPr>
          <w:rStyle w:val="Emphasis"/>
          <w:b w:val="0"/>
        </w:rPr>
        <w:t>to integrate into global supply chains.</w:t>
      </w:r>
    </w:p>
    <w:p w14:paraId="6DF91A17" w14:textId="75DB29D2" w:rsidR="002C3B24" w:rsidRPr="002C3B24" w:rsidRDefault="002F2D64" w:rsidP="002C3B24">
      <w:sdt>
        <w:sdtPr>
          <w:rPr>
            <w:b/>
          </w:rPr>
          <w:id w:val="-1978589716"/>
          <w14:checkbox>
            <w14:checked w14:val="0"/>
            <w14:checkedState w14:val="2612" w14:font="MS Gothic"/>
            <w14:uncheckedState w14:val="2610" w14:font="MS Gothic"/>
          </w14:checkbox>
        </w:sdtPr>
        <w:sdtEndPr/>
        <w:sdtContent>
          <w:r w:rsidR="00817D3B">
            <w:rPr>
              <w:rFonts w:ascii="MS Gothic" w:eastAsia="MS Gothic" w:hAnsi="MS Gothic" w:hint="eastAsia"/>
              <w:b/>
            </w:rPr>
            <w:t>☐</w:t>
          </w:r>
        </w:sdtContent>
      </w:sdt>
      <w:r w:rsidR="002C3B24" w:rsidRPr="002C3B24">
        <w:t xml:space="preserve"> </w:t>
      </w:r>
      <w:r w:rsidR="00E07045">
        <w:t>I</w:t>
      </w:r>
      <w:r w:rsidR="002C3B24">
        <w:t>ntroduce</w:t>
      </w:r>
      <w:r w:rsidR="002C3B24" w:rsidRPr="002C3B24">
        <w:t xml:space="preserve"> suppliers </w:t>
      </w:r>
      <w:r w:rsidR="002C3B24">
        <w:t>to global supply chain partners</w:t>
      </w:r>
      <w:r w:rsidR="002C3B24" w:rsidRPr="002C3B24">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2C3B24" w:rsidRPr="002C3B24" w14:paraId="06F77D53" w14:textId="77777777" w:rsidTr="00626BA7">
        <w:trPr>
          <w:trHeight w:val="387"/>
          <w:tblHeader/>
        </w:trPr>
        <w:sdt>
          <w:sdtPr>
            <w:id w:val="951359769"/>
            <w:placeholder>
              <w:docPart w:val="CDD7DAC300A34951A09251EA37189297"/>
            </w:placeholder>
          </w:sdtPr>
          <w:sdtEndPr/>
          <w:sdtContent>
            <w:sdt>
              <w:sdtPr>
                <w:id w:val="-206184153"/>
                <w:placeholder>
                  <w:docPart w:val="6FFCC20EB613471290103315A9CBD3AC"/>
                </w:placeholder>
              </w:sdtPr>
              <w:sdtEndPr/>
              <w:sdtContent>
                <w:tc>
                  <w:tcPr>
                    <w:tcW w:w="9016" w:type="dxa"/>
                  </w:tcPr>
                  <w:p w14:paraId="086ADEF1" w14:textId="7A020BA8" w:rsidR="002C3B24" w:rsidRPr="002C3B24" w:rsidRDefault="000611C6" w:rsidP="002C3B24">
                    <w:pPr>
                      <w:rPr>
                        <w:rFonts w:eastAsia="Times New Roman" w:cs="Times New Roman"/>
                      </w:rPr>
                    </w:pPr>
                    <w:r>
                      <w:rPr>
                        <w:rStyle w:val="PlaceholderText"/>
                      </w:rPr>
                      <w:t>Provide more information here</w:t>
                    </w:r>
                  </w:p>
                </w:tc>
              </w:sdtContent>
            </w:sdt>
          </w:sdtContent>
        </w:sdt>
      </w:tr>
    </w:tbl>
    <w:p w14:paraId="5F8F8E5A" w14:textId="3564D05C" w:rsidR="002C3B24" w:rsidRPr="002C3B24" w:rsidRDefault="002F2D64" w:rsidP="002C3B24">
      <w:sdt>
        <w:sdtPr>
          <w:rPr>
            <w:b/>
          </w:rPr>
          <w:id w:val="-1054461280"/>
          <w14:checkbox>
            <w14:checked w14:val="0"/>
            <w14:checkedState w14:val="2612" w14:font="MS Gothic"/>
            <w14:uncheckedState w14:val="2610" w14:font="MS Gothic"/>
          </w14:checkbox>
        </w:sdtPr>
        <w:sdtEndPr/>
        <w:sdtContent>
          <w:r w:rsidR="002C3B24" w:rsidRPr="002C3B24">
            <w:rPr>
              <w:rFonts w:ascii="Segoe UI Symbol" w:hAnsi="Segoe UI Symbol" w:cs="Segoe UI Symbol"/>
              <w:b/>
            </w:rPr>
            <w:t>☐</w:t>
          </w:r>
        </w:sdtContent>
      </w:sdt>
      <w:r w:rsidR="002C3B24" w:rsidRPr="002C3B24">
        <w:t xml:space="preserve"> </w:t>
      </w:r>
      <w:r w:rsidR="00E07045">
        <w:t>S</w:t>
      </w:r>
      <w:r w:rsidR="002C3B24">
        <w:t xml:space="preserve">upport suppliers to register with </w:t>
      </w:r>
      <w:r w:rsidR="00197C2C">
        <w:t xml:space="preserve">global </w:t>
      </w:r>
      <w:r w:rsidR="002C3B24">
        <w:t>supplier databases</w:t>
      </w:r>
      <w:r w:rsidR="002C3B24" w:rsidRPr="002C3B24">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2C3B24" w:rsidRPr="002C3B24" w14:paraId="51CF57C5" w14:textId="77777777" w:rsidTr="00626BA7">
        <w:trPr>
          <w:trHeight w:val="387"/>
          <w:tblHeader/>
        </w:trPr>
        <w:sdt>
          <w:sdtPr>
            <w:id w:val="1796095558"/>
            <w:placeholder>
              <w:docPart w:val="A76D1D275F4743DF806D69CF4FAB0C0E"/>
            </w:placeholder>
          </w:sdtPr>
          <w:sdtEndPr/>
          <w:sdtContent>
            <w:sdt>
              <w:sdtPr>
                <w:id w:val="-1613037010"/>
                <w:placeholder>
                  <w:docPart w:val="325816474F25449E8E3A8396F45D2493"/>
                </w:placeholder>
              </w:sdtPr>
              <w:sdtEndPr/>
              <w:sdtContent>
                <w:tc>
                  <w:tcPr>
                    <w:tcW w:w="9016" w:type="dxa"/>
                  </w:tcPr>
                  <w:p w14:paraId="2154EB30" w14:textId="72B23448" w:rsidR="002C3B24" w:rsidRPr="002C3B24" w:rsidRDefault="000611C6" w:rsidP="002C3B24">
                    <w:pPr>
                      <w:rPr>
                        <w:rFonts w:eastAsia="Times New Roman" w:cs="Times New Roman"/>
                      </w:rPr>
                    </w:pPr>
                    <w:r>
                      <w:rPr>
                        <w:rStyle w:val="PlaceholderText"/>
                      </w:rPr>
                      <w:t>Provide more information here</w:t>
                    </w:r>
                  </w:p>
                </w:tc>
              </w:sdtContent>
            </w:sdt>
          </w:sdtContent>
        </w:sdt>
      </w:tr>
    </w:tbl>
    <w:p w14:paraId="1A66F769" w14:textId="719C23C9" w:rsidR="002C3B24" w:rsidRPr="002C3B24" w:rsidRDefault="002F2D64" w:rsidP="002C3B24">
      <w:sdt>
        <w:sdtPr>
          <w:rPr>
            <w:b/>
          </w:rPr>
          <w:id w:val="1714386980"/>
          <w14:checkbox>
            <w14:checked w14:val="0"/>
            <w14:checkedState w14:val="2612" w14:font="MS Gothic"/>
            <w14:uncheckedState w14:val="2610" w14:font="MS Gothic"/>
          </w14:checkbox>
        </w:sdtPr>
        <w:sdtEndPr/>
        <w:sdtContent>
          <w:r w:rsidR="002C3B24" w:rsidRPr="002C3B24">
            <w:rPr>
              <w:rFonts w:ascii="Segoe UI Symbol" w:hAnsi="Segoe UI Symbol" w:cs="Segoe UI Symbol"/>
              <w:b/>
            </w:rPr>
            <w:t>☐</w:t>
          </w:r>
        </w:sdtContent>
      </w:sdt>
      <w:r w:rsidR="002C3B24" w:rsidRPr="002C3B24">
        <w:t xml:space="preserve"> </w:t>
      </w:r>
      <w:r w:rsidR="00E07045">
        <w:t>F</w:t>
      </w:r>
      <w:r w:rsidR="002C3B24">
        <w:t xml:space="preserve">acilitate strategic partnering and joint ventures between Australian and </w:t>
      </w:r>
      <w:r w:rsidR="004B4AC3">
        <w:t>international</w:t>
      </w:r>
      <w:r w:rsidR="002C3B24">
        <w:t xml:space="preserve"> suppliers</w:t>
      </w:r>
    </w:p>
    <w:tbl>
      <w:tblPr>
        <w:tblStyle w:val="TableGrid"/>
        <w:tblW w:w="0" w:type="auto"/>
        <w:tblLook w:val="04A0" w:firstRow="1" w:lastRow="0" w:firstColumn="1" w:lastColumn="0" w:noHBand="0" w:noVBand="1"/>
        <w:tblDescription w:val="Procurement entity website strategies"/>
      </w:tblPr>
      <w:tblGrid>
        <w:gridCol w:w="9016"/>
      </w:tblGrid>
      <w:tr w:rsidR="002C3B24" w:rsidRPr="002C3B24" w14:paraId="382564E8" w14:textId="77777777" w:rsidTr="00626BA7">
        <w:trPr>
          <w:trHeight w:val="387"/>
          <w:tblHeader/>
        </w:trPr>
        <w:sdt>
          <w:sdtPr>
            <w:id w:val="1682542063"/>
            <w:placeholder>
              <w:docPart w:val="6B513672CAA94EC1928475D7E097C0FE"/>
            </w:placeholder>
          </w:sdtPr>
          <w:sdtEndPr/>
          <w:sdtContent>
            <w:sdt>
              <w:sdtPr>
                <w:id w:val="273981353"/>
                <w:placeholder>
                  <w:docPart w:val="8629D9A41D1F45E3B96A99A05C7EA12E"/>
                </w:placeholder>
              </w:sdtPr>
              <w:sdtEndPr/>
              <w:sdtContent>
                <w:tc>
                  <w:tcPr>
                    <w:tcW w:w="9016" w:type="dxa"/>
                  </w:tcPr>
                  <w:p w14:paraId="7B2E3E9F" w14:textId="388983D0" w:rsidR="002C3B24" w:rsidRPr="002C3B24" w:rsidRDefault="000611C6" w:rsidP="002C3B24">
                    <w:pPr>
                      <w:rPr>
                        <w:rFonts w:eastAsia="Times New Roman" w:cs="Times New Roman"/>
                      </w:rPr>
                    </w:pPr>
                    <w:r>
                      <w:rPr>
                        <w:rStyle w:val="PlaceholderText"/>
                      </w:rPr>
                      <w:t>Provide more information here</w:t>
                    </w:r>
                  </w:p>
                </w:tc>
              </w:sdtContent>
            </w:sdt>
          </w:sdtContent>
        </w:sdt>
      </w:tr>
    </w:tbl>
    <w:p w14:paraId="0D9CD799" w14:textId="74ABB2C4" w:rsidR="002C3B24" w:rsidRPr="002C3B24" w:rsidRDefault="002F2D64" w:rsidP="002C3B24">
      <w:sdt>
        <w:sdtPr>
          <w:rPr>
            <w:b/>
          </w:rPr>
          <w:id w:val="1793088410"/>
          <w14:checkbox>
            <w14:checked w14:val="0"/>
            <w14:checkedState w14:val="2612" w14:font="MS Gothic"/>
            <w14:uncheckedState w14:val="2610" w14:font="MS Gothic"/>
          </w14:checkbox>
        </w:sdtPr>
        <w:sdtEndPr/>
        <w:sdtContent>
          <w:r w:rsidR="002C3B24" w:rsidRPr="002C3B24">
            <w:rPr>
              <w:rFonts w:ascii="Segoe UI Symbol" w:hAnsi="Segoe UI Symbol" w:cs="Segoe UI Symbol"/>
              <w:b/>
            </w:rPr>
            <w:t>☐</w:t>
          </w:r>
        </w:sdtContent>
      </w:sdt>
      <w:r w:rsidR="002C3B24" w:rsidRPr="002C3B24">
        <w:t xml:space="preserve"> </w:t>
      </w:r>
      <w:r w:rsidR="00E07045">
        <w:t>R</w:t>
      </w:r>
      <w:r w:rsidR="00197C2C">
        <w:t>ecommend suppliers undertake export readiness training or international accreditation</w:t>
      </w:r>
    </w:p>
    <w:tbl>
      <w:tblPr>
        <w:tblStyle w:val="TableGrid"/>
        <w:tblW w:w="0" w:type="auto"/>
        <w:tblLook w:val="04A0" w:firstRow="1" w:lastRow="0" w:firstColumn="1" w:lastColumn="0" w:noHBand="0" w:noVBand="1"/>
        <w:tblDescription w:val="Procurement entity website strategies"/>
      </w:tblPr>
      <w:tblGrid>
        <w:gridCol w:w="9016"/>
      </w:tblGrid>
      <w:tr w:rsidR="002C3B24" w:rsidRPr="002C3B24" w14:paraId="27921CEC" w14:textId="77777777" w:rsidTr="00626BA7">
        <w:trPr>
          <w:trHeight w:val="387"/>
          <w:tblHeader/>
        </w:trPr>
        <w:sdt>
          <w:sdtPr>
            <w:id w:val="2035618888"/>
            <w:placeholder>
              <w:docPart w:val="4C023B1642AC4E979D42B90236745CB0"/>
            </w:placeholder>
          </w:sdtPr>
          <w:sdtEndPr/>
          <w:sdtContent>
            <w:sdt>
              <w:sdtPr>
                <w:id w:val="288478490"/>
                <w:placeholder>
                  <w:docPart w:val="CB40A3B3D83445B1BE38041DC9AF5AF5"/>
                </w:placeholder>
              </w:sdtPr>
              <w:sdtEndPr/>
              <w:sdtContent>
                <w:tc>
                  <w:tcPr>
                    <w:tcW w:w="9016" w:type="dxa"/>
                  </w:tcPr>
                  <w:p w14:paraId="5507CEB7" w14:textId="60D9AE95" w:rsidR="002C3B24" w:rsidRPr="002C3B24" w:rsidRDefault="000611C6" w:rsidP="002C3B24">
                    <w:pPr>
                      <w:rPr>
                        <w:rFonts w:eastAsia="Times New Roman" w:cs="Times New Roman"/>
                      </w:rPr>
                    </w:pPr>
                    <w:r>
                      <w:rPr>
                        <w:rStyle w:val="PlaceholderText"/>
                      </w:rPr>
                      <w:t>Provide more information here</w:t>
                    </w:r>
                  </w:p>
                </w:tc>
              </w:sdtContent>
            </w:sdt>
          </w:sdtContent>
        </w:sdt>
      </w:tr>
    </w:tbl>
    <w:p w14:paraId="2B6C466E" w14:textId="4A2D08E1" w:rsidR="002C3B24" w:rsidRPr="002C3B24" w:rsidRDefault="002F2D64" w:rsidP="002C3B24">
      <w:sdt>
        <w:sdtPr>
          <w:rPr>
            <w:b/>
          </w:rPr>
          <w:id w:val="1229659694"/>
          <w14:checkbox>
            <w14:checked w14:val="0"/>
            <w14:checkedState w14:val="2612" w14:font="MS Gothic"/>
            <w14:uncheckedState w14:val="2610" w14:font="MS Gothic"/>
          </w14:checkbox>
        </w:sdtPr>
        <w:sdtEndPr/>
        <w:sdtContent>
          <w:r w:rsidR="002C3B24" w:rsidRPr="002C3B24">
            <w:rPr>
              <w:rFonts w:ascii="Segoe UI Symbol" w:hAnsi="Segoe UI Symbol" w:cs="Segoe UI Symbol"/>
              <w:b/>
            </w:rPr>
            <w:t>☐</w:t>
          </w:r>
        </w:sdtContent>
      </w:sdt>
      <w:r w:rsidR="00E07045">
        <w:t xml:space="preserve"> S</w:t>
      </w:r>
      <w:r w:rsidR="002C3B24" w:rsidRPr="002C3B24">
        <w:t xml:space="preserve">upport supplier </w:t>
      </w:r>
      <w:r w:rsidR="00197C2C">
        <w:t>export and global integration</w:t>
      </w:r>
      <w:r w:rsidR="002C3B24" w:rsidRPr="002C3B24">
        <w:t xml:space="preserve"> initiatives of industry associations or governments </w:t>
      </w:r>
    </w:p>
    <w:tbl>
      <w:tblPr>
        <w:tblStyle w:val="TableGrid"/>
        <w:tblW w:w="0" w:type="auto"/>
        <w:tblLook w:val="04A0" w:firstRow="1" w:lastRow="0" w:firstColumn="1" w:lastColumn="0" w:noHBand="0" w:noVBand="1"/>
        <w:tblDescription w:val="Procurement entity website strategies"/>
      </w:tblPr>
      <w:tblGrid>
        <w:gridCol w:w="9016"/>
      </w:tblGrid>
      <w:tr w:rsidR="002C3B24" w:rsidRPr="002C3B24" w14:paraId="0C205AD4" w14:textId="77777777" w:rsidTr="00626BA7">
        <w:trPr>
          <w:trHeight w:val="387"/>
          <w:tblHeader/>
        </w:trPr>
        <w:sdt>
          <w:sdtPr>
            <w:id w:val="313373436"/>
            <w:placeholder>
              <w:docPart w:val="D68F952F93B54496AF33F22B5AB79B4C"/>
            </w:placeholder>
          </w:sdtPr>
          <w:sdtEndPr/>
          <w:sdtContent>
            <w:sdt>
              <w:sdtPr>
                <w:id w:val="-1169086796"/>
                <w:placeholder>
                  <w:docPart w:val="D36E535556864B45B60E1C12C2546308"/>
                </w:placeholder>
              </w:sdtPr>
              <w:sdtEndPr/>
              <w:sdtContent>
                <w:tc>
                  <w:tcPr>
                    <w:tcW w:w="9016" w:type="dxa"/>
                  </w:tcPr>
                  <w:p w14:paraId="73D6A261" w14:textId="0ED1569C" w:rsidR="002C3B24" w:rsidRPr="002C3B24" w:rsidRDefault="000611C6" w:rsidP="002C3B24">
                    <w:pPr>
                      <w:rPr>
                        <w:rFonts w:eastAsia="Times New Roman" w:cs="Times New Roman"/>
                      </w:rPr>
                    </w:pPr>
                    <w:r>
                      <w:rPr>
                        <w:rStyle w:val="PlaceholderText"/>
                      </w:rPr>
                      <w:t>Provide more information here</w:t>
                    </w:r>
                  </w:p>
                </w:tc>
              </w:sdtContent>
            </w:sdt>
          </w:sdtContent>
        </w:sdt>
      </w:tr>
    </w:tbl>
    <w:p w14:paraId="50492698" w14:textId="5BAB53D9" w:rsidR="002C3B24" w:rsidRPr="002C3B24" w:rsidRDefault="002F2D64" w:rsidP="002C3B24">
      <w:sdt>
        <w:sdtPr>
          <w:rPr>
            <w:b/>
          </w:rPr>
          <w:id w:val="-759377760"/>
          <w14:checkbox>
            <w14:checked w14:val="0"/>
            <w14:checkedState w14:val="2612" w14:font="MS Gothic"/>
            <w14:uncheckedState w14:val="2610" w14:font="MS Gothic"/>
          </w14:checkbox>
        </w:sdtPr>
        <w:sdtEndPr/>
        <w:sdtContent>
          <w:r w:rsidR="002C3B24" w:rsidRPr="002C3B24">
            <w:rPr>
              <w:rFonts w:ascii="Segoe UI Symbol" w:hAnsi="Segoe UI Symbol" w:cs="Segoe UI Symbol"/>
              <w:b/>
            </w:rPr>
            <w:t>☐</w:t>
          </w:r>
        </w:sdtContent>
      </w:sdt>
      <w:r w:rsidR="002C3B24" w:rsidRPr="002C3B24">
        <w:t xml:space="preserve"> </w:t>
      </w:r>
      <w:r w:rsidR="00E07045">
        <w:t>P</w:t>
      </w:r>
      <w:r w:rsidR="00197C2C">
        <w:t xml:space="preserve">rovide references for </w:t>
      </w:r>
      <w:r w:rsidR="004B4AC3">
        <w:t xml:space="preserve">high performing </w:t>
      </w:r>
      <w:r w:rsidR="00197C2C">
        <w:t>suppliers</w:t>
      </w:r>
      <w:r w:rsidR="002C3B24" w:rsidRPr="002C3B24">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2C3B24" w:rsidRPr="002C3B24" w14:paraId="275A6D7E" w14:textId="77777777" w:rsidTr="00197C2C">
        <w:trPr>
          <w:trHeight w:val="387"/>
          <w:tblHeader/>
        </w:trPr>
        <w:sdt>
          <w:sdtPr>
            <w:id w:val="-298840439"/>
            <w:placeholder>
              <w:docPart w:val="3E3981D0C6B9435B80F935F268F59374"/>
            </w:placeholder>
          </w:sdtPr>
          <w:sdtEndPr/>
          <w:sdtContent>
            <w:sdt>
              <w:sdtPr>
                <w:id w:val="94682568"/>
                <w:placeholder>
                  <w:docPart w:val="5A16759719464CC19559340C05ABB79F"/>
                </w:placeholder>
              </w:sdtPr>
              <w:sdtEndPr/>
              <w:sdtContent>
                <w:tc>
                  <w:tcPr>
                    <w:tcW w:w="9016" w:type="dxa"/>
                  </w:tcPr>
                  <w:p w14:paraId="215A7C2C" w14:textId="04425E7D" w:rsidR="002C3B24" w:rsidRPr="002C3B24" w:rsidRDefault="000611C6" w:rsidP="002C3B24">
                    <w:pPr>
                      <w:rPr>
                        <w:rFonts w:eastAsia="Times New Roman" w:cs="Times New Roman"/>
                      </w:rPr>
                    </w:pPr>
                    <w:r>
                      <w:rPr>
                        <w:rStyle w:val="PlaceholderText"/>
                      </w:rPr>
                      <w:t>Provide more information here</w:t>
                    </w:r>
                  </w:p>
                </w:tc>
              </w:sdtContent>
            </w:sdt>
          </w:sdtContent>
        </w:sdt>
      </w:tr>
    </w:tbl>
    <w:p w14:paraId="7737A0D2" w14:textId="18E82E97" w:rsidR="00197C2C" w:rsidRPr="00197C2C" w:rsidRDefault="002F2D64" w:rsidP="00197C2C">
      <w:sdt>
        <w:sdtPr>
          <w:rPr>
            <w:b/>
          </w:rPr>
          <w:id w:val="-1247642503"/>
          <w14:checkbox>
            <w14:checked w14:val="0"/>
            <w14:checkedState w14:val="2612" w14:font="MS Gothic"/>
            <w14:uncheckedState w14:val="2610" w14:font="MS Gothic"/>
          </w14:checkbox>
        </w:sdtPr>
        <w:sdtEndPr/>
        <w:sdtContent>
          <w:r w:rsidR="00197C2C" w:rsidRPr="00197C2C">
            <w:rPr>
              <w:rFonts w:ascii="Segoe UI Symbol" w:hAnsi="Segoe UI Symbol" w:cs="Segoe UI Symbol"/>
              <w:b/>
            </w:rPr>
            <w:t>☐</w:t>
          </w:r>
        </w:sdtContent>
      </w:sdt>
      <w:r w:rsidR="00197C2C" w:rsidRPr="00197C2C">
        <w:t xml:space="preserve"> </w:t>
      </w:r>
      <w:r w:rsidR="00E07045">
        <w:t>O</w:t>
      </w:r>
      <w:r w:rsidR="00CD3F84">
        <w:t>ther</w:t>
      </w:r>
      <w:r w:rsidR="00197C2C" w:rsidRPr="00197C2C">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197C2C" w:rsidRPr="00197C2C" w14:paraId="206265D5" w14:textId="77777777" w:rsidTr="00626BA7">
        <w:trPr>
          <w:trHeight w:val="387"/>
          <w:tblHeader/>
        </w:trPr>
        <w:sdt>
          <w:sdtPr>
            <w:id w:val="-1660686367"/>
            <w:placeholder>
              <w:docPart w:val="3BF05C2873044B28A511C719DEC41F4A"/>
            </w:placeholder>
          </w:sdtPr>
          <w:sdtEndPr/>
          <w:sdtContent>
            <w:sdt>
              <w:sdtPr>
                <w:id w:val="-1692140735"/>
                <w:placeholder>
                  <w:docPart w:val="294B11F889804DE79987F4339B691E9D"/>
                </w:placeholder>
              </w:sdtPr>
              <w:sdtEndPr/>
              <w:sdtContent>
                <w:tc>
                  <w:tcPr>
                    <w:tcW w:w="9242" w:type="dxa"/>
                  </w:tcPr>
                  <w:p w14:paraId="2C219BCA" w14:textId="2B58C7E7" w:rsidR="00197C2C" w:rsidRPr="00197C2C" w:rsidRDefault="000611C6" w:rsidP="00197C2C">
                    <w:pPr>
                      <w:rPr>
                        <w:rFonts w:eastAsia="Times New Roman" w:cs="Times New Roman"/>
                      </w:rPr>
                    </w:pPr>
                    <w:r>
                      <w:rPr>
                        <w:rStyle w:val="PlaceholderText"/>
                      </w:rPr>
                      <w:t>Provide more information here</w:t>
                    </w:r>
                  </w:p>
                </w:tc>
              </w:sdtContent>
            </w:sdt>
          </w:sdtContent>
        </w:sdt>
      </w:tr>
    </w:tbl>
    <w:p w14:paraId="0980D20F" w14:textId="77777777" w:rsidR="00F13304" w:rsidRDefault="00F13304" w:rsidP="00F13304">
      <w:pPr>
        <w:pStyle w:val="StrongNumbered"/>
        <w:numPr>
          <w:ilvl w:val="0"/>
          <w:numId w:val="0"/>
        </w:numPr>
        <w:ind w:left="502"/>
      </w:pPr>
    </w:p>
    <w:p w14:paraId="7C21B5D0" w14:textId="598C41E7" w:rsidR="00D0596A" w:rsidRPr="00F07286" w:rsidRDefault="00E01EB0" w:rsidP="00CC3D3F">
      <w:pPr>
        <w:pStyle w:val="StrongNumbered"/>
      </w:pPr>
      <w:r>
        <w:t>D</w:t>
      </w:r>
      <w:r w:rsidR="00D0596A" w:rsidRPr="00F07286">
        <w:t>escribe how you will ensure that feedback</w:t>
      </w:r>
      <w:r w:rsidR="00D12CC2">
        <w:t xml:space="preserve">, including </w:t>
      </w:r>
      <w:r w:rsidR="004E715D">
        <w:t xml:space="preserve">on any relevant </w:t>
      </w:r>
      <w:r w:rsidR="00D12CC2">
        <w:t>training</w:t>
      </w:r>
      <w:r w:rsidR="004E715D">
        <w:t>, skills, capability and capacity development</w:t>
      </w:r>
      <w:r w:rsidR="00D12CC2">
        <w:t>,</w:t>
      </w:r>
      <w:r w:rsidR="00D0596A" w:rsidRPr="00F07286">
        <w:t xml:space="preserve"> will be provided by procurement entities to Australian entities unsuccessful in their bid</w:t>
      </w:r>
      <w:r w:rsidR="004F4178">
        <w:t>s</w:t>
      </w:r>
      <w:r w:rsidR="00D0596A" w:rsidRPr="00F07286">
        <w:t xml:space="preserve"> to supply key goods and services to the project.</w:t>
      </w:r>
    </w:p>
    <w:p w14:paraId="3448DB02" w14:textId="22B3BA22" w:rsidR="00D0596A" w:rsidRPr="00CC3D3F" w:rsidRDefault="000B5F66" w:rsidP="00D0596A">
      <w:pPr>
        <w:rPr>
          <w:rStyle w:val="Emphasis"/>
        </w:rPr>
      </w:pPr>
      <w:r>
        <w:rPr>
          <w:rStyle w:val="Emphasis"/>
        </w:rPr>
        <w:t>S</w:t>
      </w:r>
      <w:r w:rsidR="00D0596A" w:rsidRPr="00CC3D3F">
        <w:rPr>
          <w:rStyle w:val="Emphasis"/>
        </w:rPr>
        <w:t xml:space="preserve">pecify the type of feedback to be provided, the method of delivery and the intended outcomes. </w:t>
      </w:r>
      <w:r w:rsidR="00D12CC2">
        <w:rPr>
          <w:rStyle w:val="Emphasis"/>
        </w:rPr>
        <w:t xml:space="preserve">Feedback provided must include recommendations of relevant training and skills, capability and capacity development activities. </w:t>
      </w:r>
      <w:r w:rsidR="00D0596A" w:rsidRPr="00CC3D3F">
        <w:rPr>
          <w:rStyle w:val="Emphasis"/>
        </w:rPr>
        <w:t>Where you are acting as the procurement entity detail how you will achieve this objective.</w:t>
      </w:r>
    </w:p>
    <w:tbl>
      <w:tblPr>
        <w:tblStyle w:val="TableGrid"/>
        <w:tblW w:w="0" w:type="auto"/>
        <w:tblLook w:val="04A0" w:firstRow="1" w:lastRow="0" w:firstColumn="1" w:lastColumn="0" w:noHBand="0" w:noVBand="1"/>
        <w:tblDescription w:val="Strategies to ensure procurement entities provide feedback to unsuccessful Australian entities"/>
      </w:tblPr>
      <w:tblGrid>
        <w:gridCol w:w="9016"/>
      </w:tblGrid>
      <w:tr w:rsidR="00D0596A" w:rsidRPr="00F07286" w14:paraId="1CF4DE6C" w14:textId="77777777" w:rsidTr="00E00A6C">
        <w:trPr>
          <w:tblHeader/>
        </w:trPr>
        <w:sdt>
          <w:sdtPr>
            <w:id w:val="-718659872"/>
            <w:placeholder>
              <w:docPart w:val="BC2C464D0B2441A4BE750F495DD774F5"/>
            </w:placeholder>
            <w:showingPlcHdr/>
          </w:sdtPr>
          <w:sdtEndPr/>
          <w:sdtContent>
            <w:tc>
              <w:tcPr>
                <w:tcW w:w="9242" w:type="dxa"/>
              </w:tcPr>
              <w:p w14:paraId="6A06ABAC" w14:textId="77777777" w:rsidR="00D0596A" w:rsidRPr="00F07286" w:rsidRDefault="00411C95" w:rsidP="00D0596A">
                <w:r>
                  <w:rPr>
                    <w:rStyle w:val="PlaceholderText"/>
                  </w:rPr>
                  <w:t>Enter response here</w:t>
                </w:r>
              </w:p>
            </w:tc>
          </w:sdtContent>
        </w:sdt>
      </w:tr>
    </w:tbl>
    <w:p w14:paraId="79058F27" w14:textId="77777777" w:rsidR="00D0596A" w:rsidRPr="00F07286" w:rsidRDefault="00D0596A" w:rsidP="00D0596A"/>
    <w:p w14:paraId="6551B4AA" w14:textId="77777777" w:rsidR="00D0596A" w:rsidRPr="00F07286" w:rsidRDefault="00D0596A" w:rsidP="00D0596A"/>
    <w:p w14:paraId="0A8CD45F" w14:textId="77777777" w:rsidR="00D0596A" w:rsidRPr="00F07286" w:rsidRDefault="00D0596A" w:rsidP="00D0596A">
      <w:r w:rsidRPr="00F07286">
        <w:br w:type="page"/>
      </w:r>
    </w:p>
    <w:p w14:paraId="57BC0897" w14:textId="4042D74F" w:rsidR="00D0596A" w:rsidRPr="00F07286" w:rsidRDefault="00D0596A" w:rsidP="00DE24BF">
      <w:pPr>
        <w:pStyle w:val="Heading3"/>
      </w:pPr>
      <w:r w:rsidRPr="00F07286">
        <w:lastRenderedPageBreak/>
        <w:t>B.6</w:t>
      </w:r>
      <w:r w:rsidRPr="00F07286">
        <w:tab/>
        <w:t>Implementation Resources</w:t>
      </w:r>
    </w:p>
    <w:p w14:paraId="6648A63D" w14:textId="1D37B811" w:rsidR="007E0753" w:rsidRPr="007E0753" w:rsidRDefault="008F7D62" w:rsidP="00D0596A">
      <w:r>
        <w:t>T</w:t>
      </w:r>
      <w:r w:rsidR="005D7368">
        <w:t>his criterion</w:t>
      </w:r>
      <w:r w:rsidR="00E97E08">
        <w:t xml:space="preserve"> should describe</w:t>
      </w:r>
      <w:r w:rsidR="00D0596A" w:rsidRPr="00F07286">
        <w:t xml:space="preserve"> </w:t>
      </w:r>
      <w:r w:rsidR="00E97E08">
        <w:t xml:space="preserve">the </w:t>
      </w:r>
      <w:r w:rsidR="00D0596A" w:rsidRPr="00F07286">
        <w:t xml:space="preserve">resources and procedures </w:t>
      </w:r>
      <w:r w:rsidR="000B5F66">
        <w:t>you will use</w:t>
      </w:r>
      <w:r w:rsidR="00E97E08">
        <w:t xml:space="preserve"> </w:t>
      </w:r>
      <w:r w:rsidR="00D0596A" w:rsidRPr="00F07286">
        <w:t xml:space="preserve">to effectively implement </w:t>
      </w:r>
      <w:r w:rsidR="00B57D57">
        <w:t xml:space="preserve">and report on </w:t>
      </w:r>
      <w:r w:rsidR="00D0596A" w:rsidRPr="00F07286">
        <w:t xml:space="preserve">the actions </w:t>
      </w:r>
      <w:r w:rsidR="00B57D57">
        <w:t>in your</w:t>
      </w:r>
      <w:r w:rsidR="00D0596A" w:rsidRPr="00F07286">
        <w:t xml:space="preserve"> AIP plan. This should include monitoring </w:t>
      </w:r>
      <w:r w:rsidR="00B57D57">
        <w:t xml:space="preserve">and reporting of </w:t>
      </w:r>
      <w:r w:rsidR="00D0596A" w:rsidRPr="00F07286">
        <w:t xml:space="preserve">the </w:t>
      </w:r>
      <w:r w:rsidR="00B57D57">
        <w:t>activities</w:t>
      </w:r>
      <w:r w:rsidR="00B57D57" w:rsidRPr="00F07286">
        <w:t xml:space="preserve"> </w:t>
      </w:r>
      <w:r w:rsidR="00D0596A" w:rsidRPr="00F07286">
        <w:t xml:space="preserve">of procurement entities. </w:t>
      </w:r>
    </w:p>
    <w:p w14:paraId="5D7DFA28" w14:textId="04DABF02" w:rsidR="00940D17" w:rsidRPr="00780BB8" w:rsidRDefault="007E7B97" w:rsidP="00D0596A">
      <w:pPr>
        <w:pStyle w:val="StrongNumbered"/>
        <w:numPr>
          <w:ilvl w:val="0"/>
          <w:numId w:val="38"/>
        </w:numPr>
        <w:rPr>
          <w:rStyle w:val="Emphasis"/>
          <w:i w:val="0"/>
        </w:rPr>
      </w:pPr>
      <w:r>
        <w:t>Select the</w:t>
      </w:r>
      <w:r w:rsidRPr="00F07286">
        <w:t xml:space="preserve"> </w:t>
      </w:r>
      <w:r w:rsidR="00D0596A" w:rsidRPr="00F07286">
        <w:t xml:space="preserve">records and evidence you </w:t>
      </w:r>
      <w:r>
        <w:t xml:space="preserve">will collect and </w:t>
      </w:r>
      <w:r w:rsidR="00B57D57">
        <w:t>retain</w:t>
      </w:r>
      <w:r w:rsidR="00B57D57" w:rsidRPr="00F07286">
        <w:t xml:space="preserve"> </w:t>
      </w:r>
      <w:r w:rsidR="00D0596A" w:rsidRPr="00F07286">
        <w:t>to prove compliance with Part B of this AIP plan</w:t>
      </w:r>
      <w:r w:rsidR="000611C6">
        <w:t>.</w:t>
      </w:r>
    </w:p>
    <w:tbl>
      <w:tblPr>
        <w:tblStyle w:val="TableGrid"/>
        <w:tblW w:w="0" w:type="auto"/>
        <w:tblLook w:val="04A0" w:firstRow="1" w:lastRow="0" w:firstColumn="1" w:lastColumn="0" w:noHBand="0" w:noVBand="1"/>
        <w:tblDescription w:val="Project type"/>
      </w:tblPr>
      <w:tblGrid>
        <w:gridCol w:w="4082"/>
        <w:gridCol w:w="436"/>
        <w:gridCol w:w="4013"/>
        <w:gridCol w:w="485"/>
      </w:tblGrid>
      <w:tr w:rsidR="00360974" w:rsidRPr="00F07286" w14:paraId="1AA5FCA1" w14:textId="77777777" w:rsidTr="00F27596">
        <w:trPr>
          <w:tblHeader/>
        </w:trPr>
        <w:tc>
          <w:tcPr>
            <w:tcW w:w="4082" w:type="dxa"/>
            <w:tcBorders>
              <w:right w:val="nil"/>
            </w:tcBorders>
          </w:tcPr>
          <w:p w14:paraId="5E60FCEF" w14:textId="7669A675" w:rsidR="00940D17" w:rsidRPr="00F07286" w:rsidRDefault="002376A5" w:rsidP="00D37FF3">
            <w:r>
              <w:t>Vendor identification agency contract</w:t>
            </w:r>
          </w:p>
        </w:tc>
        <w:sdt>
          <w:sdtPr>
            <w:id w:val="-884022054"/>
            <w14:checkbox>
              <w14:checked w14:val="0"/>
              <w14:checkedState w14:val="2612" w14:font="MS Gothic"/>
              <w14:uncheckedState w14:val="2610" w14:font="MS Gothic"/>
            </w14:checkbox>
          </w:sdtPr>
          <w:sdtEndPr/>
          <w:sdtContent>
            <w:tc>
              <w:tcPr>
                <w:tcW w:w="436" w:type="dxa"/>
                <w:tcBorders>
                  <w:left w:val="nil"/>
                </w:tcBorders>
              </w:tcPr>
              <w:p w14:paraId="49D4425A" w14:textId="4897C815" w:rsidR="00940D17" w:rsidRPr="00F07286" w:rsidRDefault="00C617EC" w:rsidP="00D37FF3">
                <w:pPr>
                  <w:spacing w:before="0" w:after="0"/>
                </w:pPr>
                <w:r>
                  <w:rPr>
                    <w:rFonts w:ascii="MS Gothic" w:eastAsia="MS Gothic" w:hAnsi="MS Gothic" w:hint="eastAsia"/>
                  </w:rPr>
                  <w:t>☐</w:t>
                </w:r>
              </w:p>
            </w:tc>
          </w:sdtContent>
        </w:sdt>
        <w:tc>
          <w:tcPr>
            <w:tcW w:w="4013" w:type="dxa"/>
            <w:tcBorders>
              <w:right w:val="nil"/>
            </w:tcBorders>
          </w:tcPr>
          <w:p w14:paraId="6F025541" w14:textId="1014EAF4" w:rsidR="00940D17" w:rsidRPr="00F07286" w:rsidRDefault="002376A5" w:rsidP="00D37FF3">
            <w:r>
              <w:t>Procurement entity AIP contract clauses</w:t>
            </w:r>
          </w:p>
        </w:tc>
        <w:sdt>
          <w:sdtPr>
            <w:id w:val="-432517754"/>
            <w14:checkbox>
              <w14:checked w14:val="0"/>
              <w14:checkedState w14:val="2612" w14:font="MS Gothic"/>
              <w14:uncheckedState w14:val="2610" w14:font="MS Gothic"/>
            </w14:checkbox>
          </w:sdtPr>
          <w:sdtEndPr/>
          <w:sdtContent>
            <w:tc>
              <w:tcPr>
                <w:tcW w:w="485" w:type="dxa"/>
                <w:tcBorders>
                  <w:left w:val="nil"/>
                </w:tcBorders>
              </w:tcPr>
              <w:p w14:paraId="478D814B" w14:textId="77777777" w:rsidR="00940D17" w:rsidRPr="00F07286" w:rsidRDefault="00940D17" w:rsidP="00D37FF3">
                <w:pPr>
                  <w:spacing w:before="0" w:after="0"/>
                </w:pPr>
                <w:r w:rsidRPr="00F07286">
                  <w:rPr>
                    <w:rFonts w:hint="eastAsia"/>
                  </w:rPr>
                  <w:t>☐</w:t>
                </w:r>
              </w:p>
            </w:tc>
          </w:sdtContent>
        </w:sdt>
      </w:tr>
      <w:tr w:rsidR="00360974" w:rsidRPr="00F07286" w14:paraId="11062A78" w14:textId="77777777" w:rsidTr="00F27596">
        <w:tc>
          <w:tcPr>
            <w:tcW w:w="4082" w:type="dxa"/>
            <w:tcBorders>
              <w:right w:val="nil"/>
            </w:tcBorders>
          </w:tcPr>
          <w:p w14:paraId="6CD972EB" w14:textId="47D22DDC" w:rsidR="00940D17" w:rsidRPr="00F07286" w:rsidRDefault="0061729E" w:rsidP="00D37FF3">
            <w:r>
              <w:t>W</w:t>
            </w:r>
            <w:r w:rsidR="003A5509">
              <w:t>ebsite screen</w:t>
            </w:r>
            <w:r w:rsidR="002376A5">
              <w:t>s</w:t>
            </w:r>
            <w:r>
              <w:t>hots</w:t>
            </w:r>
          </w:p>
        </w:tc>
        <w:sdt>
          <w:sdtPr>
            <w:id w:val="1904790437"/>
            <w14:checkbox>
              <w14:checked w14:val="0"/>
              <w14:checkedState w14:val="2612" w14:font="MS Gothic"/>
              <w14:uncheckedState w14:val="2610" w14:font="MS Gothic"/>
            </w14:checkbox>
          </w:sdtPr>
          <w:sdtEndPr/>
          <w:sdtContent>
            <w:tc>
              <w:tcPr>
                <w:tcW w:w="436" w:type="dxa"/>
                <w:tcBorders>
                  <w:left w:val="nil"/>
                </w:tcBorders>
              </w:tcPr>
              <w:p w14:paraId="6D1A97AE" w14:textId="77777777" w:rsidR="00940D17" w:rsidRPr="00F07286" w:rsidRDefault="00940D17" w:rsidP="00D37FF3">
                <w:pPr>
                  <w:spacing w:before="0" w:after="0"/>
                </w:pPr>
                <w:r w:rsidRPr="00F07286">
                  <w:rPr>
                    <w:rFonts w:hint="eastAsia"/>
                  </w:rPr>
                  <w:t>☐</w:t>
                </w:r>
              </w:p>
            </w:tc>
          </w:sdtContent>
        </w:sdt>
        <w:tc>
          <w:tcPr>
            <w:tcW w:w="4013" w:type="dxa"/>
            <w:tcBorders>
              <w:right w:val="nil"/>
            </w:tcBorders>
          </w:tcPr>
          <w:p w14:paraId="3039E739" w14:textId="0ECB0CF0" w:rsidR="00940D17" w:rsidRPr="00F07286" w:rsidRDefault="00360974" w:rsidP="00360974">
            <w:r>
              <w:t>EOI and tender documentation</w:t>
            </w:r>
          </w:p>
        </w:tc>
        <w:sdt>
          <w:sdtPr>
            <w:id w:val="-323593007"/>
            <w14:checkbox>
              <w14:checked w14:val="0"/>
              <w14:checkedState w14:val="2612" w14:font="MS Gothic"/>
              <w14:uncheckedState w14:val="2610" w14:font="MS Gothic"/>
            </w14:checkbox>
          </w:sdtPr>
          <w:sdtEndPr/>
          <w:sdtContent>
            <w:tc>
              <w:tcPr>
                <w:tcW w:w="485" w:type="dxa"/>
                <w:tcBorders>
                  <w:left w:val="nil"/>
                </w:tcBorders>
              </w:tcPr>
              <w:p w14:paraId="386836AC" w14:textId="77777777" w:rsidR="00940D17" w:rsidRPr="00F07286" w:rsidRDefault="00940D17" w:rsidP="00D37FF3">
                <w:pPr>
                  <w:spacing w:before="0" w:after="0"/>
                </w:pPr>
                <w:r w:rsidRPr="00F07286">
                  <w:rPr>
                    <w:rFonts w:hint="eastAsia"/>
                  </w:rPr>
                  <w:t>☐</w:t>
                </w:r>
              </w:p>
            </w:tc>
          </w:sdtContent>
        </w:sdt>
      </w:tr>
      <w:tr w:rsidR="00360974" w:rsidRPr="00F07286" w14:paraId="337759A4" w14:textId="77777777" w:rsidTr="00F27596">
        <w:tc>
          <w:tcPr>
            <w:tcW w:w="4082" w:type="dxa"/>
            <w:tcBorders>
              <w:right w:val="nil"/>
            </w:tcBorders>
          </w:tcPr>
          <w:p w14:paraId="34980A19" w14:textId="7A5ED1EB" w:rsidR="00940D17" w:rsidRPr="00F07286" w:rsidRDefault="00F63B6D" w:rsidP="003A5509">
            <w:r>
              <w:t>Vendor identification agency referrals</w:t>
            </w:r>
          </w:p>
        </w:tc>
        <w:sdt>
          <w:sdtPr>
            <w:id w:val="308222408"/>
            <w14:checkbox>
              <w14:checked w14:val="0"/>
              <w14:checkedState w14:val="2612" w14:font="MS Gothic"/>
              <w14:uncheckedState w14:val="2610" w14:font="MS Gothic"/>
            </w14:checkbox>
          </w:sdtPr>
          <w:sdtEndPr/>
          <w:sdtContent>
            <w:tc>
              <w:tcPr>
                <w:tcW w:w="436" w:type="dxa"/>
                <w:tcBorders>
                  <w:left w:val="nil"/>
                </w:tcBorders>
              </w:tcPr>
              <w:p w14:paraId="47C82604" w14:textId="4B25D34D" w:rsidR="00940D17" w:rsidRPr="00F07286" w:rsidRDefault="00934FDA" w:rsidP="00D37FF3">
                <w:pPr>
                  <w:spacing w:before="0" w:after="0"/>
                </w:pPr>
                <w:r>
                  <w:rPr>
                    <w:rFonts w:ascii="MS Gothic" w:eastAsia="MS Gothic" w:hAnsi="MS Gothic" w:hint="eastAsia"/>
                  </w:rPr>
                  <w:t>☐</w:t>
                </w:r>
              </w:p>
            </w:tc>
          </w:sdtContent>
        </w:sdt>
        <w:tc>
          <w:tcPr>
            <w:tcW w:w="4013" w:type="dxa"/>
            <w:tcBorders>
              <w:right w:val="nil"/>
            </w:tcBorders>
          </w:tcPr>
          <w:p w14:paraId="6467457C" w14:textId="68754ED2" w:rsidR="00940D17" w:rsidRPr="00F07286" w:rsidRDefault="0061729E" w:rsidP="00D37FF3">
            <w:r>
              <w:t>Standards within procurement packages</w:t>
            </w:r>
          </w:p>
        </w:tc>
        <w:sdt>
          <w:sdtPr>
            <w:id w:val="1382518421"/>
            <w14:checkbox>
              <w14:checked w14:val="0"/>
              <w14:checkedState w14:val="2612" w14:font="MS Gothic"/>
              <w14:uncheckedState w14:val="2610" w14:font="MS Gothic"/>
            </w14:checkbox>
          </w:sdtPr>
          <w:sdtEndPr/>
          <w:sdtContent>
            <w:tc>
              <w:tcPr>
                <w:tcW w:w="485" w:type="dxa"/>
                <w:tcBorders>
                  <w:left w:val="nil"/>
                </w:tcBorders>
              </w:tcPr>
              <w:p w14:paraId="68E1A4AC" w14:textId="1F40F703" w:rsidR="00940D17" w:rsidRPr="00F07286" w:rsidRDefault="00934FDA" w:rsidP="00D37FF3">
                <w:pPr>
                  <w:spacing w:before="0" w:after="0"/>
                </w:pPr>
                <w:r>
                  <w:rPr>
                    <w:rFonts w:ascii="MS Gothic" w:eastAsia="MS Gothic" w:hAnsi="MS Gothic" w:hint="eastAsia"/>
                  </w:rPr>
                  <w:t>☐</w:t>
                </w:r>
              </w:p>
            </w:tc>
          </w:sdtContent>
        </w:sdt>
      </w:tr>
      <w:tr w:rsidR="00360974" w:rsidRPr="00F07286" w14:paraId="078240FF" w14:textId="77777777" w:rsidTr="00F27596">
        <w:tc>
          <w:tcPr>
            <w:tcW w:w="4082" w:type="dxa"/>
            <w:tcBorders>
              <w:right w:val="nil"/>
            </w:tcBorders>
          </w:tcPr>
          <w:p w14:paraId="04B6A56D" w14:textId="10AE2594" w:rsidR="00940D17" w:rsidRPr="00F07286" w:rsidRDefault="002376A5" w:rsidP="00D37FF3">
            <w:r>
              <w:t>Supplier briefing presentations</w:t>
            </w:r>
          </w:p>
        </w:tc>
        <w:sdt>
          <w:sdtPr>
            <w:id w:val="908663432"/>
            <w14:checkbox>
              <w14:checked w14:val="0"/>
              <w14:checkedState w14:val="2612" w14:font="MS Gothic"/>
              <w14:uncheckedState w14:val="2610" w14:font="MS Gothic"/>
            </w14:checkbox>
          </w:sdtPr>
          <w:sdtEndPr/>
          <w:sdtContent>
            <w:tc>
              <w:tcPr>
                <w:tcW w:w="436" w:type="dxa"/>
                <w:tcBorders>
                  <w:left w:val="nil"/>
                </w:tcBorders>
              </w:tcPr>
              <w:p w14:paraId="6DF4E697" w14:textId="77777777" w:rsidR="00940D17" w:rsidRPr="00F07286" w:rsidRDefault="00940D17" w:rsidP="00D37FF3">
                <w:pPr>
                  <w:spacing w:before="0" w:after="0"/>
                </w:pPr>
                <w:r w:rsidRPr="00F07286">
                  <w:rPr>
                    <w:rFonts w:hint="eastAsia"/>
                  </w:rPr>
                  <w:t>☐</w:t>
                </w:r>
              </w:p>
            </w:tc>
          </w:sdtContent>
        </w:sdt>
        <w:tc>
          <w:tcPr>
            <w:tcW w:w="4013" w:type="dxa"/>
            <w:tcBorders>
              <w:right w:val="nil"/>
            </w:tcBorders>
          </w:tcPr>
          <w:p w14:paraId="673F1E32" w14:textId="1DF7E791" w:rsidR="00940D17" w:rsidRPr="00F07286" w:rsidRDefault="00360974" w:rsidP="00360974">
            <w:r>
              <w:t>Supplier capability development</w:t>
            </w:r>
            <w:r w:rsidR="0061729E">
              <w:t xml:space="preserve"> activities</w:t>
            </w:r>
          </w:p>
        </w:tc>
        <w:sdt>
          <w:sdtPr>
            <w:id w:val="789643287"/>
            <w14:checkbox>
              <w14:checked w14:val="0"/>
              <w14:checkedState w14:val="2612" w14:font="MS Gothic"/>
              <w14:uncheckedState w14:val="2610" w14:font="MS Gothic"/>
            </w14:checkbox>
          </w:sdtPr>
          <w:sdtEndPr/>
          <w:sdtContent>
            <w:tc>
              <w:tcPr>
                <w:tcW w:w="485" w:type="dxa"/>
                <w:tcBorders>
                  <w:left w:val="nil"/>
                </w:tcBorders>
              </w:tcPr>
              <w:p w14:paraId="7B76615E" w14:textId="77777777" w:rsidR="00940D17" w:rsidRPr="00F07286" w:rsidRDefault="00940D17" w:rsidP="00D37FF3">
                <w:pPr>
                  <w:spacing w:before="0" w:after="0"/>
                </w:pPr>
                <w:r w:rsidRPr="00F07286">
                  <w:rPr>
                    <w:rFonts w:hint="eastAsia"/>
                  </w:rPr>
                  <w:t>☐</w:t>
                </w:r>
              </w:p>
            </w:tc>
          </w:sdtContent>
        </w:sdt>
      </w:tr>
      <w:tr w:rsidR="00360974" w:rsidRPr="00F07286" w14:paraId="4AC8DDFC" w14:textId="77777777" w:rsidTr="00F27596">
        <w:tc>
          <w:tcPr>
            <w:tcW w:w="4082" w:type="dxa"/>
            <w:tcBorders>
              <w:right w:val="nil"/>
            </w:tcBorders>
          </w:tcPr>
          <w:p w14:paraId="2B043534" w14:textId="4BD7622B" w:rsidR="00940D17" w:rsidRPr="00F07286" w:rsidRDefault="002376A5" w:rsidP="00D37FF3">
            <w:r>
              <w:t>Project media and ASX releases</w:t>
            </w:r>
          </w:p>
        </w:tc>
        <w:sdt>
          <w:sdtPr>
            <w:id w:val="-1240554239"/>
            <w14:checkbox>
              <w14:checked w14:val="0"/>
              <w14:checkedState w14:val="2612" w14:font="MS Gothic"/>
              <w14:uncheckedState w14:val="2610" w14:font="MS Gothic"/>
            </w14:checkbox>
          </w:sdtPr>
          <w:sdtEndPr/>
          <w:sdtContent>
            <w:tc>
              <w:tcPr>
                <w:tcW w:w="436" w:type="dxa"/>
                <w:tcBorders>
                  <w:left w:val="nil"/>
                </w:tcBorders>
              </w:tcPr>
              <w:p w14:paraId="5B79D911" w14:textId="77777777" w:rsidR="00940D17" w:rsidRPr="00F07286" w:rsidRDefault="00940D17" w:rsidP="00D37FF3">
                <w:pPr>
                  <w:spacing w:before="0" w:after="0"/>
                </w:pPr>
                <w:r w:rsidRPr="00F07286">
                  <w:rPr>
                    <w:rFonts w:hint="eastAsia"/>
                  </w:rPr>
                  <w:t>☐</w:t>
                </w:r>
              </w:p>
            </w:tc>
          </w:sdtContent>
        </w:sdt>
        <w:tc>
          <w:tcPr>
            <w:tcW w:w="4013" w:type="dxa"/>
            <w:tcBorders>
              <w:right w:val="nil"/>
            </w:tcBorders>
          </w:tcPr>
          <w:p w14:paraId="6C893E76" w14:textId="53C6145F" w:rsidR="00940D17" w:rsidRPr="00F07286" w:rsidRDefault="0061729E" w:rsidP="0061729E">
            <w:r>
              <w:t>G</w:t>
            </w:r>
            <w:r w:rsidR="00360974">
              <w:t>lobal supply chain</w:t>
            </w:r>
            <w:r>
              <w:t xml:space="preserve"> integration activities</w:t>
            </w:r>
          </w:p>
        </w:tc>
        <w:sdt>
          <w:sdtPr>
            <w:id w:val="-2014062194"/>
            <w14:checkbox>
              <w14:checked w14:val="0"/>
              <w14:checkedState w14:val="2612" w14:font="MS Gothic"/>
              <w14:uncheckedState w14:val="2610" w14:font="MS Gothic"/>
            </w14:checkbox>
          </w:sdtPr>
          <w:sdtEndPr/>
          <w:sdtContent>
            <w:tc>
              <w:tcPr>
                <w:tcW w:w="485" w:type="dxa"/>
                <w:tcBorders>
                  <w:left w:val="nil"/>
                </w:tcBorders>
              </w:tcPr>
              <w:p w14:paraId="682E142D" w14:textId="6DA928C5" w:rsidR="00940D17" w:rsidRPr="00F07286" w:rsidRDefault="00360974" w:rsidP="00D37FF3">
                <w:pPr>
                  <w:spacing w:before="0" w:after="0"/>
                </w:pPr>
                <w:r>
                  <w:rPr>
                    <w:rFonts w:ascii="MS Gothic" w:eastAsia="MS Gothic" w:hAnsi="MS Gothic" w:hint="eastAsia"/>
                  </w:rPr>
                  <w:t>☐</w:t>
                </w:r>
              </w:p>
            </w:tc>
          </w:sdtContent>
        </w:sdt>
      </w:tr>
      <w:tr w:rsidR="00360974" w:rsidRPr="00F07286" w14:paraId="3D395332" w14:textId="77777777" w:rsidTr="00F27596">
        <w:tc>
          <w:tcPr>
            <w:tcW w:w="4082" w:type="dxa"/>
            <w:tcBorders>
              <w:right w:val="nil"/>
            </w:tcBorders>
          </w:tcPr>
          <w:p w14:paraId="16F8EC02" w14:textId="78059010" w:rsidR="00940D17" w:rsidRPr="00F07286" w:rsidRDefault="00F63B6D" w:rsidP="00D37FF3">
            <w:r>
              <w:t>Procurement entity AIP training</w:t>
            </w:r>
          </w:p>
        </w:tc>
        <w:sdt>
          <w:sdtPr>
            <w:id w:val="-1912542357"/>
            <w14:checkbox>
              <w14:checked w14:val="0"/>
              <w14:checkedState w14:val="2612" w14:font="MS Gothic"/>
              <w14:uncheckedState w14:val="2610" w14:font="MS Gothic"/>
            </w14:checkbox>
          </w:sdtPr>
          <w:sdtEndPr/>
          <w:sdtContent>
            <w:tc>
              <w:tcPr>
                <w:tcW w:w="436" w:type="dxa"/>
                <w:tcBorders>
                  <w:left w:val="nil"/>
                </w:tcBorders>
              </w:tcPr>
              <w:p w14:paraId="6682CBEF" w14:textId="77777777" w:rsidR="00940D17" w:rsidRPr="00F07286" w:rsidRDefault="00940D17" w:rsidP="00D37FF3">
                <w:pPr>
                  <w:spacing w:before="0" w:after="0"/>
                </w:pPr>
                <w:r w:rsidRPr="00F07286">
                  <w:rPr>
                    <w:rFonts w:hint="eastAsia"/>
                  </w:rPr>
                  <w:t>☐</w:t>
                </w:r>
              </w:p>
            </w:tc>
          </w:sdtContent>
        </w:sdt>
        <w:tc>
          <w:tcPr>
            <w:tcW w:w="4013" w:type="dxa"/>
            <w:tcBorders>
              <w:right w:val="nil"/>
            </w:tcBorders>
          </w:tcPr>
          <w:p w14:paraId="42D68D67" w14:textId="2B30C01A" w:rsidR="008C37B7" w:rsidRPr="00F07286" w:rsidRDefault="0061729E" w:rsidP="0061729E">
            <w:r>
              <w:t>Feedback to unsuccessful bidders</w:t>
            </w:r>
          </w:p>
        </w:tc>
        <w:tc>
          <w:tcPr>
            <w:tcW w:w="485" w:type="dxa"/>
            <w:tcBorders>
              <w:left w:val="nil"/>
            </w:tcBorders>
          </w:tcPr>
          <w:p w14:paraId="3BFB92BE" w14:textId="2F9F4553" w:rsidR="00940D17" w:rsidRPr="00F07286" w:rsidRDefault="002F2D64" w:rsidP="00D37FF3">
            <w:pPr>
              <w:spacing w:before="0" w:after="0"/>
            </w:pPr>
            <w:sdt>
              <w:sdtPr>
                <w:id w:val="-483472011"/>
                <w14:checkbox>
                  <w14:checked w14:val="0"/>
                  <w14:checkedState w14:val="2612" w14:font="MS Gothic"/>
                  <w14:uncheckedState w14:val="2610" w14:font="MS Gothic"/>
                </w14:checkbox>
              </w:sdtPr>
              <w:sdtEndPr/>
              <w:sdtContent>
                <w:r w:rsidR="00360974">
                  <w:rPr>
                    <w:rFonts w:ascii="MS Gothic" w:eastAsia="MS Gothic" w:hAnsi="MS Gothic" w:hint="eastAsia"/>
                  </w:rPr>
                  <w:t>☐</w:t>
                </w:r>
              </w:sdtContent>
            </w:sdt>
          </w:p>
        </w:tc>
      </w:tr>
      <w:tr w:rsidR="00F27596" w:rsidRPr="00F07286" w14:paraId="00FC8789" w14:textId="77777777" w:rsidTr="00F27596">
        <w:tc>
          <w:tcPr>
            <w:tcW w:w="4082" w:type="dxa"/>
            <w:tcBorders>
              <w:right w:val="nil"/>
            </w:tcBorders>
          </w:tcPr>
          <w:p w14:paraId="390509C5" w14:textId="475B6DFC" w:rsidR="00F27596" w:rsidRDefault="00F27596" w:rsidP="00F27596">
            <w:r>
              <w:t>Other</w:t>
            </w:r>
          </w:p>
        </w:tc>
        <w:sdt>
          <w:sdtPr>
            <w:id w:val="-1787187101"/>
            <w14:checkbox>
              <w14:checked w14:val="0"/>
              <w14:checkedState w14:val="2612" w14:font="MS Gothic"/>
              <w14:uncheckedState w14:val="2610" w14:font="MS Gothic"/>
            </w14:checkbox>
          </w:sdtPr>
          <w:sdtEndPr/>
          <w:sdtContent>
            <w:tc>
              <w:tcPr>
                <w:tcW w:w="436" w:type="dxa"/>
                <w:tcBorders>
                  <w:left w:val="nil"/>
                </w:tcBorders>
              </w:tcPr>
              <w:p w14:paraId="115494D3" w14:textId="65016749" w:rsidR="00F27596" w:rsidRDefault="00F27596" w:rsidP="00F27596">
                <w:pPr>
                  <w:spacing w:before="0" w:after="0"/>
                </w:pPr>
                <w:r w:rsidRPr="00F07286">
                  <w:rPr>
                    <w:rFonts w:hint="eastAsia"/>
                  </w:rPr>
                  <w:t>☐</w:t>
                </w:r>
              </w:p>
            </w:tc>
          </w:sdtContent>
        </w:sdt>
        <w:tc>
          <w:tcPr>
            <w:tcW w:w="4013" w:type="dxa"/>
            <w:tcBorders>
              <w:right w:val="nil"/>
            </w:tcBorders>
          </w:tcPr>
          <w:p w14:paraId="74DE165A" w14:textId="77777777" w:rsidR="00F27596" w:rsidRDefault="00F27596" w:rsidP="00F27596"/>
        </w:tc>
        <w:tc>
          <w:tcPr>
            <w:tcW w:w="485" w:type="dxa"/>
            <w:tcBorders>
              <w:left w:val="nil"/>
            </w:tcBorders>
          </w:tcPr>
          <w:p w14:paraId="070C6147" w14:textId="44DC0292" w:rsidR="00F27596" w:rsidRDefault="00F27596" w:rsidP="00F27596">
            <w:pPr>
              <w:spacing w:before="0" w:after="0"/>
            </w:pPr>
          </w:p>
        </w:tc>
      </w:tr>
    </w:tbl>
    <w:p w14:paraId="2E998DD6" w14:textId="7122AAC7" w:rsidR="0061729E" w:rsidRPr="0061729E" w:rsidRDefault="0061729E" w:rsidP="00D0596A">
      <w:pPr>
        <w:rPr>
          <w:rStyle w:val="Emphasis"/>
          <w:i w:val="0"/>
        </w:rPr>
      </w:pPr>
    </w:p>
    <w:tbl>
      <w:tblPr>
        <w:tblStyle w:val="TableGrid"/>
        <w:tblW w:w="0" w:type="auto"/>
        <w:tblLook w:val="04A0" w:firstRow="1" w:lastRow="0" w:firstColumn="1" w:lastColumn="0" w:noHBand="0" w:noVBand="1"/>
        <w:tblDescription w:val="Procedures/resources for AIP plan implementation"/>
      </w:tblPr>
      <w:tblGrid>
        <w:gridCol w:w="9016"/>
      </w:tblGrid>
      <w:tr w:rsidR="0061729E" w:rsidRPr="00F07286" w14:paraId="21D45CDA" w14:textId="77777777" w:rsidTr="0016791C">
        <w:trPr>
          <w:tblHeader/>
        </w:trPr>
        <w:sdt>
          <w:sdtPr>
            <w:rPr>
              <w:i/>
            </w:rPr>
            <w:id w:val="-1480224924"/>
            <w:placeholder>
              <w:docPart w:val="F03F0E9FA13144DC961FAB6DCAB9E388"/>
            </w:placeholder>
          </w:sdtPr>
          <w:sdtEndPr>
            <w:rPr>
              <w:i w:val="0"/>
            </w:rPr>
          </w:sdtEndPr>
          <w:sdtContent>
            <w:sdt>
              <w:sdtPr>
                <w:rPr>
                  <w:i/>
                </w:rPr>
                <w:id w:val="1527749186"/>
                <w:placeholder>
                  <w:docPart w:val="8CD46E86C27A42409AC96F5F8743B2BD"/>
                </w:placeholder>
              </w:sdtPr>
              <w:sdtEndPr>
                <w:rPr>
                  <w:i w:val="0"/>
                </w:rPr>
              </w:sdtEndPr>
              <w:sdtContent>
                <w:tc>
                  <w:tcPr>
                    <w:tcW w:w="9016" w:type="dxa"/>
                  </w:tcPr>
                  <w:p w14:paraId="1E00DABE" w14:textId="19519CFE" w:rsidR="0061729E" w:rsidRPr="00F07286" w:rsidRDefault="000611C6" w:rsidP="0061729E">
                    <w:r>
                      <w:rPr>
                        <w:rStyle w:val="PlaceholderText"/>
                      </w:rPr>
                      <w:t>Describe other records and evidence here</w:t>
                    </w:r>
                  </w:p>
                </w:tc>
              </w:sdtContent>
            </w:sdt>
          </w:sdtContent>
        </w:sdt>
      </w:tr>
    </w:tbl>
    <w:p w14:paraId="776D4051" w14:textId="578C3702" w:rsidR="00D0596A" w:rsidRPr="00F07286" w:rsidRDefault="00D0596A" w:rsidP="00CC3D3F">
      <w:pPr>
        <w:pStyle w:val="StrongNumbered"/>
      </w:pPr>
      <w:r w:rsidRPr="00F07286">
        <w:t>What procedures</w:t>
      </w:r>
      <w:r w:rsidR="00B873CA">
        <w:t xml:space="preserve"> </w:t>
      </w:r>
      <w:r w:rsidR="00B57D57">
        <w:t xml:space="preserve">and </w:t>
      </w:r>
      <w:r w:rsidRPr="00F07286">
        <w:t xml:space="preserve">resources will you utilise to </w:t>
      </w:r>
      <w:r w:rsidR="007E0753">
        <w:t xml:space="preserve">implement </w:t>
      </w:r>
      <w:r w:rsidRPr="00F07286">
        <w:t>Part B of this AIP plan?</w:t>
      </w:r>
    </w:p>
    <w:p w14:paraId="3549564B" w14:textId="77777777" w:rsidR="00D0596A" w:rsidRPr="00CC3D3F" w:rsidRDefault="00E01EB0" w:rsidP="00D0596A">
      <w:pPr>
        <w:rPr>
          <w:rStyle w:val="Emphasis"/>
        </w:rPr>
      </w:pPr>
      <w:r>
        <w:rPr>
          <w:rStyle w:val="Emphasis"/>
        </w:rPr>
        <w:t>D</w:t>
      </w:r>
      <w:r w:rsidR="00D0596A" w:rsidRPr="00CC3D3F">
        <w:rPr>
          <w:rStyle w:val="Emphasis"/>
        </w:rPr>
        <w:t>etail the record management system you intend to use to collect the evidence which will be required for the Compliance Report and the staffing available for monitoring and implementing the AIP plan.</w:t>
      </w:r>
    </w:p>
    <w:tbl>
      <w:tblPr>
        <w:tblStyle w:val="TableGrid"/>
        <w:tblW w:w="0" w:type="auto"/>
        <w:tblLook w:val="04A0" w:firstRow="1" w:lastRow="0" w:firstColumn="1" w:lastColumn="0" w:noHBand="0" w:noVBand="1"/>
        <w:tblDescription w:val="Procedures/resources for AIP plan implementation"/>
      </w:tblPr>
      <w:tblGrid>
        <w:gridCol w:w="9016"/>
      </w:tblGrid>
      <w:tr w:rsidR="00D0596A" w:rsidRPr="00F07286" w14:paraId="282DE29E" w14:textId="77777777" w:rsidTr="0061248C">
        <w:trPr>
          <w:tblHeader/>
        </w:trPr>
        <w:sdt>
          <w:sdtPr>
            <w:id w:val="-895891213"/>
            <w:placeholder>
              <w:docPart w:val="419B4535D1D94F859FE773E29F435A40"/>
            </w:placeholder>
            <w:showingPlcHdr/>
          </w:sdtPr>
          <w:sdtEndPr/>
          <w:sdtContent>
            <w:tc>
              <w:tcPr>
                <w:tcW w:w="9016" w:type="dxa"/>
              </w:tcPr>
              <w:p w14:paraId="59804041" w14:textId="7DDA36E1" w:rsidR="00D0596A" w:rsidRPr="00F07286" w:rsidRDefault="00411C95" w:rsidP="00D0596A">
                <w:r>
                  <w:rPr>
                    <w:rStyle w:val="PlaceholderText"/>
                  </w:rPr>
                  <w:t>Enter response here</w:t>
                </w:r>
              </w:p>
            </w:tc>
          </w:sdtContent>
        </w:sdt>
      </w:tr>
    </w:tbl>
    <w:p w14:paraId="035B9B8C" w14:textId="75F50532" w:rsidR="00D0596A" w:rsidRPr="00F07286" w:rsidRDefault="00D0596A" w:rsidP="00CC3D3F">
      <w:pPr>
        <w:pStyle w:val="StrongNumbered"/>
      </w:pPr>
      <w:r w:rsidRPr="00F07286">
        <w:t xml:space="preserve">What steps will you take to ensure </w:t>
      </w:r>
      <w:r w:rsidR="00F879E9">
        <w:t>your</w:t>
      </w:r>
      <w:r w:rsidR="00F879E9" w:rsidRPr="00F07286">
        <w:t xml:space="preserve"> </w:t>
      </w:r>
      <w:r w:rsidRPr="00F07286">
        <w:t>procurement entit</w:t>
      </w:r>
      <w:r w:rsidR="00F879E9">
        <w:t>ies</w:t>
      </w:r>
      <w:r w:rsidRPr="00F07286">
        <w:t xml:space="preserve"> achieve the objectives required under Part B of this AIP plan?</w:t>
      </w:r>
    </w:p>
    <w:p w14:paraId="6C6AFCA9" w14:textId="7D69DBDB" w:rsidR="00D0596A" w:rsidRPr="00CC3D3F" w:rsidRDefault="00FC412D" w:rsidP="00D0596A">
      <w:pPr>
        <w:rPr>
          <w:rStyle w:val="Emphasis"/>
        </w:rPr>
      </w:pPr>
      <w:r>
        <w:rPr>
          <w:rStyle w:val="Emphasis"/>
        </w:rPr>
        <w:t>S</w:t>
      </w:r>
      <w:r w:rsidR="00D0596A" w:rsidRPr="00CC3D3F">
        <w:rPr>
          <w:rStyle w:val="Emphasis"/>
        </w:rPr>
        <w:t xml:space="preserve">pecify how </w:t>
      </w:r>
      <w:r>
        <w:rPr>
          <w:rStyle w:val="Emphasis"/>
        </w:rPr>
        <w:t xml:space="preserve">you </w:t>
      </w:r>
      <w:r w:rsidR="00F879E9">
        <w:rPr>
          <w:rStyle w:val="Emphasis"/>
        </w:rPr>
        <w:t>will</w:t>
      </w:r>
      <w:r>
        <w:rPr>
          <w:rStyle w:val="Emphasis"/>
        </w:rPr>
        <w:t xml:space="preserve"> ensure your</w:t>
      </w:r>
      <w:r w:rsidR="00F879E9">
        <w:rPr>
          <w:rStyle w:val="Emphasis"/>
        </w:rPr>
        <w:t xml:space="preserve"> </w:t>
      </w:r>
      <w:r w:rsidR="00D0596A" w:rsidRPr="00CC3D3F">
        <w:rPr>
          <w:rStyle w:val="Emphasis"/>
        </w:rPr>
        <w:t xml:space="preserve">procurement entities will implement the AIP plan actions for all </w:t>
      </w:r>
      <w:r w:rsidR="00F879E9">
        <w:rPr>
          <w:rStyle w:val="Emphasis"/>
        </w:rPr>
        <w:t xml:space="preserve">the </w:t>
      </w:r>
      <w:r w:rsidR="00D0596A" w:rsidRPr="00CC3D3F">
        <w:rPr>
          <w:rStyle w:val="Emphasis"/>
        </w:rPr>
        <w:t>opportunities</w:t>
      </w:r>
      <w:r w:rsidR="00762E65">
        <w:rPr>
          <w:rStyle w:val="Emphasis"/>
        </w:rPr>
        <w:t xml:space="preserve"> to supply key goods or services</w:t>
      </w:r>
      <w:r w:rsidR="00D12553">
        <w:rPr>
          <w:rStyle w:val="Emphasis"/>
        </w:rPr>
        <w:t xml:space="preserve"> they are responsible for.</w:t>
      </w:r>
      <w:r w:rsidR="00D0596A" w:rsidRPr="00CC3D3F">
        <w:rPr>
          <w:rStyle w:val="Emphasis"/>
        </w:rPr>
        <w:t xml:space="preserve"> </w:t>
      </w:r>
    </w:p>
    <w:tbl>
      <w:tblPr>
        <w:tblStyle w:val="TableGrid"/>
        <w:tblW w:w="0" w:type="auto"/>
        <w:tblLook w:val="04A0" w:firstRow="1" w:lastRow="0" w:firstColumn="1" w:lastColumn="0" w:noHBand="0" w:noVBand="1"/>
        <w:tblDescription w:val="Strategies to ensure procurement entities achieve the objectives of the AIP plan"/>
      </w:tblPr>
      <w:tblGrid>
        <w:gridCol w:w="9016"/>
      </w:tblGrid>
      <w:tr w:rsidR="00D0596A" w:rsidRPr="00F07286" w14:paraId="438E3A75" w14:textId="77777777" w:rsidTr="00E00A6C">
        <w:trPr>
          <w:tblHeader/>
        </w:trPr>
        <w:sdt>
          <w:sdtPr>
            <w:id w:val="-845397898"/>
            <w:placeholder>
              <w:docPart w:val="B07C80AAAE9743C68CECD27678148290"/>
            </w:placeholder>
            <w:showingPlcHdr/>
          </w:sdtPr>
          <w:sdtEndPr/>
          <w:sdtContent>
            <w:tc>
              <w:tcPr>
                <w:tcW w:w="9242" w:type="dxa"/>
              </w:tcPr>
              <w:p w14:paraId="5F6BBF14" w14:textId="77777777" w:rsidR="00D0596A" w:rsidRPr="00F07286" w:rsidRDefault="00411C95" w:rsidP="00D0596A">
                <w:r>
                  <w:rPr>
                    <w:rStyle w:val="PlaceholderText"/>
                  </w:rPr>
                  <w:t>Enter response here</w:t>
                </w:r>
              </w:p>
            </w:tc>
          </w:sdtContent>
        </w:sdt>
      </w:tr>
    </w:tbl>
    <w:p w14:paraId="42656C53" w14:textId="77777777" w:rsidR="00D0596A" w:rsidRPr="00F07286" w:rsidRDefault="00D0596A" w:rsidP="00D0596A"/>
    <w:p w14:paraId="47F9937A" w14:textId="77777777" w:rsidR="00D0596A" w:rsidRPr="00F07286" w:rsidRDefault="00D0596A" w:rsidP="00D0596A"/>
    <w:p w14:paraId="4C9B9BAB" w14:textId="77777777" w:rsidR="00D0596A" w:rsidRPr="00F07286" w:rsidRDefault="00D0596A" w:rsidP="00D0596A">
      <w:r w:rsidRPr="00F07286">
        <w:br w:type="page"/>
      </w:r>
    </w:p>
    <w:p w14:paraId="08AFBBA0" w14:textId="77777777" w:rsidR="00D0596A" w:rsidRPr="00F07286" w:rsidRDefault="00D0596A" w:rsidP="00D0596A">
      <w:pPr>
        <w:sectPr w:rsidR="00D0596A" w:rsidRPr="00F07286" w:rsidSect="00F6732D">
          <w:footerReference w:type="default" r:id="rId12"/>
          <w:headerReference w:type="first" r:id="rId13"/>
          <w:footerReference w:type="first" r:id="rId14"/>
          <w:type w:val="oddPage"/>
          <w:pgSz w:w="11906" w:h="16838"/>
          <w:pgMar w:top="1440" w:right="1440" w:bottom="1440" w:left="1440" w:header="708" w:footer="708" w:gutter="0"/>
          <w:cols w:space="708"/>
          <w:titlePg/>
          <w:docGrid w:linePitch="360"/>
        </w:sectPr>
      </w:pPr>
    </w:p>
    <w:p w14:paraId="6C665224" w14:textId="2AC90EEC" w:rsidR="00FE25F2" w:rsidRDefault="002C08F3" w:rsidP="00FE25F2">
      <w:pPr>
        <w:pStyle w:val="Heading2"/>
      </w:pPr>
      <w:r>
        <w:rPr>
          <w:noProof/>
          <w:lang w:eastAsia="en-AU"/>
        </w:rPr>
        <w:lastRenderedPageBreak/>
        <mc:AlternateContent>
          <mc:Choice Requires="wps">
            <w:drawing>
              <wp:anchor distT="45720" distB="45720" distL="114300" distR="114300" simplePos="0" relativeHeight="251661312" behindDoc="0" locked="0" layoutInCell="1" allowOverlap="1" wp14:anchorId="2C6A3355" wp14:editId="77DBD6DA">
                <wp:simplePos x="0" y="0"/>
                <wp:positionH relativeFrom="margin">
                  <wp:align>left</wp:align>
                </wp:positionH>
                <wp:positionV relativeFrom="paragraph">
                  <wp:posOffset>344026</wp:posOffset>
                </wp:positionV>
                <wp:extent cx="5474335" cy="1404620"/>
                <wp:effectExtent l="0" t="0" r="12065" b="1651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335" cy="1404620"/>
                        </a:xfrm>
                        <a:prstGeom prst="rect">
                          <a:avLst/>
                        </a:prstGeom>
                        <a:solidFill>
                          <a:srgbClr val="FFFFFF"/>
                        </a:solidFill>
                        <a:ln w="9525">
                          <a:solidFill>
                            <a:srgbClr val="000000"/>
                          </a:solidFill>
                          <a:miter lim="800000"/>
                          <a:headEnd/>
                          <a:tailEnd/>
                        </a:ln>
                      </wps:spPr>
                      <wps:txbx>
                        <w:txbxContent>
                          <w:p w14:paraId="01BDE0D1" w14:textId="1AAD4B16" w:rsidR="0066684D" w:rsidRDefault="0066684D" w:rsidP="00FE25F2">
                            <w:r>
                              <w:t xml:space="preserve">The key objective of Part C of this AIP plan is that Australian entities should have full, fair and reasonable opportunity to bid for the supply of key goods or services for the new relevant facility’s initial operational phase.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6A3355" id="_x0000_s1027" type="#_x0000_t202" style="position:absolute;margin-left:0;margin-top:27.1pt;width:431.0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">
                <v:textbox style="mso-fit-shape-to-text:t">
                  <w:txbxContent>
                    <w:p w14:paraId="01BDE0D1" w14:textId="1AAD4B16" w:rsidR="0066684D" w:rsidRDefault="0066684D" w:rsidP="00FE25F2">
                      <w:r>
                        <w:t xml:space="preserve">The key objective of Part C of this AIP plan is that Australian entities should have full, fair and reasonable opportunity to bid for the supply of key goods or services for the new relevant facility’s initial operational phase. </w:t>
                      </w:r>
                    </w:p>
                  </w:txbxContent>
                </v:textbox>
                <w10:wrap type="square" anchorx="margin"/>
              </v:shape>
            </w:pict>
          </mc:Fallback>
        </mc:AlternateContent>
      </w:r>
      <w:r w:rsidR="00D0596A" w:rsidRPr="00F07286">
        <w:t xml:space="preserve">Part C – Initial Facility </w:t>
      </w:r>
      <w:r w:rsidR="003A1A7D" w:rsidRPr="00F07286">
        <w:t>Operation</w:t>
      </w:r>
      <w:r w:rsidR="003A1A7D">
        <w:t>al</w:t>
      </w:r>
      <w:r w:rsidR="003A1A7D" w:rsidRPr="00F07286">
        <w:t xml:space="preserve"> </w:t>
      </w:r>
      <w:r w:rsidR="00D0596A" w:rsidRPr="00F07286">
        <w:t>Phase</w:t>
      </w:r>
    </w:p>
    <w:p w14:paraId="364E9450" w14:textId="1B40ECD2" w:rsidR="00CB629A" w:rsidRPr="00CB629A" w:rsidRDefault="00BE298F" w:rsidP="00CB629A">
      <w:pPr>
        <w:rPr>
          <w:rStyle w:val="Emphasis"/>
        </w:rPr>
      </w:pPr>
      <w:r>
        <w:rPr>
          <w:rStyle w:val="Emphasis"/>
        </w:rPr>
        <w:t xml:space="preserve">Part C is only required to be completed for projects establishing a new facility. </w:t>
      </w:r>
      <w:r w:rsidR="00CB629A" w:rsidRPr="00CB629A">
        <w:rPr>
          <w:rStyle w:val="Emphasis"/>
        </w:rPr>
        <w:t xml:space="preserve">All references to “you” in Part C of this AIP plan refer to the </w:t>
      </w:r>
      <w:r w:rsidR="00667AAB">
        <w:rPr>
          <w:rStyle w:val="Emphasis"/>
        </w:rPr>
        <w:t xml:space="preserve">nominated </w:t>
      </w:r>
      <w:r w:rsidR="00CB629A" w:rsidRPr="00CB629A">
        <w:rPr>
          <w:rStyle w:val="Emphasis"/>
        </w:rPr>
        <w:t>operator detailed in ‘C.1 – Operator Details’.</w:t>
      </w:r>
      <w:r w:rsidR="0016791C">
        <w:rPr>
          <w:rStyle w:val="Emphasis"/>
        </w:rPr>
        <w:t xml:space="preserve"> </w:t>
      </w:r>
    </w:p>
    <w:p w14:paraId="7F9C9A00" w14:textId="77777777" w:rsidR="00D0596A" w:rsidRPr="00F07286" w:rsidRDefault="00D0596A" w:rsidP="00DE24BF">
      <w:pPr>
        <w:pStyle w:val="Heading3"/>
      </w:pPr>
      <w:r w:rsidRPr="00F07286">
        <w:t>C.1</w:t>
      </w:r>
      <w:r w:rsidRPr="00F07286">
        <w:tab/>
        <w:t>Operator Details</w:t>
      </w:r>
    </w:p>
    <w:p w14:paraId="35CCE325" w14:textId="423E65F9" w:rsidR="00D0596A" w:rsidRPr="00CC3D3F" w:rsidRDefault="00E01EB0" w:rsidP="00D0596A">
      <w:pPr>
        <w:rPr>
          <w:rStyle w:val="Emphasis"/>
        </w:rPr>
      </w:pPr>
      <w:r>
        <w:rPr>
          <w:rStyle w:val="Emphasis"/>
        </w:rPr>
        <w:t>P</w:t>
      </w:r>
      <w:r w:rsidR="00D0596A" w:rsidRPr="00CC3D3F">
        <w:rPr>
          <w:rStyle w:val="Emphasis"/>
        </w:rPr>
        <w:t xml:space="preserve">rovide details of the </w:t>
      </w:r>
      <w:r w:rsidR="003D437A">
        <w:rPr>
          <w:rStyle w:val="Emphasis"/>
          <w:b/>
        </w:rPr>
        <w:t>nominated</w:t>
      </w:r>
      <w:r w:rsidR="003D437A" w:rsidRPr="003D437A">
        <w:rPr>
          <w:rStyle w:val="Emphasis"/>
          <w:b/>
        </w:rPr>
        <w:t xml:space="preserve"> </w:t>
      </w:r>
      <w:r w:rsidR="00D0596A" w:rsidRPr="003D437A">
        <w:rPr>
          <w:rStyle w:val="Emphasis"/>
          <w:b/>
        </w:rPr>
        <w:t>operator</w:t>
      </w:r>
      <w:r w:rsidR="00D0596A" w:rsidRPr="00CC3D3F">
        <w:rPr>
          <w:rStyle w:val="Emphasis"/>
        </w:rPr>
        <w:t xml:space="preserve"> of the facility. </w:t>
      </w:r>
    </w:p>
    <w:tbl>
      <w:tblPr>
        <w:tblStyle w:val="TableGrid"/>
        <w:tblW w:w="0" w:type="auto"/>
        <w:tblLook w:val="04A0" w:firstRow="1" w:lastRow="0" w:firstColumn="1" w:lastColumn="0" w:noHBand="0" w:noVBand="1"/>
        <w:tblDescription w:val="Operator and facility details"/>
      </w:tblPr>
      <w:tblGrid>
        <w:gridCol w:w="3983"/>
        <w:gridCol w:w="5033"/>
      </w:tblGrid>
      <w:tr w:rsidR="00D0596A" w:rsidRPr="00F07286" w14:paraId="56E471A4" w14:textId="77777777" w:rsidTr="00C67C0B">
        <w:trPr>
          <w:tblHeader/>
        </w:trPr>
        <w:tc>
          <w:tcPr>
            <w:tcW w:w="3983" w:type="dxa"/>
          </w:tcPr>
          <w:p w14:paraId="1032C0B6" w14:textId="5EECF27D" w:rsidR="00D0596A" w:rsidRPr="00CC3D3F" w:rsidRDefault="003D437A" w:rsidP="00C67C0B">
            <w:pPr>
              <w:rPr>
                <w:rStyle w:val="Strong"/>
              </w:rPr>
            </w:pPr>
            <w:r>
              <w:rPr>
                <w:rStyle w:val="Strong"/>
              </w:rPr>
              <w:t>Legal</w:t>
            </w:r>
            <w:r w:rsidRPr="00CC3D3F">
              <w:rPr>
                <w:rStyle w:val="Strong"/>
              </w:rPr>
              <w:t xml:space="preserve"> </w:t>
            </w:r>
            <w:r w:rsidR="00D0596A" w:rsidRPr="00CC3D3F">
              <w:rPr>
                <w:rStyle w:val="Strong"/>
              </w:rPr>
              <w:t xml:space="preserve">Name of </w:t>
            </w:r>
            <w:r>
              <w:rPr>
                <w:rStyle w:val="Strong"/>
              </w:rPr>
              <w:t>Nominated</w:t>
            </w:r>
            <w:r w:rsidR="00D0596A" w:rsidRPr="00CC3D3F">
              <w:rPr>
                <w:rStyle w:val="Strong"/>
              </w:rPr>
              <w:t xml:space="preserve"> Operator</w:t>
            </w:r>
          </w:p>
        </w:tc>
        <w:sdt>
          <w:sdtPr>
            <w:id w:val="1079260688"/>
            <w:placeholder>
              <w:docPart w:val="5C90F841042747919FE74C7503D91DDE"/>
            </w:placeholder>
          </w:sdtPr>
          <w:sdtEndPr/>
          <w:sdtContent>
            <w:sdt>
              <w:sdtPr>
                <w:id w:val="1094051438"/>
                <w:placeholder>
                  <w:docPart w:val="C8E26787B3074328AD5FF1AA65BFA06A"/>
                </w:placeholder>
              </w:sdtPr>
              <w:sdtEndPr/>
              <w:sdtContent>
                <w:tc>
                  <w:tcPr>
                    <w:tcW w:w="5033" w:type="dxa"/>
                  </w:tcPr>
                  <w:p w14:paraId="0617B76D" w14:textId="1D22EEF1" w:rsidR="00D0596A" w:rsidRPr="00F07286" w:rsidRDefault="000611C6" w:rsidP="00A075C7">
                    <w:r>
                      <w:rPr>
                        <w:rStyle w:val="PlaceholderText"/>
                      </w:rPr>
                      <w:t>Enter legal name of nominated operator here</w:t>
                    </w:r>
                  </w:p>
                </w:tc>
              </w:sdtContent>
            </w:sdt>
          </w:sdtContent>
        </w:sdt>
      </w:tr>
      <w:tr w:rsidR="00D0596A" w:rsidRPr="00F07286" w14:paraId="24269618" w14:textId="77777777" w:rsidTr="00C67C0B">
        <w:tc>
          <w:tcPr>
            <w:tcW w:w="3983" w:type="dxa"/>
          </w:tcPr>
          <w:p w14:paraId="14E87E64" w14:textId="70AB67AB" w:rsidR="00D0596A" w:rsidRPr="00CC3D3F" w:rsidRDefault="00D0596A" w:rsidP="003D437A">
            <w:pPr>
              <w:rPr>
                <w:rStyle w:val="Strong"/>
              </w:rPr>
            </w:pPr>
            <w:r w:rsidRPr="00CC3D3F">
              <w:rPr>
                <w:rStyle w:val="Strong"/>
              </w:rPr>
              <w:t xml:space="preserve">ABN of </w:t>
            </w:r>
            <w:r w:rsidR="003D437A">
              <w:rPr>
                <w:rStyle w:val="Strong"/>
              </w:rPr>
              <w:t>Nominated</w:t>
            </w:r>
            <w:r w:rsidR="003D437A" w:rsidRPr="00CC3D3F">
              <w:rPr>
                <w:rStyle w:val="Strong"/>
              </w:rPr>
              <w:t xml:space="preserve"> </w:t>
            </w:r>
            <w:r w:rsidRPr="00CC3D3F">
              <w:rPr>
                <w:rStyle w:val="Strong"/>
              </w:rPr>
              <w:t>Operator</w:t>
            </w:r>
            <w:r w:rsidRPr="00CC3D3F">
              <w:rPr>
                <w:rStyle w:val="Strong"/>
              </w:rPr>
              <w:br/>
            </w:r>
            <w:r w:rsidRPr="00CC3D3F">
              <w:t>(if applicable)</w:t>
            </w:r>
          </w:p>
        </w:tc>
        <w:sdt>
          <w:sdtPr>
            <w:id w:val="-912006896"/>
            <w:placeholder>
              <w:docPart w:val="E7952F4B6AA543D5A68D2B9B332D0B2A"/>
            </w:placeholder>
          </w:sdtPr>
          <w:sdtEndPr/>
          <w:sdtContent>
            <w:sdt>
              <w:sdtPr>
                <w:id w:val="227047360"/>
                <w:placeholder>
                  <w:docPart w:val="0DBC6012945E412B83B035B8F97BDE13"/>
                </w:placeholder>
              </w:sdtPr>
              <w:sdtEndPr/>
              <w:sdtContent>
                <w:tc>
                  <w:tcPr>
                    <w:tcW w:w="5033" w:type="dxa"/>
                  </w:tcPr>
                  <w:p w14:paraId="364585B1" w14:textId="32C68885" w:rsidR="00D0596A" w:rsidRPr="00F07286" w:rsidRDefault="000611C6" w:rsidP="000611C6">
                    <w:r>
                      <w:rPr>
                        <w:rStyle w:val="PlaceholderText"/>
                      </w:rPr>
                      <w:t>Enter ABN of nominated operator here</w:t>
                    </w:r>
                  </w:p>
                </w:tc>
              </w:sdtContent>
            </w:sdt>
          </w:sdtContent>
        </w:sdt>
      </w:tr>
      <w:tr w:rsidR="00D0596A" w:rsidRPr="00F07286" w14:paraId="4F61B81B" w14:textId="77777777" w:rsidTr="00C67C0B">
        <w:tc>
          <w:tcPr>
            <w:tcW w:w="3983" w:type="dxa"/>
          </w:tcPr>
          <w:p w14:paraId="7758D26F" w14:textId="31AA003F" w:rsidR="00D0596A" w:rsidRPr="00CC3D3F" w:rsidRDefault="00D0596A" w:rsidP="003D437A">
            <w:pPr>
              <w:rPr>
                <w:rStyle w:val="Strong"/>
              </w:rPr>
            </w:pPr>
            <w:r w:rsidRPr="00CC3D3F">
              <w:rPr>
                <w:rStyle w:val="Strong"/>
              </w:rPr>
              <w:t xml:space="preserve">ACN of </w:t>
            </w:r>
            <w:r w:rsidR="003D437A">
              <w:rPr>
                <w:rStyle w:val="Strong"/>
              </w:rPr>
              <w:t>Nominated</w:t>
            </w:r>
            <w:r w:rsidR="003D437A" w:rsidRPr="00CC3D3F">
              <w:rPr>
                <w:rStyle w:val="Strong"/>
              </w:rPr>
              <w:t xml:space="preserve"> </w:t>
            </w:r>
            <w:r w:rsidRPr="00CC3D3F">
              <w:rPr>
                <w:rStyle w:val="Strong"/>
              </w:rPr>
              <w:t>Operator</w:t>
            </w:r>
            <w:r w:rsidRPr="00CC3D3F">
              <w:rPr>
                <w:rStyle w:val="Strong"/>
              </w:rPr>
              <w:br/>
            </w:r>
            <w:r w:rsidRPr="00CC3D3F">
              <w:t>(if applicable)</w:t>
            </w:r>
          </w:p>
        </w:tc>
        <w:sdt>
          <w:sdtPr>
            <w:id w:val="1402879031"/>
            <w:placeholder>
              <w:docPart w:val="14940F0F523142F4882BB2916464394F"/>
            </w:placeholder>
          </w:sdtPr>
          <w:sdtEndPr/>
          <w:sdtContent>
            <w:sdt>
              <w:sdtPr>
                <w:id w:val="2016255801"/>
                <w:placeholder>
                  <w:docPart w:val="A9C18CEDC9744F548B6311A53754AF7E"/>
                </w:placeholder>
              </w:sdtPr>
              <w:sdtEndPr/>
              <w:sdtContent>
                <w:tc>
                  <w:tcPr>
                    <w:tcW w:w="5033" w:type="dxa"/>
                  </w:tcPr>
                  <w:p w14:paraId="258DE39D" w14:textId="222C832A" w:rsidR="00D0596A" w:rsidRPr="00F07286" w:rsidRDefault="000611C6" w:rsidP="000611C6">
                    <w:r>
                      <w:rPr>
                        <w:rStyle w:val="PlaceholderText"/>
                      </w:rPr>
                      <w:t>Enter ACN of nominated operator here</w:t>
                    </w:r>
                  </w:p>
                </w:tc>
              </w:sdtContent>
            </w:sdt>
          </w:sdtContent>
        </w:sdt>
      </w:tr>
      <w:tr w:rsidR="00D0596A" w:rsidRPr="00F07286" w14:paraId="4AF89D14" w14:textId="77777777" w:rsidTr="00C67C0B">
        <w:tc>
          <w:tcPr>
            <w:tcW w:w="3983" w:type="dxa"/>
          </w:tcPr>
          <w:p w14:paraId="72E0B4E1" w14:textId="4E64DACC" w:rsidR="00D0596A" w:rsidRPr="00CC3D3F" w:rsidRDefault="00D0596A" w:rsidP="00D0596A">
            <w:pPr>
              <w:rPr>
                <w:rStyle w:val="Strong"/>
              </w:rPr>
            </w:pPr>
            <w:r w:rsidRPr="00CC3D3F">
              <w:rPr>
                <w:rStyle w:val="Strong"/>
              </w:rPr>
              <w:t>Contact Person</w:t>
            </w:r>
          </w:p>
        </w:tc>
        <w:sdt>
          <w:sdtPr>
            <w:id w:val="990288226"/>
            <w:placeholder>
              <w:docPart w:val="5E6C259C94EA466980AEED5DFBA10404"/>
            </w:placeholder>
            <w:showingPlcHdr/>
          </w:sdtPr>
          <w:sdtEndPr/>
          <w:sdtContent>
            <w:tc>
              <w:tcPr>
                <w:tcW w:w="5033" w:type="dxa"/>
              </w:tcPr>
              <w:p w14:paraId="31880A1C" w14:textId="77777777" w:rsidR="00D0596A" w:rsidRPr="00F07286" w:rsidRDefault="00A075C7" w:rsidP="00D0596A">
                <w:r>
                  <w:rPr>
                    <w:rStyle w:val="PlaceholderText"/>
                  </w:rPr>
                  <w:t>Enter contact person here</w:t>
                </w:r>
              </w:p>
            </w:tc>
          </w:sdtContent>
        </w:sdt>
      </w:tr>
      <w:tr w:rsidR="00D0596A" w:rsidRPr="00F07286" w14:paraId="3C152BD6" w14:textId="77777777" w:rsidTr="00C67C0B">
        <w:tc>
          <w:tcPr>
            <w:tcW w:w="3983" w:type="dxa"/>
          </w:tcPr>
          <w:p w14:paraId="3EAED7FD" w14:textId="4424EB8A" w:rsidR="00D0596A" w:rsidRPr="00CC3D3F" w:rsidRDefault="00D0596A" w:rsidP="00D0596A">
            <w:pPr>
              <w:rPr>
                <w:rStyle w:val="Strong"/>
              </w:rPr>
            </w:pPr>
            <w:r w:rsidRPr="00CC3D3F">
              <w:rPr>
                <w:rStyle w:val="Strong"/>
              </w:rPr>
              <w:t>Phone Number</w:t>
            </w:r>
          </w:p>
        </w:tc>
        <w:sdt>
          <w:sdtPr>
            <w:id w:val="-2141337286"/>
            <w:placeholder>
              <w:docPart w:val="D00BF0689E88421D9DED5613E9164CE1"/>
            </w:placeholder>
            <w:showingPlcHdr/>
          </w:sdtPr>
          <w:sdtEndPr/>
          <w:sdtContent>
            <w:tc>
              <w:tcPr>
                <w:tcW w:w="5033" w:type="dxa"/>
              </w:tcPr>
              <w:p w14:paraId="54A0E8F0" w14:textId="77777777" w:rsidR="00D0596A" w:rsidRPr="00F07286" w:rsidRDefault="00A075C7" w:rsidP="00D0596A">
                <w:r>
                  <w:rPr>
                    <w:rStyle w:val="PlaceholderText"/>
                  </w:rPr>
                  <w:t>Enter contact phone number here</w:t>
                </w:r>
              </w:p>
            </w:tc>
          </w:sdtContent>
        </w:sdt>
      </w:tr>
      <w:tr w:rsidR="00D0596A" w:rsidRPr="00F07286" w14:paraId="2EBBD3A2" w14:textId="77777777" w:rsidTr="00C67C0B">
        <w:tc>
          <w:tcPr>
            <w:tcW w:w="3983" w:type="dxa"/>
          </w:tcPr>
          <w:p w14:paraId="133F72C2" w14:textId="060EB5BA" w:rsidR="00D0596A" w:rsidRPr="00CC3D3F" w:rsidRDefault="00D0596A" w:rsidP="00552ABD">
            <w:pPr>
              <w:rPr>
                <w:rStyle w:val="Strong"/>
              </w:rPr>
            </w:pPr>
            <w:r w:rsidRPr="00CC3D3F">
              <w:rPr>
                <w:rStyle w:val="Strong"/>
              </w:rPr>
              <w:t xml:space="preserve">E-mail </w:t>
            </w:r>
          </w:p>
        </w:tc>
        <w:sdt>
          <w:sdtPr>
            <w:id w:val="305210579"/>
            <w:placeholder>
              <w:docPart w:val="AE1FE61DC7194076A21CE7D22153CAEB"/>
            </w:placeholder>
            <w:showingPlcHdr/>
          </w:sdtPr>
          <w:sdtEndPr/>
          <w:sdtContent>
            <w:tc>
              <w:tcPr>
                <w:tcW w:w="5033" w:type="dxa"/>
              </w:tcPr>
              <w:p w14:paraId="042230EE" w14:textId="77777777" w:rsidR="00D0596A" w:rsidRPr="00F07286" w:rsidRDefault="00A075C7" w:rsidP="00D0596A">
                <w:r>
                  <w:rPr>
                    <w:rStyle w:val="PlaceholderText"/>
                  </w:rPr>
                  <w:t>Enter contact e-mail address here</w:t>
                </w:r>
              </w:p>
            </w:tc>
          </w:sdtContent>
        </w:sdt>
      </w:tr>
      <w:tr w:rsidR="00D0596A" w:rsidRPr="00F07286" w14:paraId="703390C5" w14:textId="77777777" w:rsidTr="00C67C0B">
        <w:tc>
          <w:tcPr>
            <w:tcW w:w="3983" w:type="dxa"/>
          </w:tcPr>
          <w:p w14:paraId="76B2B807" w14:textId="48795491" w:rsidR="00D0596A" w:rsidRPr="00CC3D3F" w:rsidRDefault="00D0596A" w:rsidP="00D0596A">
            <w:pPr>
              <w:rPr>
                <w:rStyle w:val="Strong"/>
              </w:rPr>
            </w:pPr>
            <w:r w:rsidRPr="00CC3D3F">
              <w:rPr>
                <w:rStyle w:val="Strong"/>
              </w:rPr>
              <w:t>Postal Address</w:t>
            </w:r>
          </w:p>
        </w:tc>
        <w:sdt>
          <w:sdtPr>
            <w:id w:val="-1102945718"/>
            <w:placeholder>
              <w:docPart w:val="306F597A0713494084F3AA11A28DBDF5"/>
            </w:placeholder>
            <w:showingPlcHdr/>
          </w:sdtPr>
          <w:sdtEndPr/>
          <w:sdtContent>
            <w:tc>
              <w:tcPr>
                <w:tcW w:w="5033" w:type="dxa"/>
              </w:tcPr>
              <w:p w14:paraId="414ADE01" w14:textId="77777777" w:rsidR="00D0596A" w:rsidRPr="00F07286" w:rsidRDefault="00A075C7" w:rsidP="00D0596A">
                <w:r>
                  <w:rPr>
                    <w:rStyle w:val="PlaceholderText"/>
                  </w:rPr>
                  <w:t>Enter postal address here</w:t>
                </w:r>
              </w:p>
            </w:tc>
          </w:sdtContent>
        </w:sdt>
      </w:tr>
      <w:tr w:rsidR="00D0596A" w:rsidRPr="00F07286" w14:paraId="1EA280A0" w14:textId="509C19C6" w:rsidTr="00C67C0B">
        <w:tc>
          <w:tcPr>
            <w:tcW w:w="3983" w:type="dxa"/>
          </w:tcPr>
          <w:p w14:paraId="0545CF8E" w14:textId="74238947" w:rsidR="00D0596A" w:rsidRPr="00CC3D3F" w:rsidRDefault="00D0596A" w:rsidP="00D0596A">
            <w:pPr>
              <w:rPr>
                <w:rStyle w:val="Strong"/>
              </w:rPr>
            </w:pPr>
            <w:r w:rsidRPr="00CC3D3F">
              <w:rPr>
                <w:rStyle w:val="Strong"/>
              </w:rPr>
              <w:t>Operator/s Type</w:t>
            </w:r>
            <w:r w:rsidR="00C57D13">
              <w:rPr>
                <w:rStyle w:val="Strong"/>
              </w:rPr>
              <w:t xml:space="preserve"> </w:t>
            </w:r>
            <w:r w:rsidR="00C57D13" w:rsidRPr="00E01EB0">
              <w:t xml:space="preserve"> (e.g. single company, joint venture, PPP)</w:t>
            </w:r>
          </w:p>
        </w:tc>
        <w:sdt>
          <w:sdtPr>
            <w:id w:val="452365113"/>
            <w:placeholder>
              <w:docPart w:val="75EBC3D205EC4EA695B98EBF7CCC3CF4"/>
            </w:placeholder>
            <w:showingPlcHdr/>
          </w:sdtPr>
          <w:sdtEndPr/>
          <w:sdtContent>
            <w:tc>
              <w:tcPr>
                <w:tcW w:w="5033" w:type="dxa"/>
              </w:tcPr>
              <w:p w14:paraId="623822F8" w14:textId="62169D81" w:rsidR="00D0596A" w:rsidRPr="00F07286" w:rsidRDefault="000611C6" w:rsidP="00A075C7">
                <w:r>
                  <w:rPr>
                    <w:rStyle w:val="PlaceholderText"/>
                  </w:rPr>
                  <w:t>Enter operator/s type here</w:t>
                </w:r>
              </w:p>
            </w:tc>
          </w:sdtContent>
        </w:sdt>
      </w:tr>
    </w:tbl>
    <w:p w14:paraId="404A987A" w14:textId="77777777" w:rsidR="00BC5634" w:rsidRDefault="00BC5634" w:rsidP="00A11183">
      <w:pPr>
        <w:spacing w:before="0" w:after="0"/>
        <w:rPr>
          <w:rStyle w:val="Emphasis"/>
        </w:rPr>
      </w:pPr>
    </w:p>
    <w:p w14:paraId="10F3ABBE" w14:textId="79FE8FD3" w:rsidR="00D0596A" w:rsidRPr="00CC3D3F" w:rsidRDefault="00D0596A" w:rsidP="00A11183">
      <w:pPr>
        <w:spacing w:before="0"/>
        <w:rPr>
          <w:rStyle w:val="Emphasis"/>
        </w:rPr>
      </w:pPr>
      <w:r w:rsidRPr="00CC3D3F">
        <w:rPr>
          <w:rStyle w:val="Emphasis"/>
        </w:rPr>
        <w:t xml:space="preserve">Where applicable provide details of </w:t>
      </w:r>
      <w:r w:rsidRPr="003D437A">
        <w:rPr>
          <w:rStyle w:val="Emphasis"/>
          <w:b/>
        </w:rPr>
        <w:t>all other operators</w:t>
      </w:r>
      <w:r w:rsidRPr="00CC3D3F">
        <w:rPr>
          <w:rStyle w:val="Emphasis"/>
        </w:rPr>
        <w:t xml:space="preserve"> involved in the initial operations of the facility which have discharged their AIP plan development responsibilities to the </w:t>
      </w:r>
      <w:r w:rsidR="003D437A">
        <w:rPr>
          <w:rStyle w:val="Emphasis"/>
        </w:rPr>
        <w:t>nominated</w:t>
      </w:r>
      <w:r w:rsidR="003D437A" w:rsidRPr="00CC3D3F">
        <w:rPr>
          <w:rStyle w:val="Emphasis"/>
        </w:rPr>
        <w:t xml:space="preserve"> </w:t>
      </w:r>
      <w:r w:rsidRPr="00CC3D3F">
        <w:rPr>
          <w:rStyle w:val="Emphasis"/>
        </w:rPr>
        <w:t>operator.</w:t>
      </w:r>
      <w:r w:rsidR="00C67C0B">
        <w:rPr>
          <w:rStyle w:val="Emphasis"/>
        </w:rPr>
        <w:t xml:space="preserve"> Each other operator is required to sign the declaration at A.3.</w:t>
      </w:r>
    </w:p>
    <w:tbl>
      <w:tblPr>
        <w:tblStyle w:val="TableGrid"/>
        <w:tblW w:w="0" w:type="auto"/>
        <w:tblLook w:val="04A0" w:firstRow="1" w:lastRow="0" w:firstColumn="1" w:lastColumn="0" w:noHBand="0" w:noVBand="1"/>
        <w:tblDescription w:val="Other operator details"/>
      </w:tblPr>
      <w:tblGrid>
        <w:gridCol w:w="3983"/>
        <w:gridCol w:w="5033"/>
      </w:tblGrid>
      <w:tr w:rsidR="00D0596A" w:rsidRPr="00F07286" w14:paraId="7B64B2AF" w14:textId="77777777" w:rsidTr="009C5344">
        <w:trPr>
          <w:tblHeader/>
        </w:trPr>
        <w:tc>
          <w:tcPr>
            <w:tcW w:w="4077" w:type="dxa"/>
          </w:tcPr>
          <w:p w14:paraId="6F1050D1" w14:textId="07A13E68" w:rsidR="00D0596A" w:rsidRPr="00CC3D3F" w:rsidRDefault="003D437A" w:rsidP="00D0596A">
            <w:pPr>
              <w:rPr>
                <w:rStyle w:val="Strong"/>
              </w:rPr>
            </w:pPr>
            <w:r>
              <w:rPr>
                <w:rStyle w:val="Strong"/>
              </w:rPr>
              <w:t>Legal</w:t>
            </w:r>
            <w:r w:rsidRPr="00CC3D3F">
              <w:rPr>
                <w:rStyle w:val="Strong"/>
              </w:rPr>
              <w:t xml:space="preserve"> </w:t>
            </w:r>
            <w:r w:rsidR="00D0596A" w:rsidRPr="00CC3D3F">
              <w:rPr>
                <w:rStyle w:val="Strong"/>
              </w:rPr>
              <w:t>Name of Operator</w:t>
            </w:r>
          </w:p>
        </w:tc>
        <w:sdt>
          <w:sdtPr>
            <w:id w:val="-885412346"/>
            <w:placeholder>
              <w:docPart w:val="CA046EDC64D14676822FA1E19A76D051"/>
            </w:placeholder>
          </w:sdtPr>
          <w:sdtEndPr/>
          <w:sdtContent>
            <w:sdt>
              <w:sdtPr>
                <w:id w:val="795877009"/>
                <w:placeholder>
                  <w:docPart w:val="D514A1D51BE349E1A36F1B3014C0E498"/>
                </w:placeholder>
              </w:sdtPr>
              <w:sdtEndPr/>
              <w:sdtContent>
                <w:tc>
                  <w:tcPr>
                    <w:tcW w:w="5165" w:type="dxa"/>
                  </w:tcPr>
                  <w:p w14:paraId="5FF955FD" w14:textId="28D5235F" w:rsidR="00D0596A" w:rsidRPr="00F07286" w:rsidRDefault="000611C6" w:rsidP="000611C6">
                    <w:r>
                      <w:rPr>
                        <w:rStyle w:val="PlaceholderText"/>
                      </w:rPr>
                      <w:t>Enter legal name of other operators here</w:t>
                    </w:r>
                  </w:p>
                </w:tc>
              </w:sdtContent>
            </w:sdt>
          </w:sdtContent>
        </w:sdt>
      </w:tr>
      <w:tr w:rsidR="00D0596A" w:rsidRPr="00F07286" w14:paraId="0F8CB911" w14:textId="77777777" w:rsidTr="00D0596A">
        <w:tc>
          <w:tcPr>
            <w:tcW w:w="4077" w:type="dxa"/>
          </w:tcPr>
          <w:p w14:paraId="6127D35E" w14:textId="77777777" w:rsidR="00D0596A" w:rsidRPr="00CC3D3F" w:rsidRDefault="00D0596A" w:rsidP="00D0596A">
            <w:pPr>
              <w:rPr>
                <w:rStyle w:val="Strong"/>
              </w:rPr>
            </w:pPr>
            <w:r w:rsidRPr="00CC3D3F">
              <w:rPr>
                <w:rStyle w:val="Strong"/>
              </w:rPr>
              <w:t xml:space="preserve">ABN of Operator </w:t>
            </w:r>
            <w:r w:rsidRPr="00CC3D3F">
              <w:t>(if applicable)</w:t>
            </w:r>
          </w:p>
        </w:tc>
        <w:sdt>
          <w:sdtPr>
            <w:id w:val="-744486016"/>
            <w:placeholder>
              <w:docPart w:val="E4D5B6B4EA73440A85BEEECAE2044E85"/>
            </w:placeholder>
            <w:showingPlcHdr/>
          </w:sdtPr>
          <w:sdtEndPr/>
          <w:sdtContent>
            <w:tc>
              <w:tcPr>
                <w:tcW w:w="5165" w:type="dxa"/>
              </w:tcPr>
              <w:p w14:paraId="4FE49749" w14:textId="77777777" w:rsidR="00D0596A" w:rsidRPr="00F07286" w:rsidRDefault="00A075C7" w:rsidP="00A075C7">
                <w:r>
                  <w:rPr>
                    <w:rStyle w:val="PlaceholderText"/>
                  </w:rPr>
                  <w:t>Enter ABN of other operators here</w:t>
                </w:r>
              </w:p>
            </w:tc>
          </w:sdtContent>
        </w:sdt>
      </w:tr>
      <w:tr w:rsidR="00D0596A" w:rsidRPr="00F07286" w14:paraId="0356BBBB" w14:textId="77777777" w:rsidTr="00D0596A">
        <w:tc>
          <w:tcPr>
            <w:tcW w:w="4077" w:type="dxa"/>
          </w:tcPr>
          <w:p w14:paraId="24A48A15" w14:textId="77777777" w:rsidR="00D0596A" w:rsidRPr="00CC3D3F" w:rsidRDefault="00D0596A" w:rsidP="00D0596A">
            <w:pPr>
              <w:rPr>
                <w:rStyle w:val="Strong"/>
              </w:rPr>
            </w:pPr>
            <w:r w:rsidRPr="00CC3D3F">
              <w:rPr>
                <w:rStyle w:val="Strong"/>
              </w:rPr>
              <w:t xml:space="preserve">ACN of Operator </w:t>
            </w:r>
            <w:r w:rsidRPr="00CC3D3F">
              <w:t>(if applicable)</w:t>
            </w:r>
          </w:p>
        </w:tc>
        <w:sdt>
          <w:sdtPr>
            <w:id w:val="-1743014811"/>
            <w:placeholder>
              <w:docPart w:val="F29E80E27B4D40F389DE2BB87250184E"/>
            </w:placeholder>
            <w:showingPlcHdr/>
          </w:sdtPr>
          <w:sdtEndPr/>
          <w:sdtContent>
            <w:tc>
              <w:tcPr>
                <w:tcW w:w="5165" w:type="dxa"/>
              </w:tcPr>
              <w:p w14:paraId="5752175A" w14:textId="77777777" w:rsidR="00D0596A" w:rsidRPr="00F07286" w:rsidRDefault="00A075C7" w:rsidP="00A075C7">
                <w:r>
                  <w:rPr>
                    <w:rStyle w:val="PlaceholderText"/>
                  </w:rPr>
                  <w:t>Enter ACN of other operators here</w:t>
                </w:r>
              </w:p>
            </w:tc>
          </w:sdtContent>
        </w:sdt>
      </w:tr>
    </w:tbl>
    <w:p w14:paraId="316C94DB" w14:textId="77777777" w:rsidR="00D0596A" w:rsidRDefault="00D0596A" w:rsidP="00D0596A">
      <w:r w:rsidRPr="00F07286">
        <w:br w:type="page"/>
      </w:r>
    </w:p>
    <w:p w14:paraId="2D975792" w14:textId="77777777" w:rsidR="00D0596A" w:rsidRPr="00F07286" w:rsidRDefault="00D0596A" w:rsidP="00DE24BF">
      <w:pPr>
        <w:pStyle w:val="Heading3"/>
      </w:pPr>
      <w:r w:rsidRPr="00F07286">
        <w:lastRenderedPageBreak/>
        <w:t>C.2</w:t>
      </w:r>
      <w:r w:rsidRPr="00F07286">
        <w:tab/>
        <w:t>Contact Details</w:t>
      </w:r>
    </w:p>
    <w:p w14:paraId="220756DB" w14:textId="77777777" w:rsidR="00D0596A" w:rsidRPr="00F07286" w:rsidRDefault="00D0596A" w:rsidP="00D0596A">
      <w:r w:rsidRPr="00F07286">
        <w:t>This criterion should provide the contact details of staff responsible for engaging with interested Australian entities and implementing the actions of the AIP plan.</w:t>
      </w:r>
    </w:p>
    <w:p w14:paraId="0E9BC8BB" w14:textId="34309E6C" w:rsidR="00D0596A" w:rsidRPr="00F07286" w:rsidRDefault="00E01EB0" w:rsidP="00B74F0D">
      <w:pPr>
        <w:pStyle w:val="StrongNumbered"/>
        <w:numPr>
          <w:ilvl w:val="0"/>
          <w:numId w:val="39"/>
        </w:numPr>
        <w:ind w:hanging="502"/>
      </w:pPr>
      <w:r>
        <w:t>P</w:t>
      </w:r>
      <w:r w:rsidR="00D0596A" w:rsidRPr="00F07286">
        <w:t>rovide the details of the operator’s contact officer</w:t>
      </w:r>
      <w:r w:rsidR="00145DCC">
        <w:t xml:space="preserve"> for supplier enquiries</w:t>
      </w:r>
      <w:r w:rsidR="00D0596A" w:rsidRPr="00F07286">
        <w:t>.</w:t>
      </w:r>
    </w:p>
    <w:p w14:paraId="0970781E" w14:textId="19445A6B" w:rsidR="00D0596A" w:rsidRPr="00CC3D3F" w:rsidRDefault="00D0596A" w:rsidP="00D0596A">
      <w:pPr>
        <w:rPr>
          <w:rStyle w:val="Emphasis"/>
        </w:rPr>
      </w:pPr>
      <w:r w:rsidRPr="00CC3D3F">
        <w:rPr>
          <w:rStyle w:val="Emphasis"/>
        </w:rPr>
        <w:t>The</w:t>
      </w:r>
      <w:r w:rsidR="000C5348">
        <w:rPr>
          <w:rStyle w:val="Emphasis"/>
        </w:rPr>
        <w:t>se</w:t>
      </w:r>
      <w:r w:rsidRPr="00CC3D3F">
        <w:rPr>
          <w:rStyle w:val="Emphasis"/>
        </w:rPr>
        <w:t xml:space="preserve"> details will be published</w:t>
      </w:r>
      <w:r w:rsidR="000C5348">
        <w:rPr>
          <w:rStyle w:val="Emphasis"/>
        </w:rPr>
        <w:t xml:space="preserve"> in your AIP plan summary on the AIP Authority website</w:t>
      </w:r>
      <w:r w:rsidRPr="00CC3D3F">
        <w:rPr>
          <w:rStyle w:val="Emphasis"/>
        </w:rPr>
        <w:t xml:space="preserve">. </w:t>
      </w:r>
    </w:p>
    <w:tbl>
      <w:tblPr>
        <w:tblStyle w:val="TableGrid"/>
        <w:tblW w:w="0" w:type="auto"/>
        <w:tblLook w:val="04A0" w:firstRow="1" w:lastRow="0" w:firstColumn="1" w:lastColumn="0" w:noHBand="0" w:noVBand="1"/>
        <w:tblDescription w:val="Operator's contact officer contact details"/>
      </w:tblPr>
      <w:tblGrid>
        <w:gridCol w:w="3019"/>
        <w:gridCol w:w="5997"/>
      </w:tblGrid>
      <w:tr w:rsidR="00D0596A" w:rsidRPr="00F07286" w14:paraId="6E571816" w14:textId="77777777" w:rsidTr="009C5344">
        <w:trPr>
          <w:tblHeader/>
        </w:trPr>
        <w:tc>
          <w:tcPr>
            <w:tcW w:w="3085" w:type="dxa"/>
          </w:tcPr>
          <w:p w14:paraId="3ABCC3A2" w14:textId="0B63FFE4" w:rsidR="00D0596A" w:rsidRPr="00CC3D3F" w:rsidRDefault="00D0596A" w:rsidP="00D0596A">
            <w:pPr>
              <w:rPr>
                <w:rStyle w:val="Strong"/>
              </w:rPr>
            </w:pPr>
            <w:r w:rsidRPr="00CC3D3F">
              <w:rPr>
                <w:rStyle w:val="Strong"/>
              </w:rPr>
              <w:t>Contact officer</w:t>
            </w:r>
            <w:r w:rsidR="000C5348">
              <w:rPr>
                <w:rStyle w:val="Strong"/>
              </w:rPr>
              <w:t xml:space="preserve"> name</w:t>
            </w:r>
          </w:p>
        </w:tc>
        <w:sdt>
          <w:sdtPr>
            <w:id w:val="-1284883529"/>
            <w:placeholder>
              <w:docPart w:val="372B5DDA364A4A949760F89D60E7F18E"/>
            </w:placeholder>
            <w:showingPlcHdr/>
          </w:sdtPr>
          <w:sdtEndPr/>
          <w:sdtContent>
            <w:tc>
              <w:tcPr>
                <w:tcW w:w="6157" w:type="dxa"/>
              </w:tcPr>
              <w:p w14:paraId="76A9E22F" w14:textId="77777777" w:rsidR="00D0596A" w:rsidRPr="00F07286" w:rsidRDefault="000C1528" w:rsidP="00D0596A">
                <w:r>
                  <w:rPr>
                    <w:rStyle w:val="PlaceholderText"/>
                  </w:rPr>
                  <w:t>Enter contact officer name here</w:t>
                </w:r>
              </w:p>
            </w:tc>
          </w:sdtContent>
        </w:sdt>
      </w:tr>
      <w:tr w:rsidR="00D0596A" w:rsidRPr="00F07286" w14:paraId="4A579410" w14:textId="77777777" w:rsidTr="00D0596A">
        <w:tc>
          <w:tcPr>
            <w:tcW w:w="3085" w:type="dxa"/>
          </w:tcPr>
          <w:p w14:paraId="1E43FD4E" w14:textId="60C5F396" w:rsidR="00D0596A" w:rsidRPr="00CC3D3F" w:rsidRDefault="000C5348" w:rsidP="000C5348">
            <w:pPr>
              <w:rPr>
                <w:rStyle w:val="Strong"/>
              </w:rPr>
            </w:pPr>
            <w:r>
              <w:rPr>
                <w:rStyle w:val="Strong"/>
              </w:rPr>
              <w:t>P</w:t>
            </w:r>
            <w:r w:rsidRPr="00CC3D3F">
              <w:rPr>
                <w:rStyle w:val="Strong"/>
              </w:rPr>
              <w:t xml:space="preserve">hone </w:t>
            </w:r>
            <w:r w:rsidR="00D0596A" w:rsidRPr="00CC3D3F">
              <w:rPr>
                <w:rStyle w:val="Strong"/>
              </w:rPr>
              <w:t>number</w:t>
            </w:r>
          </w:p>
        </w:tc>
        <w:sdt>
          <w:sdtPr>
            <w:id w:val="882135071"/>
            <w:placeholder>
              <w:docPart w:val="333C8BC16799429BAB378D90A4B812F9"/>
            </w:placeholder>
            <w:showingPlcHdr/>
          </w:sdtPr>
          <w:sdtEndPr/>
          <w:sdtContent>
            <w:tc>
              <w:tcPr>
                <w:tcW w:w="6157" w:type="dxa"/>
              </w:tcPr>
              <w:p w14:paraId="31594FCF" w14:textId="77777777" w:rsidR="00D0596A" w:rsidRPr="00F07286" w:rsidRDefault="000C1528" w:rsidP="00D0596A">
                <w:r>
                  <w:rPr>
                    <w:rStyle w:val="PlaceholderText"/>
                  </w:rPr>
                  <w:t>Enter contact officer phone number here</w:t>
                </w:r>
              </w:p>
            </w:tc>
          </w:sdtContent>
        </w:sdt>
      </w:tr>
      <w:tr w:rsidR="00D0596A" w:rsidRPr="00F07286" w14:paraId="63455B45" w14:textId="77777777" w:rsidTr="00D0596A">
        <w:tc>
          <w:tcPr>
            <w:tcW w:w="3085" w:type="dxa"/>
          </w:tcPr>
          <w:p w14:paraId="1CD7F7D1" w14:textId="3C89EC1B" w:rsidR="00D0596A" w:rsidRPr="00CC3D3F" w:rsidRDefault="000C5348" w:rsidP="00F759BB">
            <w:pPr>
              <w:rPr>
                <w:rStyle w:val="Strong"/>
              </w:rPr>
            </w:pPr>
            <w:r>
              <w:rPr>
                <w:rStyle w:val="Strong"/>
              </w:rPr>
              <w:t>E</w:t>
            </w:r>
            <w:r w:rsidR="00D0596A" w:rsidRPr="00CC3D3F">
              <w:rPr>
                <w:rStyle w:val="Strong"/>
              </w:rPr>
              <w:t xml:space="preserve">-mail </w:t>
            </w:r>
          </w:p>
        </w:tc>
        <w:sdt>
          <w:sdtPr>
            <w:id w:val="492148653"/>
            <w:placeholder>
              <w:docPart w:val="1DC712400757491D95856227BD0117D4"/>
            </w:placeholder>
            <w:showingPlcHdr/>
          </w:sdtPr>
          <w:sdtEndPr/>
          <w:sdtContent>
            <w:tc>
              <w:tcPr>
                <w:tcW w:w="6157" w:type="dxa"/>
              </w:tcPr>
              <w:p w14:paraId="244AC3C6" w14:textId="77777777" w:rsidR="00D0596A" w:rsidRPr="00F07286" w:rsidRDefault="000C1528" w:rsidP="00D0596A">
                <w:r>
                  <w:rPr>
                    <w:rStyle w:val="PlaceholderText"/>
                  </w:rPr>
                  <w:t>Enter contact officer e-mail address here</w:t>
                </w:r>
              </w:p>
            </w:tc>
          </w:sdtContent>
        </w:sdt>
      </w:tr>
    </w:tbl>
    <w:p w14:paraId="76CB45D2" w14:textId="708AD85E" w:rsidR="00D0596A" w:rsidRPr="00F07286" w:rsidRDefault="00E01EB0" w:rsidP="004038B4">
      <w:pPr>
        <w:pStyle w:val="StrongNumbered"/>
        <w:ind w:left="426" w:hanging="426"/>
      </w:pPr>
      <w:r>
        <w:t>P</w:t>
      </w:r>
      <w:r w:rsidR="00D0596A" w:rsidRPr="00F07286">
        <w:t>rovide the contact details for the person responsible</w:t>
      </w:r>
      <w:r w:rsidR="00F759BB">
        <w:t xml:space="preserve"> for implementing Part C of the</w:t>
      </w:r>
      <w:r w:rsidR="00D0596A" w:rsidRPr="00F07286">
        <w:t xml:space="preserve"> AIP plan.</w:t>
      </w:r>
    </w:p>
    <w:p w14:paraId="6F428EBC" w14:textId="2303CCE6" w:rsidR="00D0596A" w:rsidRPr="00CC3D3F" w:rsidRDefault="00D0596A" w:rsidP="00D0596A">
      <w:pPr>
        <w:rPr>
          <w:rStyle w:val="Emphasis"/>
        </w:rPr>
      </w:pPr>
      <w:r w:rsidRPr="00CC3D3F">
        <w:rPr>
          <w:rStyle w:val="Emphasis"/>
        </w:rPr>
        <w:t xml:space="preserve">This should be the </w:t>
      </w:r>
      <w:r w:rsidR="006F40FC">
        <w:rPr>
          <w:rStyle w:val="Emphasis"/>
        </w:rPr>
        <w:t xml:space="preserve">person </w:t>
      </w:r>
      <w:r w:rsidRPr="00CC3D3F">
        <w:rPr>
          <w:rStyle w:val="Emphasis"/>
        </w:rPr>
        <w:t xml:space="preserve">who will have overall responsibility for implementing and monitoring the actions of the AIP plan. These details will not be published and are for </w:t>
      </w:r>
      <w:r w:rsidR="000C5348">
        <w:rPr>
          <w:rStyle w:val="Emphasis"/>
        </w:rPr>
        <w:t>AIP</w:t>
      </w:r>
      <w:r w:rsidRPr="00CC3D3F">
        <w:rPr>
          <w:rStyle w:val="Emphasis"/>
        </w:rPr>
        <w:t xml:space="preserve"> Authority use only.</w:t>
      </w:r>
    </w:p>
    <w:tbl>
      <w:tblPr>
        <w:tblStyle w:val="TableGrid"/>
        <w:tblW w:w="0" w:type="auto"/>
        <w:tblLook w:val="04A0" w:firstRow="1" w:lastRow="0" w:firstColumn="1" w:lastColumn="0" w:noHBand="0" w:noVBand="1"/>
        <w:tblDescription w:val="Contact details of person responsible for AIP plan implementation"/>
      </w:tblPr>
      <w:tblGrid>
        <w:gridCol w:w="2621"/>
        <w:gridCol w:w="6395"/>
      </w:tblGrid>
      <w:tr w:rsidR="00D0596A" w:rsidRPr="00F07286" w14:paraId="0DE59305" w14:textId="77777777" w:rsidTr="009C5344">
        <w:trPr>
          <w:tblHeader/>
        </w:trPr>
        <w:tc>
          <w:tcPr>
            <w:tcW w:w="2660" w:type="dxa"/>
          </w:tcPr>
          <w:p w14:paraId="676AAF77" w14:textId="6BB48B5C" w:rsidR="00D0596A" w:rsidRPr="00CC3D3F" w:rsidRDefault="00D0596A" w:rsidP="000C5348">
            <w:pPr>
              <w:rPr>
                <w:rStyle w:val="Strong"/>
              </w:rPr>
            </w:pPr>
            <w:r w:rsidRPr="00CC3D3F">
              <w:rPr>
                <w:rStyle w:val="Strong"/>
              </w:rPr>
              <w:t>Name</w:t>
            </w:r>
          </w:p>
        </w:tc>
        <w:sdt>
          <w:sdtPr>
            <w:id w:val="1590806590"/>
            <w:placeholder>
              <w:docPart w:val="9223C4ABACD64D878C96E152A1F22AB1"/>
            </w:placeholder>
            <w:showingPlcHdr/>
          </w:sdtPr>
          <w:sdtEndPr/>
          <w:sdtContent>
            <w:tc>
              <w:tcPr>
                <w:tcW w:w="6520" w:type="dxa"/>
              </w:tcPr>
              <w:p w14:paraId="02DA5B19" w14:textId="77777777" w:rsidR="00D0596A" w:rsidRPr="00F07286" w:rsidRDefault="000C1528" w:rsidP="00D0596A">
                <w:r>
                  <w:rPr>
                    <w:rStyle w:val="PlaceholderText"/>
                  </w:rPr>
                  <w:t>Enter name here</w:t>
                </w:r>
              </w:p>
            </w:tc>
          </w:sdtContent>
        </w:sdt>
      </w:tr>
      <w:tr w:rsidR="00D0596A" w:rsidRPr="00F07286" w14:paraId="69A4F2EF" w14:textId="77777777" w:rsidTr="00D0596A">
        <w:tc>
          <w:tcPr>
            <w:tcW w:w="2660" w:type="dxa"/>
          </w:tcPr>
          <w:p w14:paraId="3B45DE7E" w14:textId="7B8D800E" w:rsidR="00D0596A" w:rsidRPr="00CC3D3F" w:rsidRDefault="00D0596A" w:rsidP="00D0596A">
            <w:pPr>
              <w:rPr>
                <w:rStyle w:val="Strong"/>
              </w:rPr>
            </w:pPr>
            <w:r w:rsidRPr="00CC3D3F">
              <w:rPr>
                <w:rStyle w:val="Strong"/>
              </w:rPr>
              <w:t>Title</w:t>
            </w:r>
          </w:p>
        </w:tc>
        <w:sdt>
          <w:sdtPr>
            <w:id w:val="-892350606"/>
            <w:placeholder>
              <w:docPart w:val="6CCC38B16FEC41CF8521ED98AA6AA797"/>
            </w:placeholder>
            <w:showingPlcHdr/>
          </w:sdtPr>
          <w:sdtEndPr/>
          <w:sdtContent>
            <w:tc>
              <w:tcPr>
                <w:tcW w:w="6520" w:type="dxa"/>
              </w:tcPr>
              <w:p w14:paraId="027550AF" w14:textId="77777777" w:rsidR="00D0596A" w:rsidRPr="00F07286" w:rsidRDefault="000C1528" w:rsidP="00D0596A">
                <w:r>
                  <w:rPr>
                    <w:rStyle w:val="PlaceholderText"/>
                  </w:rPr>
                  <w:t>Enter position title here</w:t>
                </w:r>
              </w:p>
            </w:tc>
          </w:sdtContent>
        </w:sdt>
      </w:tr>
      <w:tr w:rsidR="00D0596A" w:rsidRPr="00F07286" w14:paraId="400381DA" w14:textId="77777777" w:rsidTr="00D0596A">
        <w:tc>
          <w:tcPr>
            <w:tcW w:w="2660" w:type="dxa"/>
          </w:tcPr>
          <w:p w14:paraId="78089EDA" w14:textId="57EB7FC4" w:rsidR="00D0596A" w:rsidRPr="00CC3D3F" w:rsidRDefault="000C5348" w:rsidP="00F759BB">
            <w:pPr>
              <w:rPr>
                <w:rStyle w:val="Strong"/>
              </w:rPr>
            </w:pPr>
            <w:r>
              <w:rPr>
                <w:rStyle w:val="Strong"/>
              </w:rPr>
              <w:t>P</w:t>
            </w:r>
            <w:r w:rsidR="00D0596A" w:rsidRPr="00CC3D3F">
              <w:rPr>
                <w:rStyle w:val="Strong"/>
              </w:rPr>
              <w:t>hone number</w:t>
            </w:r>
          </w:p>
        </w:tc>
        <w:sdt>
          <w:sdtPr>
            <w:id w:val="1415043409"/>
            <w:placeholder>
              <w:docPart w:val="383FC6861DE64912A3CAD269923FBF24"/>
            </w:placeholder>
            <w:showingPlcHdr/>
          </w:sdtPr>
          <w:sdtEndPr/>
          <w:sdtContent>
            <w:tc>
              <w:tcPr>
                <w:tcW w:w="6520" w:type="dxa"/>
              </w:tcPr>
              <w:p w14:paraId="7DC314D7" w14:textId="77777777" w:rsidR="00D0596A" w:rsidRPr="00F07286" w:rsidRDefault="000C1528" w:rsidP="00D0596A">
                <w:r>
                  <w:rPr>
                    <w:rStyle w:val="PlaceholderText"/>
                  </w:rPr>
                  <w:t>Enter phone number here</w:t>
                </w:r>
              </w:p>
            </w:tc>
          </w:sdtContent>
        </w:sdt>
      </w:tr>
      <w:tr w:rsidR="00747590" w:rsidRPr="00F07286" w14:paraId="5ACEFA0A" w14:textId="77777777" w:rsidTr="00D0596A">
        <w:tc>
          <w:tcPr>
            <w:tcW w:w="2660" w:type="dxa"/>
          </w:tcPr>
          <w:p w14:paraId="61996AE0" w14:textId="28D69D50" w:rsidR="00747590" w:rsidRPr="00CC3D3F" w:rsidRDefault="000C5348" w:rsidP="00F759BB">
            <w:pPr>
              <w:rPr>
                <w:rStyle w:val="Strong"/>
              </w:rPr>
            </w:pPr>
            <w:r>
              <w:rPr>
                <w:rStyle w:val="Strong"/>
              </w:rPr>
              <w:t>E</w:t>
            </w:r>
            <w:r w:rsidR="00747590">
              <w:rPr>
                <w:rStyle w:val="Strong"/>
              </w:rPr>
              <w:t xml:space="preserve">-mail </w:t>
            </w:r>
          </w:p>
        </w:tc>
        <w:sdt>
          <w:sdtPr>
            <w:id w:val="113340100"/>
            <w:placeholder>
              <w:docPart w:val="60DAAF7530EB4CE6B64CFFE714373A4D"/>
            </w:placeholder>
            <w:showingPlcHdr/>
          </w:sdtPr>
          <w:sdtEndPr/>
          <w:sdtContent>
            <w:tc>
              <w:tcPr>
                <w:tcW w:w="6520" w:type="dxa"/>
              </w:tcPr>
              <w:p w14:paraId="55A5F5AE" w14:textId="77777777" w:rsidR="00747590" w:rsidRPr="00F07286" w:rsidRDefault="000C1528" w:rsidP="00D0596A">
                <w:r>
                  <w:rPr>
                    <w:rStyle w:val="PlaceholderText"/>
                  </w:rPr>
                  <w:t>Enter e-mail address here</w:t>
                </w:r>
              </w:p>
            </w:tc>
          </w:sdtContent>
        </w:sdt>
      </w:tr>
    </w:tbl>
    <w:p w14:paraId="515B25B4" w14:textId="476FE333" w:rsidR="00D0596A" w:rsidRPr="00F07286" w:rsidRDefault="00E01EB0" w:rsidP="004038B4">
      <w:pPr>
        <w:pStyle w:val="StrongNumbered"/>
        <w:ind w:hanging="502"/>
      </w:pPr>
      <w:r>
        <w:t>D</w:t>
      </w:r>
      <w:r w:rsidR="00D0596A" w:rsidRPr="00F07286">
        <w:t>etail how you will ensure procurement entities will appoint</w:t>
      </w:r>
      <w:r w:rsidR="00300AB2">
        <w:t xml:space="preserve"> a procurement contact officer for operational opportunities </w:t>
      </w:r>
      <w:r w:rsidR="00D0596A" w:rsidRPr="00F07286">
        <w:t>and promote the</w:t>
      </w:r>
      <w:r w:rsidR="00300AB2">
        <w:t>ir</w:t>
      </w:r>
      <w:r w:rsidR="00D0596A" w:rsidRPr="00F07286">
        <w:t xml:space="preserve"> contact details.</w:t>
      </w:r>
    </w:p>
    <w:p w14:paraId="30C23C97" w14:textId="50E664C2" w:rsidR="00D0596A" w:rsidRPr="00CC3D3F" w:rsidRDefault="00D0596A" w:rsidP="00D0596A">
      <w:pPr>
        <w:rPr>
          <w:rStyle w:val="Emphasis"/>
        </w:rPr>
      </w:pPr>
      <w:r w:rsidRPr="00CC3D3F">
        <w:rPr>
          <w:rStyle w:val="Emphasis"/>
        </w:rPr>
        <w:t xml:space="preserve">These contact details will be required to be published on the website identified at question </w:t>
      </w:r>
      <w:r w:rsidR="003F7490">
        <w:rPr>
          <w:rStyle w:val="Emphasis"/>
        </w:rPr>
        <w:t>3</w:t>
      </w:r>
      <w:r w:rsidRPr="00CC3D3F">
        <w:rPr>
          <w:rStyle w:val="Emphasis"/>
        </w:rPr>
        <w:t xml:space="preserve"> of ‘C.4 – Publication of </w:t>
      </w:r>
      <w:r w:rsidR="00AB1FEC">
        <w:rPr>
          <w:rStyle w:val="Emphasis"/>
        </w:rPr>
        <w:t>Information</w:t>
      </w:r>
      <w:r w:rsidR="00AB1FEC" w:rsidRPr="00CC3D3F">
        <w:rPr>
          <w:rStyle w:val="Emphasis"/>
        </w:rPr>
        <w:t>’</w:t>
      </w:r>
      <w:r w:rsidRPr="00CC3D3F">
        <w:rPr>
          <w:rStyle w:val="Emphasis"/>
        </w:rPr>
        <w:t xml:space="preserve">. Where you are acting as the procurement entity the </w:t>
      </w:r>
      <w:r w:rsidR="00F73118">
        <w:rPr>
          <w:rStyle w:val="Emphasis"/>
        </w:rPr>
        <w:t xml:space="preserve">contact </w:t>
      </w:r>
      <w:r w:rsidR="00F759BB">
        <w:rPr>
          <w:rStyle w:val="Emphasis"/>
        </w:rPr>
        <w:t>officer</w:t>
      </w:r>
      <w:r w:rsidRPr="00CC3D3F">
        <w:rPr>
          <w:rStyle w:val="Emphasis"/>
        </w:rPr>
        <w:t xml:space="preserve"> at question 1 will be </w:t>
      </w:r>
      <w:r w:rsidR="006F40FC">
        <w:rPr>
          <w:rStyle w:val="Emphasis"/>
        </w:rPr>
        <w:t>sufficient</w:t>
      </w:r>
      <w:r w:rsidRPr="00CC3D3F">
        <w:rPr>
          <w:rStyle w:val="Emphasis"/>
        </w:rPr>
        <w:t>.</w:t>
      </w:r>
    </w:p>
    <w:tbl>
      <w:tblPr>
        <w:tblStyle w:val="TableGrid"/>
        <w:tblW w:w="0" w:type="auto"/>
        <w:tblLook w:val="04A0" w:firstRow="1" w:lastRow="0" w:firstColumn="1" w:lastColumn="0" w:noHBand="0" w:noVBand="1"/>
        <w:tblDescription w:val="Details on procurement entity contact officers"/>
      </w:tblPr>
      <w:tblGrid>
        <w:gridCol w:w="9016"/>
      </w:tblGrid>
      <w:tr w:rsidR="00D0596A" w:rsidRPr="00F07286" w14:paraId="29B27D5A" w14:textId="77777777" w:rsidTr="00E00A6C">
        <w:trPr>
          <w:trHeight w:val="387"/>
          <w:tblHeader/>
        </w:trPr>
        <w:sdt>
          <w:sdtPr>
            <w:id w:val="449056422"/>
            <w:placeholder>
              <w:docPart w:val="A1F4E1C31ADE48C2B3B2207DC1E06899"/>
            </w:placeholder>
            <w:showingPlcHdr/>
          </w:sdtPr>
          <w:sdtEndPr/>
          <w:sdtContent>
            <w:tc>
              <w:tcPr>
                <w:tcW w:w="9242" w:type="dxa"/>
              </w:tcPr>
              <w:p w14:paraId="269B2A4C" w14:textId="77777777" w:rsidR="00D0596A" w:rsidRPr="00F07286" w:rsidRDefault="00411C95" w:rsidP="00D0596A">
                <w:r>
                  <w:rPr>
                    <w:rStyle w:val="PlaceholderText"/>
                  </w:rPr>
                  <w:t>Enter response here</w:t>
                </w:r>
              </w:p>
            </w:tc>
          </w:sdtContent>
        </w:sdt>
      </w:tr>
    </w:tbl>
    <w:p w14:paraId="3F7FB412" w14:textId="77777777" w:rsidR="00D0596A" w:rsidRPr="00F07286" w:rsidRDefault="00D0596A" w:rsidP="00D0596A"/>
    <w:p w14:paraId="212BF03B" w14:textId="77777777" w:rsidR="00D0596A" w:rsidRPr="00F07286" w:rsidRDefault="00D0596A" w:rsidP="00D0596A">
      <w:r w:rsidRPr="00F07286">
        <w:br w:type="page"/>
      </w:r>
    </w:p>
    <w:p w14:paraId="2DABCB2C" w14:textId="77777777" w:rsidR="00D0596A" w:rsidRPr="00F07286" w:rsidRDefault="00D0596A" w:rsidP="00DE24BF">
      <w:pPr>
        <w:pStyle w:val="Heading3"/>
      </w:pPr>
      <w:r w:rsidRPr="00F07286">
        <w:lastRenderedPageBreak/>
        <w:t>C.3</w:t>
      </w:r>
      <w:r w:rsidRPr="00F07286">
        <w:tab/>
      </w:r>
      <w:r w:rsidR="0098078A">
        <w:t>Opportunities to supply g</w:t>
      </w:r>
      <w:r w:rsidRPr="00F07286">
        <w:t xml:space="preserve">oods and </w:t>
      </w:r>
      <w:r w:rsidR="0098078A">
        <w:t>s</w:t>
      </w:r>
      <w:r w:rsidRPr="00F07286">
        <w:t>ervices</w:t>
      </w:r>
    </w:p>
    <w:p w14:paraId="329E1241" w14:textId="4E58C278" w:rsidR="0098078A" w:rsidRPr="00F07286" w:rsidRDefault="00D0596A" w:rsidP="0098078A">
      <w:r w:rsidRPr="00F07286">
        <w:t xml:space="preserve">This criterion </w:t>
      </w:r>
      <w:r w:rsidR="006F40FC">
        <w:t>should detail</w:t>
      </w:r>
      <w:r w:rsidR="006F40FC" w:rsidRPr="00F07286">
        <w:t xml:space="preserve"> </w:t>
      </w:r>
      <w:r w:rsidRPr="00F07286">
        <w:t xml:space="preserve">the </w:t>
      </w:r>
      <w:r w:rsidR="0098078A">
        <w:t>opportunities which are</w:t>
      </w:r>
      <w:r w:rsidRPr="00F07286">
        <w:t xml:space="preserve"> </w:t>
      </w:r>
      <w:r w:rsidR="00300AB2">
        <w:t xml:space="preserve">likely to </w:t>
      </w:r>
      <w:r w:rsidR="0098078A">
        <w:t>arise to supply the initial operations of the facility</w:t>
      </w:r>
      <w:r w:rsidR="006F40FC">
        <w:t>, how procurement entities keep up to date with Australian industry capability and the standards that will apply</w:t>
      </w:r>
      <w:r w:rsidRPr="00F07286">
        <w:t xml:space="preserve">. </w:t>
      </w:r>
    </w:p>
    <w:p w14:paraId="752F1516" w14:textId="645ABCF5" w:rsidR="00D0596A" w:rsidRPr="00F07286" w:rsidRDefault="00E01EB0" w:rsidP="004038B4">
      <w:pPr>
        <w:pStyle w:val="StrongNumbered"/>
        <w:numPr>
          <w:ilvl w:val="0"/>
          <w:numId w:val="40"/>
        </w:numPr>
        <w:ind w:hanging="502"/>
      </w:pPr>
      <w:r>
        <w:t>P</w:t>
      </w:r>
      <w:r w:rsidR="00D0596A" w:rsidRPr="00F07286">
        <w:t>rovide a</w:t>
      </w:r>
      <w:r w:rsidR="0098078A">
        <w:t>n indicative</w:t>
      </w:r>
      <w:r w:rsidR="00D0596A" w:rsidRPr="00F07286">
        <w:t xml:space="preserve"> list of </w:t>
      </w:r>
      <w:r w:rsidR="00CC1433">
        <w:t>all key goods and services to be acquired</w:t>
      </w:r>
      <w:r w:rsidR="0098078A">
        <w:t xml:space="preserve"> in </w:t>
      </w:r>
      <w:r w:rsidR="00D0596A" w:rsidRPr="00F07286">
        <w:t xml:space="preserve">the facility’s initial operations, and </w:t>
      </w:r>
      <w:r w:rsidR="0098078A">
        <w:t xml:space="preserve">whether </w:t>
      </w:r>
      <w:r w:rsidR="00D0596A" w:rsidRPr="00F07286">
        <w:t xml:space="preserve">opportunities </w:t>
      </w:r>
      <w:r w:rsidR="006F40FC">
        <w:t xml:space="preserve">to supply the key goods and services or their components </w:t>
      </w:r>
      <w:r w:rsidR="0098078A">
        <w:t xml:space="preserve">are expected </w:t>
      </w:r>
      <w:r w:rsidR="00D0596A" w:rsidRPr="00F07286">
        <w:t>for Australian and</w:t>
      </w:r>
      <w:r w:rsidR="006F40FC">
        <w:t>/or</w:t>
      </w:r>
      <w:r w:rsidR="00D0596A" w:rsidRPr="00F07286">
        <w:t xml:space="preserve"> non</w:t>
      </w:r>
      <w:r w:rsidR="00D0596A" w:rsidRPr="00F07286">
        <w:noBreakHyphen/>
        <w:t>Australian entities.</w:t>
      </w:r>
    </w:p>
    <w:p w14:paraId="2A48E627" w14:textId="1F968120" w:rsidR="00D0596A" w:rsidRDefault="00D0596A" w:rsidP="00D0596A">
      <w:pPr>
        <w:rPr>
          <w:rStyle w:val="Emphasis"/>
        </w:rPr>
      </w:pPr>
      <w:r w:rsidRPr="00CC3D3F">
        <w:rPr>
          <w:rStyle w:val="Emphasis"/>
        </w:rPr>
        <w:t xml:space="preserve">This should </w:t>
      </w:r>
      <w:r w:rsidR="0098078A">
        <w:rPr>
          <w:rStyle w:val="Emphasis"/>
        </w:rPr>
        <w:t xml:space="preserve">be an indicative list of </w:t>
      </w:r>
      <w:r w:rsidR="006F40FC">
        <w:rPr>
          <w:rStyle w:val="Emphasis"/>
        </w:rPr>
        <w:t xml:space="preserve">all key </w:t>
      </w:r>
      <w:r w:rsidRPr="00CC3D3F">
        <w:rPr>
          <w:rStyle w:val="Emphasis"/>
        </w:rPr>
        <w:t xml:space="preserve">goods and services </w:t>
      </w:r>
      <w:r w:rsidR="008B6E67">
        <w:rPr>
          <w:rStyle w:val="Emphasis"/>
        </w:rPr>
        <w:t xml:space="preserve">(valued $1 million and above) </w:t>
      </w:r>
      <w:r w:rsidRPr="00CC3D3F">
        <w:rPr>
          <w:rStyle w:val="Emphasis"/>
        </w:rPr>
        <w:t xml:space="preserve">to be </w:t>
      </w:r>
      <w:r w:rsidR="008B6E67">
        <w:rPr>
          <w:rStyle w:val="Emphasis"/>
        </w:rPr>
        <w:t>acquired</w:t>
      </w:r>
      <w:r w:rsidR="008B6E67" w:rsidRPr="00CC3D3F">
        <w:rPr>
          <w:rStyle w:val="Emphasis"/>
        </w:rPr>
        <w:t xml:space="preserve"> </w:t>
      </w:r>
      <w:r w:rsidRPr="00CC3D3F">
        <w:rPr>
          <w:rStyle w:val="Emphasis"/>
        </w:rPr>
        <w:t>for the initial operations of the facility</w:t>
      </w:r>
      <w:r w:rsidR="00A532E6">
        <w:rPr>
          <w:rStyle w:val="Emphasis"/>
        </w:rPr>
        <w:t>.</w:t>
      </w:r>
      <w:r w:rsidRPr="00CC3D3F">
        <w:rPr>
          <w:rStyle w:val="Emphasis"/>
        </w:rPr>
        <w:t xml:space="preserve"> </w:t>
      </w:r>
      <w:r w:rsidR="00A532E6">
        <w:rPr>
          <w:rStyle w:val="Emphasis"/>
        </w:rPr>
        <w:t>A list</w:t>
      </w:r>
      <w:r w:rsidR="005D7368">
        <w:rPr>
          <w:rStyle w:val="Emphasis"/>
        </w:rPr>
        <w:t xml:space="preserve"> of all key goods and services</w:t>
      </w:r>
      <w:r w:rsidR="00A532E6">
        <w:rPr>
          <w:rStyle w:val="Emphasis"/>
        </w:rPr>
        <w:t xml:space="preserve"> </w:t>
      </w:r>
      <w:r w:rsidRPr="00CC3D3F">
        <w:rPr>
          <w:rStyle w:val="Emphasis"/>
        </w:rPr>
        <w:t xml:space="preserve">will be required to be published on the website detailed in question </w:t>
      </w:r>
      <w:r w:rsidR="004F5B8E">
        <w:rPr>
          <w:rStyle w:val="Emphasis"/>
        </w:rPr>
        <w:t>2</w:t>
      </w:r>
      <w:r w:rsidRPr="00CC3D3F">
        <w:rPr>
          <w:rStyle w:val="Emphasis"/>
        </w:rPr>
        <w:t xml:space="preserve"> of ‘C.4 – Publication of </w:t>
      </w:r>
      <w:r w:rsidR="00F3527A">
        <w:rPr>
          <w:rStyle w:val="Emphasis"/>
        </w:rPr>
        <w:t>Information</w:t>
      </w:r>
      <w:r w:rsidRPr="00CC3D3F">
        <w:rPr>
          <w:rStyle w:val="Emphasis"/>
        </w:rPr>
        <w:t>’.</w:t>
      </w:r>
    </w:p>
    <w:tbl>
      <w:tblPr>
        <w:tblStyle w:val="TableGrid"/>
        <w:tblW w:w="0" w:type="auto"/>
        <w:tblLook w:val="04A0" w:firstRow="1" w:lastRow="0" w:firstColumn="1" w:lastColumn="0" w:noHBand="0" w:noVBand="1"/>
        <w:tblDescription w:val="Indicative list of opportunities likely to arise."/>
      </w:tblPr>
      <w:tblGrid>
        <w:gridCol w:w="5299"/>
        <w:gridCol w:w="1856"/>
        <w:gridCol w:w="1861"/>
      </w:tblGrid>
      <w:tr w:rsidR="00551182" w14:paraId="00CA4E0A" w14:textId="77777777" w:rsidTr="002F2D64">
        <w:trPr>
          <w:tblHeader/>
        </w:trPr>
        <w:tc>
          <w:tcPr>
            <w:tcW w:w="5299" w:type="dxa"/>
            <w:tcBorders>
              <w:bottom w:val="single" w:sz="4" w:space="0" w:color="auto"/>
            </w:tcBorders>
            <w:vAlign w:val="center"/>
          </w:tcPr>
          <w:p w14:paraId="49B23511" w14:textId="683E2699" w:rsidR="00551182" w:rsidRDefault="00CC1433" w:rsidP="00CC1433">
            <w:r>
              <w:rPr>
                <w:rStyle w:val="Strong"/>
              </w:rPr>
              <w:t>Key goods and services</w:t>
            </w:r>
          </w:p>
        </w:tc>
        <w:tc>
          <w:tcPr>
            <w:tcW w:w="1856" w:type="dxa"/>
            <w:tcBorders>
              <w:bottom w:val="single" w:sz="4" w:space="0" w:color="auto"/>
            </w:tcBorders>
            <w:vAlign w:val="center"/>
          </w:tcPr>
          <w:p w14:paraId="54AAB147" w14:textId="3A07654B" w:rsidR="00551182" w:rsidRDefault="00551182" w:rsidP="00377C7A">
            <w:r w:rsidRPr="00D0596A">
              <w:rPr>
                <w:rStyle w:val="Strong"/>
              </w:rPr>
              <w:t>Opportunities for Australian entities</w:t>
            </w:r>
            <w:r w:rsidR="0090574C">
              <w:rPr>
                <w:rStyle w:val="Strong"/>
              </w:rPr>
              <w:t>*</w:t>
            </w:r>
          </w:p>
        </w:tc>
        <w:tc>
          <w:tcPr>
            <w:tcW w:w="1861" w:type="dxa"/>
            <w:tcBorders>
              <w:bottom w:val="single" w:sz="4" w:space="0" w:color="auto"/>
            </w:tcBorders>
            <w:vAlign w:val="center"/>
          </w:tcPr>
          <w:p w14:paraId="335FE469" w14:textId="77777777" w:rsidR="00551182" w:rsidRDefault="00551182" w:rsidP="00377C7A">
            <w:r w:rsidRPr="00D0596A">
              <w:rPr>
                <w:rStyle w:val="Strong"/>
              </w:rPr>
              <w:t>Opportunities for  non</w:t>
            </w:r>
            <w:r w:rsidRPr="00D0596A">
              <w:rPr>
                <w:rStyle w:val="Strong"/>
              </w:rPr>
              <w:noBreakHyphen/>
              <w:t>Australian entities</w:t>
            </w:r>
          </w:p>
        </w:tc>
      </w:tr>
      <w:tr w:rsidR="00551182" w14:paraId="6D1A18E1" w14:textId="77777777" w:rsidTr="002F2D64">
        <w:trPr>
          <w:tblHeader/>
        </w:trPr>
        <w:tc>
          <w:tcPr>
            <w:tcW w:w="5299" w:type="dxa"/>
            <w:tcBorders>
              <w:right w:val="nil"/>
            </w:tcBorders>
          </w:tcPr>
          <w:p w14:paraId="6C208A74" w14:textId="77777777" w:rsidR="00551182" w:rsidRPr="009E20B4" w:rsidRDefault="00551182" w:rsidP="00377C7A">
            <w:pPr>
              <w:rPr>
                <w:rStyle w:val="Strong"/>
              </w:rPr>
            </w:pPr>
            <w:r w:rsidRPr="009E20B4">
              <w:rPr>
                <w:rStyle w:val="Strong"/>
              </w:rPr>
              <w:t>Goods</w:t>
            </w:r>
          </w:p>
        </w:tc>
        <w:tc>
          <w:tcPr>
            <w:tcW w:w="1856" w:type="dxa"/>
            <w:tcBorders>
              <w:left w:val="nil"/>
              <w:right w:val="nil"/>
            </w:tcBorders>
          </w:tcPr>
          <w:p w14:paraId="376C8685" w14:textId="77777777" w:rsidR="00551182" w:rsidRDefault="00551182" w:rsidP="00377C7A"/>
        </w:tc>
        <w:tc>
          <w:tcPr>
            <w:tcW w:w="1861" w:type="dxa"/>
            <w:tcBorders>
              <w:left w:val="nil"/>
            </w:tcBorders>
          </w:tcPr>
          <w:p w14:paraId="59715D6E" w14:textId="77777777" w:rsidR="00551182" w:rsidRDefault="00551182" w:rsidP="00377C7A"/>
        </w:tc>
      </w:tr>
      <w:tr w:rsidR="00551182" w14:paraId="0FCFE2CE" w14:textId="77777777" w:rsidTr="002F2D64">
        <w:trPr>
          <w:tblHeader/>
        </w:trPr>
        <w:sdt>
          <w:sdtPr>
            <w:id w:val="1261414300"/>
            <w:placeholder>
              <w:docPart w:val="E1BAC54F718D4D09B5A2821D7160EDF7"/>
            </w:placeholder>
            <w:showingPlcHdr/>
          </w:sdtPr>
          <w:sdtEndPr/>
          <w:sdtContent>
            <w:tc>
              <w:tcPr>
                <w:tcW w:w="5299" w:type="dxa"/>
              </w:tcPr>
              <w:p w14:paraId="1D395A5D" w14:textId="77777777" w:rsidR="00551182" w:rsidRDefault="00411C95" w:rsidP="00377C7A">
                <w:r>
                  <w:rPr>
                    <w:rStyle w:val="PlaceholderText"/>
                  </w:rPr>
                  <w:t>List goods to be purchased here</w:t>
                </w:r>
              </w:p>
            </w:tc>
          </w:sdtContent>
        </w:sdt>
        <w:sdt>
          <w:sdtPr>
            <w:id w:val="1352689635"/>
            <w:placeholder>
              <w:docPart w:val="2D1FEFAE4D164ED582FB16C081C97839"/>
            </w:placeholder>
            <w:showingPlcHdr/>
          </w:sdtPr>
          <w:sdtEndPr/>
          <w:sdtContent>
            <w:tc>
              <w:tcPr>
                <w:tcW w:w="1856" w:type="dxa"/>
              </w:tcPr>
              <w:p w14:paraId="3C4C678B" w14:textId="77777777" w:rsidR="00551182" w:rsidRDefault="00411C95" w:rsidP="00377C7A">
                <w:r>
                  <w:rPr>
                    <w:rStyle w:val="PlaceholderText"/>
                  </w:rPr>
                  <w:t>Yes/No</w:t>
                </w:r>
              </w:p>
            </w:tc>
          </w:sdtContent>
        </w:sdt>
        <w:sdt>
          <w:sdtPr>
            <w:id w:val="907960877"/>
            <w:placeholder>
              <w:docPart w:val="06222F5806744B39AA4E1EFA42E8F87E"/>
            </w:placeholder>
            <w:showingPlcHdr/>
          </w:sdtPr>
          <w:sdtEndPr/>
          <w:sdtContent>
            <w:tc>
              <w:tcPr>
                <w:tcW w:w="1861" w:type="dxa"/>
              </w:tcPr>
              <w:p w14:paraId="5A2D1D74" w14:textId="77777777" w:rsidR="00551182" w:rsidRDefault="00411C95" w:rsidP="00377C7A">
                <w:r>
                  <w:rPr>
                    <w:rStyle w:val="PlaceholderText"/>
                  </w:rPr>
                  <w:t>Yes/No</w:t>
                </w:r>
              </w:p>
            </w:tc>
          </w:sdtContent>
        </w:sdt>
      </w:tr>
      <w:tr w:rsidR="00551182" w14:paraId="1423F1A1" w14:textId="77777777" w:rsidTr="002F2D64">
        <w:trPr>
          <w:tblHeader/>
        </w:trPr>
        <w:sdt>
          <w:sdtPr>
            <w:id w:val="-595408820"/>
            <w:placeholder>
              <w:docPart w:val="EE10F04BF5BD4D8B9EF0E07B876B6207"/>
            </w:placeholder>
            <w:showingPlcHdr/>
          </w:sdtPr>
          <w:sdtEndPr/>
          <w:sdtContent>
            <w:tc>
              <w:tcPr>
                <w:tcW w:w="5299" w:type="dxa"/>
              </w:tcPr>
              <w:p w14:paraId="353CAF62" w14:textId="77777777" w:rsidR="00551182" w:rsidRDefault="00411C95" w:rsidP="00377C7A">
                <w:r>
                  <w:rPr>
                    <w:rStyle w:val="PlaceholderText"/>
                  </w:rPr>
                  <w:t>List goods to be purchased here</w:t>
                </w:r>
              </w:p>
            </w:tc>
          </w:sdtContent>
        </w:sdt>
        <w:sdt>
          <w:sdtPr>
            <w:id w:val="989674229"/>
            <w:placeholder>
              <w:docPart w:val="F99BD17B627D418EA69A2852F0610E78"/>
            </w:placeholder>
            <w:showingPlcHdr/>
          </w:sdtPr>
          <w:sdtEndPr/>
          <w:sdtContent>
            <w:tc>
              <w:tcPr>
                <w:tcW w:w="1856" w:type="dxa"/>
              </w:tcPr>
              <w:p w14:paraId="7421256E" w14:textId="77777777" w:rsidR="00551182" w:rsidRDefault="00411C95" w:rsidP="00377C7A">
                <w:r>
                  <w:rPr>
                    <w:rStyle w:val="PlaceholderText"/>
                  </w:rPr>
                  <w:t>Yes/No</w:t>
                </w:r>
              </w:p>
            </w:tc>
          </w:sdtContent>
        </w:sdt>
        <w:sdt>
          <w:sdtPr>
            <w:id w:val="-962349022"/>
            <w:placeholder>
              <w:docPart w:val="3D2C07A505D04ACC8905D1B797FAE19A"/>
            </w:placeholder>
            <w:showingPlcHdr/>
          </w:sdtPr>
          <w:sdtEndPr/>
          <w:sdtContent>
            <w:tc>
              <w:tcPr>
                <w:tcW w:w="1861" w:type="dxa"/>
              </w:tcPr>
              <w:p w14:paraId="36A5DD34" w14:textId="77777777" w:rsidR="00551182" w:rsidRDefault="00411C95" w:rsidP="00377C7A">
                <w:r>
                  <w:rPr>
                    <w:rStyle w:val="PlaceholderText"/>
                  </w:rPr>
                  <w:t>Yes/No</w:t>
                </w:r>
              </w:p>
            </w:tc>
          </w:sdtContent>
        </w:sdt>
      </w:tr>
      <w:tr w:rsidR="00551182" w14:paraId="7BDB608D" w14:textId="77777777" w:rsidTr="002F2D64">
        <w:trPr>
          <w:tblHeader/>
        </w:trPr>
        <w:sdt>
          <w:sdtPr>
            <w:id w:val="-148434340"/>
            <w:placeholder>
              <w:docPart w:val="20B38E0A547547D1B3A1EF9F85478D0C"/>
            </w:placeholder>
            <w:showingPlcHdr/>
          </w:sdtPr>
          <w:sdtEndPr/>
          <w:sdtContent>
            <w:tc>
              <w:tcPr>
                <w:tcW w:w="5299" w:type="dxa"/>
              </w:tcPr>
              <w:p w14:paraId="41F969E1" w14:textId="77777777" w:rsidR="00551182" w:rsidRDefault="00411C95" w:rsidP="00377C7A">
                <w:r>
                  <w:rPr>
                    <w:rStyle w:val="PlaceholderText"/>
                  </w:rPr>
                  <w:t>List goods to be purchased here</w:t>
                </w:r>
              </w:p>
            </w:tc>
          </w:sdtContent>
        </w:sdt>
        <w:sdt>
          <w:sdtPr>
            <w:id w:val="678157729"/>
            <w:placeholder>
              <w:docPart w:val="420E2638C5B14C58A146C0FC71403D04"/>
            </w:placeholder>
            <w:showingPlcHdr/>
          </w:sdtPr>
          <w:sdtEndPr/>
          <w:sdtContent>
            <w:tc>
              <w:tcPr>
                <w:tcW w:w="1856" w:type="dxa"/>
              </w:tcPr>
              <w:p w14:paraId="185FC604" w14:textId="77777777" w:rsidR="00551182" w:rsidRDefault="00411C95" w:rsidP="00377C7A">
                <w:r>
                  <w:rPr>
                    <w:rStyle w:val="PlaceholderText"/>
                  </w:rPr>
                  <w:t>Yes/No</w:t>
                </w:r>
              </w:p>
            </w:tc>
          </w:sdtContent>
        </w:sdt>
        <w:sdt>
          <w:sdtPr>
            <w:id w:val="1109386227"/>
            <w:placeholder>
              <w:docPart w:val="19A53CDC542644ABAE5A9F0CBA91AA12"/>
            </w:placeholder>
            <w:showingPlcHdr/>
          </w:sdtPr>
          <w:sdtEndPr/>
          <w:sdtContent>
            <w:tc>
              <w:tcPr>
                <w:tcW w:w="1861" w:type="dxa"/>
              </w:tcPr>
              <w:p w14:paraId="2D3C42CC" w14:textId="77777777" w:rsidR="00551182" w:rsidRDefault="00411C95" w:rsidP="00377C7A">
                <w:r>
                  <w:rPr>
                    <w:rStyle w:val="PlaceholderText"/>
                  </w:rPr>
                  <w:t>Yes/No</w:t>
                </w:r>
              </w:p>
            </w:tc>
          </w:sdtContent>
        </w:sdt>
      </w:tr>
      <w:tr w:rsidR="00551182" w14:paraId="6B8EC91D" w14:textId="77777777" w:rsidTr="002F2D64">
        <w:trPr>
          <w:tblHeader/>
        </w:trPr>
        <w:bookmarkStart w:id="9" w:name="_GoBack" w:displacedByCustomXml="next"/>
        <w:bookmarkEnd w:id="9" w:displacedByCustomXml="next"/>
        <w:sdt>
          <w:sdtPr>
            <w:id w:val="1168672477"/>
            <w:showingPlcHdr/>
          </w:sdtPr>
          <w:sdtEndPr/>
          <w:sdtContent>
            <w:tc>
              <w:tcPr>
                <w:tcW w:w="5299" w:type="dxa"/>
                <w:tcBorders>
                  <w:bottom w:val="single" w:sz="4" w:space="0" w:color="auto"/>
                </w:tcBorders>
              </w:tcPr>
              <w:p w14:paraId="4E579A1C" w14:textId="77777777" w:rsidR="00551182" w:rsidRDefault="00411C95" w:rsidP="00377C7A">
                <w:r>
                  <w:rPr>
                    <w:rStyle w:val="PlaceholderText"/>
                  </w:rPr>
                  <w:t>List goods to be purchased here – Insert additional rows if required</w:t>
                </w:r>
              </w:p>
            </w:tc>
          </w:sdtContent>
        </w:sdt>
        <w:sdt>
          <w:sdtPr>
            <w:id w:val="499476756"/>
            <w:showingPlcHdr/>
          </w:sdtPr>
          <w:sdtEndPr/>
          <w:sdtContent>
            <w:tc>
              <w:tcPr>
                <w:tcW w:w="1856" w:type="dxa"/>
                <w:tcBorders>
                  <w:bottom w:val="single" w:sz="4" w:space="0" w:color="auto"/>
                </w:tcBorders>
              </w:tcPr>
              <w:p w14:paraId="11C01099" w14:textId="77777777" w:rsidR="00551182" w:rsidRDefault="00411C95" w:rsidP="00377C7A">
                <w:r>
                  <w:rPr>
                    <w:rStyle w:val="PlaceholderText"/>
                  </w:rPr>
                  <w:t>Yes/No</w:t>
                </w:r>
              </w:p>
            </w:tc>
          </w:sdtContent>
        </w:sdt>
        <w:sdt>
          <w:sdtPr>
            <w:id w:val="1872499308"/>
            <w:showingPlcHdr/>
          </w:sdtPr>
          <w:sdtEndPr/>
          <w:sdtContent>
            <w:tc>
              <w:tcPr>
                <w:tcW w:w="1861" w:type="dxa"/>
                <w:tcBorders>
                  <w:bottom w:val="single" w:sz="4" w:space="0" w:color="auto"/>
                </w:tcBorders>
              </w:tcPr>
              <w:p w14:paraId="10496AB1" w14:textId="77777777" w:rsidR="00551182" w:rsidRDefault="00411C95" w:rsidP="00377C7A">
                <w:r>
                  <w:rPr>
                    <w:rStyle w:val="PlaceholderText"/>
                  </w:rPr>
                  <w:t>Yes/No</w:t>
                </w:r>
              </w:p>
            </w:tc>
          </w:sdtContent>
        </w:sdt>
      </w:tr>
      <w:tr w:rsidR="00551182" w14:paraId="7D9E6CD7" w14:textId="77777777" w:rsidTr="002F2D64">
        <w:trPr>
          <w:tblHeader/>
        </w:trPr>
        <w:tc>
          <w:tcPr>
            <w:tcW w:w="5299" w:type="dxa"/>
            <w:tcBorders>
              <w:right w:val="nil"/>
            </w:tcBorders>
          </w:tcPr>
          <w:p w14:paraId="5FC63BF1" w14:textId="77777777" w:rsidR="00551182" w:rsidRPr="009E20B4" w:rsidRDefault="00551182" w:rsidP="00377C7A">
            <w:pPr>
              <w:rPr>
                <w:rStyle w:val="Strong"/>
              </w:rPr>
            </w:pPr>
            <w:r w:rsidRPr="009E20B4">
              <w:rPr>
                <w:rStyle w:val="Strong"/>
              </w:rPr>
              <w:t>Services</w:t>
            </w:r>
          </w:p>
        </w:tc>
        <w:tc>
          <w:tcPr>
            <w:tcW w:w="1856" w:type="dxa"/>
            <w:tcBorders>
              <w:left w:val="nil"/>
              <w:right w:val="nil"/>
            </w:tcBorders>
          </w:tcPr>
          <w:p w14:paraId="52F687A8" w14:textId="77777777" w:rsidR="00551182" w:rsidRDefault="00551182" w:rsidP="00377C7A"/>
        </w:tc>
        <w:tc>
          <w:tcPr>
            <w:tcW w:w="1861" w:type="dxa"/>
            <w:tcBorders>
              <w:left w:val="nil"/>
            </w:tcBorders>
          </w:tcPr>
          <w:p w14:paraId="56BF2294" w14:textId="77777777" w:rsidR="00551182" w:rsidRDefault="00551182" w:rsidP="00377C7A"/>
        </w:tc>
      </w:tr>
      <w:tr w:rsidR="00551182" w14:paraId="53058C97" w14:textId="77777777" w:rsidTr="002F2D64">
        <w:trPr>
          <w:tblHeader/>
        </w:trPr>
        <w:sdt>
          <w:sdtPr>
            <w:id w:val="-1448547142"/>
            <w:showingPlcHdr/>
          </w:sdtPr>
          <w:sdtEndPr/>
          <w:sdtContent>
            <w:tc>
              <w:tcPr>
                <w:tcW w:w="5299" w:type="dxa"/>
              </w:tcPr>
              <w:p w14:paraId="41C27595" w14:textId="77777777" w:rsidR="00551182" w:rsidRDefault="00411C95" w:rsidP="00377C7A">
                <w:r>
                  <w:rPr>
                    <w:rStyle w:val="PlaceholderText"/>
                  </w:rPr>
                  <w:t>List services to be purchased here</w:t>
                </w:r>
              </w:p>
            </w:tc>
          </w:sdtContent>
        </w:sdt>
        <w:sdt>
          <w:sdtPr>
            <w:id w:val="336743647"/>
            <w:showingPlcHdr/>
          </w:sdtPr>
          <w:sdtEndPr/>
          <w:sdtContent>
            <w:tc>
              <w:tcPr>
                <w:tcW w:w="1856" w:type="dxa"/>
              </w:tcPr>
              <w:p w14:paraId="5C25AA2C" w14:textId="77777777" w:rsidR="00551182" w:rsidRDefault="00411C95" w:rsidP="00377C7A">
                <w:r>
                  <w:rPr>
                    <w:rStyle w:val="PlaceholderText"/>
                  </w:rPr>
                  <w:t>Yes/No</w:t>
                </w:r>
              </w:p>
            </w:tc>
          </w:sdtContent>
        </w:sdt>
        <w:sdt>
          <w:sdtPr>
            <w:id w:val="-1639558267"/>
            <w:showingPlcHdr/>
          </w:sdtPr>
          <w:sdtEndPr/>
          <w:sdtContent>
            <w:tc>
              <w:tcPr>
                <w:tcW w:w="1861" w:type="dxa"/>
              </w:tcPr>
              <w:p w14:paraId="2BFE3A0B" w14:textId="77777777" w:rsidR="00551182" w:rsidRDefault="00411C95" w:rsidP="00377C7A">
                <w:r>
                  <w:rPr>
                    <w:rStyle w:val="PlaceholderText"/>
                  </w:rPr>
                  <w:t>Yes/No</w:t>
                </w:r>
              </w:p>
            </w:tc>
          </w:sdtContent>
        </w:sdt>
      </w:tr>
      <w:tr w:rsidR="00551182" w14:paraId="0B5294BC" w14:textId="77777777" w:rsidTr="002F2D64">
        <w:trPr>
          <w:tblHeader/>
        </w:trPr>
        <w:sdt>
          <w:sdtPr>
            <w:id w:val="-1921938543"/>
            <w:showingPlcHdr/>
          </w:sdtPr>
          <w:sdtEndPr/>
          <w:sdtContent>
            <w:tc>
              <w:tcPr>
                <w:tcW w:w="5299" w:type="dxa"/>
              </w:tcPr>
              <w:p w14:paraId="16EF5978" w14:textId="77777777" w:rsidR="00551182" w:rsidRDefault="00411C95" w:rsidP="00377C7A">
                <w:r>
                  <w:rPr>
                    <w:rStyle w:val="PlaceholderText"/>
                  </w:rPr>
                  <w:t>List services to be purchased here</w:t>
                </w:r>
              </w:p>
            </w:tc>
          </w:sdtContent>
        </w:sdt>
        <w:sdt>
          <w:sdtPr>
            <w:id w:val="1413894088"/>
            <w:showingPlcHdr/>
          </w:sdtPr>
          <w:sdtEndPr/>
          <w:sdtContent>
            <w:tc>
              <w:tcPr>
                <w:tcW w:w="1856" w:type="dxa"/>
              </w:tcPr>
              <w:p w14:paraId="7748178C" w14:textId="77777777" w:rsidR="00551182" w:rsidRDefault="00411C95" w:rsidP="00377C7A">
                <w:r>
                  <w:rPr>
                    <w:rStyle w:val="PlaceholderText"/>
                  </w:rPr>
                  <w:t>Yes/No</w:t>
                </w:r>
              </w:p>
            </w:tc>
          </w:sdtContent>
        </w:sdt>
        <w:sdt>
          <w:sdtPr>
            <w:id w:val="-643271121"/>
            <w:showingPlcHdr/>
          </w:sdtPr>
          <w:sdtEndPr/>
          <w:sdtContent>
            <w:tc>
              <w:tcPr>
                <w:tcW w:w="1861" w:type="dxa"/>
              </w:tcPr>
              <w:p w14:paraId="23BC5697" w14:textId="77777777" w:rsidR="00551182" w:rsidRDefault="00411C95" w:rsidP="00377C7A">
                <w:r>
                  <w:rPr>
                    <w:rStyle w:val="PlaceholderText"/>
                  </w:rPr>
                  <w:t>Yes/No</w:t>
                </w:r>
              </w:p>
            </w:tc>
          </w:sdtContent>
        </w:sdt>
      </w:tr>
      <w:tr w:rsidR="00551182" w14:paraId="58DBC4C5" w14:textId="77777777" w:rsidTr="002F2D64">
        <w:trPr>
          <w:tblHeader/>
        </w:trPr>
        <w:sdt>
          <w:sdtPr>
            <w:id w:val="-1434429494"/>
            <w:showingPlcHdr/>
          </w:sdtPr>
          <w:sdtEndPr/>
          <w:sdtContent>
            <w:tc>
              <w:tcPr>
                <w:tcW w:w="5299" w:type="dxa"/>
              </w:tcPr>
              <w:p w14:paraId="7A209469" w14:textId="77777777" w:rsidR="00551182" w:rsidRDefault="00411C95" w:rsidP="00377C7A">
                <w:r>
                  <w:rPr>
                    <w:rStyle w:val="PlaceholderText"/>
                  </w:rPr>
                  <w:t>List services to be purchased here</w:t>
                </w:r>
              </w:p>
            </w:tc>
          </w:sdtContent>
        </w:sdt>
        <w:sdt>
          <w:sdtPr>
            <w:id w:val="976726251"/>
            <w:showingPlcHdr/>
          </w:sdtPr>
          <w:sdtEndPr/>
          <w:sdtContent>
            <w:tc>
              <w:tcPr>
                <w:tcW w:w="1856" w:type="dxa"/>
              </w:tcPr>
              <w:p w14:paraId="4EEA6F1D" w14:textId="77777777" w:rsidR="00551182" w:rsidRDefault="00411C95" w:rsidP="00377C7A">
                <w:r>
                  <w:rPr>
                    <w:rStyle w:val="PlaceholderText"/>
                  </w:rPr>
                  <w:t>Yes/No</w:t>
                </w:r>
              </w:p>
            </w:tc>
          </w:sdtContent>
        </w:sdt>
        <w:sdt>
          <w:sdtPr>
            <w:id w:val="938177703"/>
            <w:showingPlcHdr/>
          </w:sdtPr>
          <w:sdtEndPr/>
          <w:sdtContent>
            <w:tc>
              <w:tcPr>
                <w:tcW w:w="1861" w:type="dxa"/>
              </w:tcPr>
              <w:p w14:paraId="12B585D4" w14:textId="77777777" w:rsidR="00551182" w:rsidRDefault="00411C95" w:rsidP="00377C7A">
                <w:r>
                  <w:rPr>
                    <w:rStyle w:val="PlaceholderText"/>
                  </w:rPr>
                  <w:t>Yes/No</w:t>
                </w:r>
              </w:p>
            </w:tc>
          </w:sdtContent>
        </w:sdt>
      </w:tr>
      <w:tr w:rsidR="00551182" w14:paraId="37009750" w14:textId="77777777" w:rsidTr="002F2D64">
        <w:trPr>
          <w:tblHeader/>
        </w:trPr>
        <w:sdt>
          <w:sdtPr>
            <w:id w:val="-489954052"/>
            <w:showingPlcHdr/>
          </w:sdtPr>
          <w:sdtEndPr/>
          <w:sdtContent>
            <w:tc>
              <w:tcPr>
                <w:tcW w:w="5299" w:type="dxa"/>
              </w:tcPr>
              <w:p w14:paraId="0218A099" w14:textId="77777777" w:rsidR="00551182" w:rsidRDefault="00411C95" w:rsidP="00377C7A">
                <w:r>
                  <w:rPr>
                    <w:rStyle w:val="PlaceholderText"/>
                  </w:rPr>
                  <w:t>List services to be purchased here</w:t>
                </w:r>
              </w:p>
            </w:tc>
          </w:sdtContent>
        </w:sdt>
        <w:sdt>
          <w:sdtPr>
            <w:id w:val="-454721294"/>
            <w:showingPlcHdr/>
          </w:sdtPr>
          <w:sdtEndPr/>
          <w:sdtContent>
            <w:tc>
              <w:tcPr>
                <w:tcW w:w="1856" w:type="dxa"/>
              </w:tcPr>
              <w:p w14:paraId="05D5B7B2" w14:textId="77777777" w:rsidR="00551182" w:rsidRDefault="00411C95" w:rsidP="00377C7A">
                <w:r>
                  <w:rPr>
                    <w:rStyle w:val="PlaceholderText"/>
                  </w:rPr>
                  <w:t>Yes/No</w:t>
                </w:r>
              </w:p>
            </w:tc>
          </w:sdtContent>
        </w:sdt>
        <w:sdt>
          <w:sdtPr>
            <w:id w:val="-856657903"/>
            <w:showingPlcHdr/>
          </w:sdtPr>
          <w:sdtEndPr/>
          <w:sdtContent>
            <w:tc>
              <w:tcPr>
                <w:tcW w:w="1861" w:type="dxa"/>
              </w:tcPr>
              <w:p w14:paraId="72F4DE49" w14:textId="77777777" w:rsidR="00551182" w:rsidRDefault="00411C95" w:rsidP="00377C7A">
                <w:r>
                  <w:rPr>
                    <w:rStyle w:val="PlaceholderText"/>
                  </w:rPr>
                  <w:t>Yes/No</w:t>
                </w:r>
              </w:p>
            </w:tc>
          </w:sdtContent>
        </w:sdt>
      </w:tr>
      <w:tr w:rsidR="00551182" w14:paraId="36561CE4" w14:textId="77777777" w:rsidTr="002F2D64">
        <w:trPr>
          <w:tblHeader/>
        </w:trPr>
        <w:sdt>
          <w:sdtPr>
            <w:id w:val="539788409"/>
            <w:showingPlcHdr/>
          </w:sdtPr>
          <w:sdtEndPr/>
          <w:sdtContent>
            <w:tc>
              <w:tcPr>
                <w:tcW w:w="5299" w:type="dxa"/>
              </w:tcPr>
              <w:p w14:paraId="2CB9ABE9" w14:textId="77777777" w:rsidR="00551182" w:rsidRDefault="00411C95" w:rsidP="00377C7A">
                <w:r>
                  <w:rPr>
                    <w:rStyle w:val="PlaceholderText"/>
                  </w:rPr>
                  <w:t>List services to be purchased here – Insert additional rows if required</w:t>
                </w:r>
              </w:p>
            </w:tc>
          </w:sdtContent>
        </w:sdt>
        <w:sdt>
          <w:sdtPr>
            <w:id w:val="520747518"/>
            <w:showingPlcHdr/>
          </w:sdtPr>
          <w:sdtEndPr/>
          <w:sdtContent>
            <w:tc>
              <w:tcPr>
                <w:tcW w:w="1856" w:type="dxa"/>
              </w:tcPr>
              <w:p w14:paraId="6A04C6EF" w14:textId="77777777" w:rsidR="00551182" w:rsidRDefault="00411C95" w:rsidP="00377C7A">
                <w:r>
                  <w:rPr>
                    <w:rStyle w:val="PlaceholderText"/>
                  </w:rPr>
                  <w:t>Yes/No</w:t>
                </w:r>
              </w:p>
            </w:tc>
          </w:sdtContent>
        </w:sdt>
        <w:sdt>
          <w:sdtPr>
            <w:id w:val="-1299602034"/>
            <w:showingPlcHdr/>
          </w:sdtPr>
          <w:sdtEndPr/>
          <w:sdtContent>
            <w:tc>
              <w:tcPr>
                <w:tcW w:w="1861" w:type="dxa"/>
              </w:tcPr>
              <w:p w14:paraId="5450AEFE" w14:textId="77777777" w:rsidR="00551182" w:rsidRDefault="00411C95" w:rsidP="00377C7A">
                <w:r>
                  <w:rPr>
                    <w:rStyle w:val="PlaceholderText"/>
                  </w:rPr>
                  <w:t>Yes/No</w:t>
                </w:r>
              </w:p>
            </w:tc>
          </w:sdtContent>
        </w:sdt>
      </w:tr>
    </w:tbl>
    <w:p w14:paraId="6AD64BE2" w14:textId="10E479B0" w:rsidR="005D7368" w:rsidRDefault="0090574C" w:rsidP="00F759BB">
      <w:r>
        <w:t>*An Australian entity is defined in the Jobs Act as any entity with an ABN or ACN.</w:t>
      </w:r>
    </w:p>
    <w:p w14:paraId="209F2FC5" w14:textId="0A58AD05" w:rsidR="00D0596A" w:rsidRPr="00F07286" w:rsidRDefault="00E01EB0" w:rsidP="004038B4">
      <w:pPr>
        <w:pStyle w:val="StrongNumbered"/>
        <w:ind w:hanging="502"/>
      </w:pPr>
      <w:r>
        <w:t>P</w:t>
      </w:r>
      <w:r w:rsidR="00D0596A" w:rsidRPr="00F07286">
        <w:t>rovide a</w:t>
      </w:r>
      <w:r w:rsidR="0082601B">
        <w:t xml:space="preserve">n explanation for each item in the </w:t>
      </w:r>
      <w:r w:rsidR="00F759BB">
        <w:t>list where you have indicated ‘No’</w:t>
      </w:r>
      <w:r w:rsidR="0082601B">
        <w:t xml:space="preserve"> opportunities for Australian entities.</w:t>
      </w:r>
      <w:r w:rsidR="00D0596A" w:rsidRPr="00F07286">
        <w:t xml:space="preserve"> </w:t>
      </w:r>
    </w:p>
    <w:p w14:paraId="15F86359" w14:textId="4009EFA3" w:rsidR="00D0596A" w:rsidRDefault="00D0596A" w:rsidP="00D0596A">
      <w:pPr>
        <w:rPr>
          <w:rStyle w:val="Emphasis"/>
        </w:rPr>
      </w:pPr>
      <w:r w:rsidRPr="00CC3D3F">
        <w:rPr>
          <w:rStyle w:val="Emphasis"/>
        </w:rPr>
        <w:t xml:space="preserve">Reasons should be based on the results of recent investigations into potential </w:t>
      </w:r>
      <w:r w:rsidR="0082601B">
        <w:rPr>
          <w:rStyle w:val="Emphasis"/>
        </w:rPr>
        <w:t xml:space="preserve">Australian </w:t>
      </w:r>
      <w:r w:rsidRPr="00CC3D3F">
        <w:rPr>
          <w:rStyle w:val="Emphasis"/>
        </w:rPr>
        <w:t>suppliers.</w:t>
      </w:r>
    </w:p>
    <w:tbl>
      <w:tblPr>
        <w:tblStyle w:val="TableGrid"/>
        <w:tblW w:w="0" w:type="auto"/>
        <w:tblLook w:val="04A0" w:firstRow="1" w:lastRow="0" w:firstColumn="1" w:lastColumn="0" w:noHBand="0" w:noVBand="1"/>
        <w:tblDescription w:val="Reasons for procuring key goods and services from non-Australian entities"/>
      </w:tblPr>
      <w:tblGrid>
        <w:gridCol w:w="9016"/>
      </w:tblGrid>
      <w:tr w:rsidR="00D0596A" w:rsidRPr="00F07286" w14:paraId="50AC0482" w14:textId="77777777" w:rsidTr="00E00A6C">
        <w:trPr>
          <w:tblHeader/>
        </w:trPr>
        <w:sdt>
          <w:sdtPr>
            <w:id w:val="35015800"/>
            <w:showingPlcHdr/>
          </w:sdtPr>
          <w:sdtEndPr/>
          <w:sdtContent>
            <w:tc>
              <w:tcPr>
                <w:tcW w:w="9242" w:type="dxa"/>
              </w:tcPr>
              <w:p w14:paraId="75080B72" w14:textId="77777777" w:rsidR="00D0596A" w:rsidRPr="00F07286" w:rsidRDefault="00411C95" w:rsidP="00D0596A">
                <w:r>
                  <w:rPr>
                    <w:rStyle w:val="PlaceholderText"/>
                  </w:rPr>
                  <w:t>Enter response here</w:t>
                </w:r>
              </w:p>
            </w:tc>
          </w:sdtContent>
        </w:sdt>
      </w:tr>
    </w:tbl>
    <w:p w14:paraId="12E87470" w14:textId="67A1E620" w:rsidR="00300AB2" w:rsidRPr="00F07286" w:rsidRDefault="00E01EB0" w:rsidP="004038B4">
      <w:pPr>
        <w:pStyle w:val="StrongNumbered"/>
        <w:ind w:hanging="502"/>
      </w:pPr>
      <w:r>
        <w:t>D</w:t>
      </w:r>
      <w:r w:rsidR="00300AB2" w:rsidRPr="00F07286">
        <w:t>escribe how you will ensure all procurement entities will obtain and maintain a current understanding of the capability and capacity of Australian entities to supply the key goods and services required for the initial operations of the facility?</w:t>
      </w:r>
    </w:p>
    <w:p w14:paraId="7AC7B73D" w14:textId="77777777" w:rsidR="00300AB2" w:rsidRPr="00CC3D3F" w:rsidRDefault="00300AB2" w:rsidP="00300AB2">
      <w:pPr>
        <w:rPr>
          <w:rStyle w:val="Emphasis"/>
        </w:rPr>
      </w:pPr>
      <w:r w:rsidRPr="00CC3D3F">
        <w:rPr>
          <w:rStyle w:val="Emphasis"/>
        </w:rPr>
        <w:t>Where you are acting as the procurement entity detail how you will achieve this objective.</w:t>
      </w:r>
    </w:p>
    <w:tbl>
      <w:tblPr>
        <w:tblStyle w:val="TableGrid"/>
        <w:tblW w:w="0" w:type="auto"/>
        <w:tblLook w:val="04A0" w:firstRow="1" w:lastRow="0" w:firstColumn="1" w:lastColumn="0" w:noHBand="0" w:noVBand="1"/>
        <w:tblDescription w:val="Strategies for ensuring procurement entities obtain an understanding of Australian entity capability and capacity"/>
      </w:tblPr>
      <w:tblGrid>
        <w:gridCol w:w="9016"/>
      </w:tblGrid>
      <w:tr w:rsidR="00300AB2" w:rsidRPr="00F07286" w14:paraId="1BDDB654" w14:textId="77777777" w:rsidTr="00E01EB0">
        <w:trPr>
          <w:tblHeader/>
        </w:trPr>
        <w:sdt>
          <w:sdtPr>
            <w:id w:val="989754741"/>
            <w:showingPlcHdr/>
          </w:sdtPr>
          <w:sdtEndPr/>
          <w:sdtContent>
            <w:tc>
              <w:tcPr>
                <w:tcW w:w="9242" w:type="dxa"/>
              </w:tcPr>
              <w:p w14:paraId="5ACD9519" w14:textId="77777777" w:rsidR="00300AB2" w:rsidRPr="00F07286" w:rsidRDefault="00411C95" w:rsidP="00E01EB0">
                <w:r>
                  <w:rPr>
                    <w:rStyle w:val="PlaceholderText"/>
                  </w:rPr>
                  <w:t>Enter response here</w:t>
                </w:r>
              </w:p>
            </w:tc>
          </w:sdtContent>
        </w:sdt>
      </w:tr>
    </w:tbl>
    <w:p w14:paraId="73D1C65D" w14:textId="02DC8800" w:rsidR="00091BEC" w:rsidRPr="00F07286" w:rsidRDefault="00091BEC" w:rsidP="004038B4">
      <w:pPr>
        <w:pStyle w:val="StrongNumbered"/>
        <w:ind w:hanging="502"/>
      </w:pPr>
      <w:r>
        <w:t xml:space="preserve">What form of standards for key goods or services will be used for initial operations of this facility: </w:t>
      </w:r>
    </w:p>
    <w:p w14:paraId="51B3C08A" w14:textId="77777777" w:rsidR="00091BEC" w:rsidRDefault="00091BEC" w:rsidP="00091BEC">
      <w:pPr>
        <w:pStyle w:val="StrongNumbered"/>
        <w:numPr>
          <w:ilvl w:val="0"/>
          <w:numId w:val="0"/>
        </w:numPr>
        <w:ind w:left="360" w:hanging="360"/>
        <w:rPr>
          <w:rStyle w:val="Emphasis"/>
        </w:rPr>
      </w:pPr>
    </w:p>
    <w:p w14:paraId="77EE578E" w14:textId="77777777" w:rsidR="00091BEC" w:rsidRPr="003C7E10" w:rsidRDefault="002F2D64" w:rsidP="00091BEC">
      <w:pPr>
        <w:pStyle w:val="StrongNumbered"/>
        <w:numPr>
          <w:ilvl w:val="0"/>
          <w:numId w:val="0"/>
        </w:numPr>
        <w:ind w:left="360" w:hanging="360"/>
        <w:rPr>
          <w:b w:val="0"/>
        </w:rPr>
      </w:pPr>
      <w:sdt>
        <w:sdtPr>
          <w:rPr>
            <w:i/>
          </w:rPr>
          <w:id w:val="-42056506"/>
          <w14:checkbox>
            <w14:checked w14:val="0"/>
            <w14:checkedState w14:val="2612" w14:font="MS Gothic"/>
            <w14:uncheckedState w14:val="2610" w14:font="MS Gothic"/>
          </w14:checkbox>
        </w:sdtPr>
        <w:sdtEndPr>
          <w:rPr>
            <w:i w:val="0"/>
          </w:rPr>
        </w:sdtEndPr>
        <w:sdtContent>
          <w:r w:rsidR="00091BEC">
            <w:rPr>
              <w:rFonts w:ascii="MS Gothic" w:eastAsia="MS Gothic" w:hAnsi="MS Gothic" w:hint="eastAsia"/>
            </w:rPr>
            <w:t>☐</w:t>
          </w:r>
        </w:sdtContent>
      </w:sdt>
      <w:r w:rsidR="00091BEC">
        <w:rPr>
          <w:b w:val="0"/>
        </w:rPr>
        <w:t xml:space="preserve"> Australian</w:t>
      </w:r>
      <w:r w:rsidR="00091BEC" w:rsidRPr="003C7E10">
        <w:rPr>
          <w:b w:val="0"/>
        </w:rPr>
        <w:t xml:space="preserve"> </w:t>
      </w:r>
    </w:p>
    <w:p w14:paraId="0DA1D23C" w14:textId="07D1D1D3" w:rsidR="00091BEC" w:rsidRPr="003C7E10" w:rsidRDefault="002F2D64" w:rsidP="00091BEC">
      <w:pPr>
        <w:pStyle w:val="StrongNumbered"/>
        <w:numPr>
          <w:ilvl w:val="0"/>
          <w:numId w:val="0"/>
        </w:numPr>
        <w:ind w:left="360" w:hanging="360"/>
        <w:rPr>
          <w:b w:val="0"/>
        </w:rPr>
      </w:pPr>
      <w:sdt>
        <w:sdtPr>
          <w:id w:val="-1197691174"/>
          <w14:checkbox>
            <w14:checked w14:val="0"/>
            <w14:checkedState w14:val="2612" w14:font="MS Gothic"/>
            <w14:uncheckedState w14:val="2610" w14:font="MS Gothic"/>
          </w14:checkbox>
        </w:sdtPr>
        <w:sdtEndPr/>
        <w:sdtContent>
          <w:r w:rsidR="00091BEC">
            <w:rPr>
              <w:rFonts w:ascii="MS Gothic" w:eastAsia="MS Gothic" w:hAnsi="MS Gothic" w:hint="eastAsia"/>
            </w:rPr>
            <w:t>☐</w:t>
          </w:r>
        </w:sdtContent>
      </w:sdt>
      <w:r w:rsidR="00F759BB">
        <w:rPr>
          <w:b w:val="0"/>
        </w:rPr>
        <w:t xml:space="preserve"> I</w:t>
      </w:r>
      <w:r w:rsidR="00091BEC">
        <w:rPr>
          <w:b w:val="0"/>
        </w:rPr>
        <w:t>nternational</w:t>
      </w:r>
    </w:p>
    <w:p w14:paraId="140AEDCA" w14:textId="0847C7D4" w:rsidR="00091BEC" w:rsidRDefault="002F2D64" w:rsidP="00091BEC">
      <w:pPr>
        <w:pStyle w:val="StrongNumbered"/>
        <w:numPr>
          <w:ilvl w:val="0"/>
          <w:numId w:val="0"/>
        </w:numPr>
        <w:ind w:left="360" w:hanging="360"/>
        <w:rPr>
          <w:b w:val="0"/>
        </w:rPr>
      </w:pPr>
      <w:sdt>
        <w:sdtPr>
          <w:rPr>
            <w:i/>
          </w:rPr>
          <w:id w:val="926463130"/>
          <w14:checkbox>
            <w14:checked w14:val="0"/>
            <w14:checkedState w14:val="2612" w14:font="MS Gothic"/>
            <w14:uncheckedState w14:val="2610" w14:font="MS Gothic"/>
          </w14:checkbox>
        </w:sdtPr>
        <w:sdtEndPr>
          <w:rPr>
            <w:i w:val="0"/>
          </w:rPr>
        </w:sdtEndPr>
        <w:sdtContent>
          <w:r w:rsidR="00091BEC">
            <w:rPr>
              <w:rFonts w:ascii="MS Gothic" w:eastAsia="MS Gothic" w:hAnsi="MS Gothic" w:hint="eastAsia"/>
            </w:rPr>
            <w:t>☐</w:t>
          </w:r>
        </w:sdtContent>
      </w:sdt>
      <w:r w:rsidR="001103D9">
        <w:rPr>
          <w:b w:val="0"/>
        </w:rPr>
        <w:t xml:space="preserve"> </w:t>
      </w:r>
      <w:r w:rsidR="00F759BB">
        <w:rPr>
          <w:b w:val="0"/>
        </w:rPr>
        <w:t>O</w:t>
      </w:r>
      <w:r w:rsidR="001103D9">
        <w:rPr>
          <w:b w:val="0"/>
        </w:rPr>
        <w:t>ther</w:t>
      </w:r>
    </w:p>
    <w:tbl>
      <w:tblPr>
        <w:tblStyle w:val="TableGrid"/>
        <w:tblW w:w="0" w:type="auto"/>
        <w:tblLook w:val="04A0" w:firstRow="1" w:lastRow="0" w:firstColumn="1" w:lastColumn="0" w:noHBand="0" w:noVBand="1"/>
        <w:tblDescription w:val="Strategies for ensuring procurement entities obtain an understanding of Australian entity capability and capacity"/>
      </w:tblPr>
      <w:tblGrid>
        <w:gridCol w:w="9016"/>
      </w:tblGrid>
      <w:tr w:rsidR="00091BEC" w:rsidRPr="00F07286" w14:paraId="7BAE1083" w14:textId="77777777" w:rsidTr="001103D9">
        <w:trPr>
          <w:tblHeader/>
        </w:trPr>
        <w:sdt>
          <w:sdtPr>
            <w:id w:val="-416009331"/>
            <w:placeholder>
              <w:docPart w:val="985BA7BEAC3D4EA1915C0BC701708D94"/>
            </w:placeholder>
          </w:sdtPr>
          <w:sdtEndPr/>
          <w:sdtContent>
            <w:sdt>
              <w:sdtPr>
                <w:id w:val="-160162443"/>
                <w:placeholder>
                  <w:docPart w:val="6EDF5D6184614582B3D8A73D78C63A4A"/>
                </w:placeholder>
              </w:sdtPr>
              <w:sdtEndPr/>
              <w:sdtContent>
                <w:tc>
                  <w:tcPr>
                    <w:tcW w:w="9242" w:type="dxa"/>
                  </w:tcPr>
                  <w:p w14:paraId="02511562" w14:textId="2CD32235" w:rsidR="00091BEC" w:rsidRPr="00F07286" w:rsidRDefault="000611C6" w:rsidP="001103D9">
                    <w:r>
                      <w:rPr>
                        <w:rStyle w:val="PlaceholderText"/>
                      </w:rPr>
                      <w:t>Describe other standards here</w:t>
                    </w:r>
                  </w:p>
                </w:tc>
              </w:sdtContent>
            </w:sdt>
          </w:sdtContent>
        </w:sdt>
      </w:tr>
    </w:tbl>
    <w:p w14:paraId="0F0EE86C" w14:textId="0B1B6D6C" w:rsidR="00300AB2" w:rsidRDefault="00300AB2" w:rsidP="00300AB2">
      <w:pPr>
        <w:rPr>
          <w:rStyle w:val="Emphasis"/>
        </w:rPr>
      </w:pPr>
      <w:r w:rsidRPr="00CC3D3F">
        <w:rPr>
          <w:rStyle w:val="Emphasis"/>
        </w:rPr>
        <w:t xml:space="preserve">Publication of standards will be required to occur on the website(s) detailed in question </w:t>
      </w:r>
      <w:r w:rsidR="003F7490">
        <w:rPr>
          <w:rStyle w:val="Emphasis"/>
        </w:rPr>
        <w:t>3</w:t>
      </w:r>
      <w:r w:rsidRPr="00CC3D3F">
        <w:rPr>
          <w:rStyle w:val="Emphasis"/>
        </w:rPr>
        <w:t xml:space="preserve"> of ‘C.4 – Publication of </w:t>
      </w:r>
      <w:r w:rsidR="00AB1FEC">
        <w:rPr>
          <w:rStyle w:val="Emphasis"/>
        </w:rPr>
        <w:t>Information</w:t>
      </w:r>
      <w:r w:rsidR="00AB1FEC" w:rsidRPr="00CC3D3F">
        <w:rPr>
          <w:rStyle w:val="Emphasis"/>
        </w:rPr>
        <w:t>’</w:t>
      </w:r>
      <w:r w:rsidRPr="00CC3D3F">
        <w:rPr>
          <w:rStyle w:val="Emphasis"/>
        </w:rPr>
        <w:t xml:space="preserve">. </w:t>
      </w:r>
    </w:p>
    <w:p w14:paraId="7F865F4E" w14:textId="1390D0E9" w:rsidR="00091BEC" w:rsidRPr="003D53DE" w:rsidRDefault="00091BEC" w:rsidP="00091BEC">
      <w:pPr>
        <w:rPr>
          <w:rStyle w:val="Emphasis"/>
          <w:b/>
          <w:i w:val="0"/>
        </w:rPr>
      </w:pPr>
      <w:r w:rsidRPr="003D53DE">
        <w:rPr>
          <w:rStyle w:val="Emphasis"/>
          <w:b/>
          <w:i w:val="0"/>
        </w:rPr>
        <w:t xml:space="preserve">If the </w:t>
      </w:r>
      <w:r>
        <w:rPr>
          <w:rStyle w:val="Emphasis"/>
          <w:b/>
          <w:i w:val="0"/>
        </w:rPr>
        <w:t>facility</w:t>
      </w:r>
      <w:r w:rsidRPr="003D53DE">
        <w:rPr>
          <w:rStyle w:val="Emphasis"/>
          <w:b/>
          <w:i w:val="0"/>
        </w:rPr>
        <w:t xml:space="preserve"> does </w:t>
      </w:r>
      <w:r w:rsidRPr="006B4119">
        <w:rPr>
          <w:rStyle w:val="Emphasis"/>
          <w:b/>
          <w:i w:val="0"/>
          <w:u w:val="single"/>
        </w:rPr>
        <w:t>not</w:t>
      </w:r>
      <w:r w:rsidRPr="003D53DE">
        <w:rPr>
          <w:rStyle w:val="Emphasis"/>
          <w:b/>
          <w:i w:val="0"/>
        </w:rPr>
        <w:t xml:space="preserve"> use Australian and/or recognised international standards, what impact will this have on the ability of Australian entities to participate? </w:t>
      </w:r>
    </w:p>
    <w:tbl>
      <w:tblPr>
        <w:tblStyle w:val="TableGrid"/>
        <w:tblW w:w="0" w:type="auto"/>
        <w:tblLook w:val="04A0" w:firstRow="1" w:lastRow="0" w:firstColumn="1" w:lastColumn="0" w:noHBand="0" w:noVBand="1"/>
        <w:tblDescription w:val="Strategies for ensuring procurement entities obtain an understanding of Australian entity capability and capacity"/>
      </w:tblPr>
      <w:tblGrid>
        <w:gridCol w:w="9016"/>
      </w:tblGrid>
      <w:tr w:rsidR="00091BEC" w:rsidRPr="00F07286" w14:paraId="4FACAB9C" w14:textId="77777777" w:rsidTr="001103D9">
        <w:trPr>
          <w:tblHeader/>
        </w:trPr>
        <w:sdt>
          <w:sdtPr>
            <w:id w:val="-1598099974"/>
            <w:placeholder>
              <w:docPart w:val="49E79471762549249AD0C00CD8BFBF73"/>
            </w:placeholder>
            <w:showingPlcHdr/>
          </w:sdtPr>
          <w:sdtEndPr/>
          <w:sdtContent>
            <w:tc>
              <w:tcPr>
                <w:tcW w:w="9242" w:type="dxa"/>
              </w:tcPr>
              <w:p w14:paraId="61031E42" w14:textId="77777777" w:rsidR="00091BEC" w:rsidRPr="00F07286" w:rsidRDefault="00091BEC" w:rsidP="001103D9">
                <w:r>
                  <w:rPr>
                    <w:rStyle w:val="PlaceholderText"/>
                  </w:rPr>
                  <w:t>Enter response here</w:t>
                </w:r>
              </w:p>
            </w:tc>
          </w:sdtContent>
        </w:sdt>
      </w:tr>
    </w:tbl>
    <w:p w14:paraId="5E7BFE52" w14:textId="77777777" w:rsidR="00091BEC" w:rsidRPr="00CC3D3F" w:rsidRDefault="00091BEC" w:rsidP="00300AB2">
      <w:pPr>
        <w:rPr>
          <w:rStyle w:val="Emphasis"/>
        </w:rPr>
      </w:pPr>
    </w:p>
    <w:p w14:paraId="0441373C" w14:textId="77777777" w:rsidR="00D0596A" w:rsidRPr="00CC3D3F" w:rsidRDefault="00D0596A" w:rsidP="00D0596A">
      <w:pPr>
        <w:rPr>
          <w:rStyle w:val="Emphasis"/>
        </w:rPr>
      </w:pPr>
    </w:p>
    <w:p w14:paraId="54F0B32B" w14:textId="77777777" w:rsidR="00D0596A" w:rsidRPr="00F07286" w:rsidRDefault="00D0596A" w:rsidP="00D0596A">
      <w:r w:rsidRPr="00F07286">
        <w:br w:type="page"/>
      </w:r>
    </w:p>
    <w:p w14:paraId="31164AB4" w14:textId="77777777" w:rsidR="00D0596A" w:rsidRPr="00F07286" w:rsidRDefault="00D0596A" w:rsidP="00DE24BF">
      <w:pPr>
        <w:pStyle w:val="Heading3"/>
      </w:pPr>
      <w:r w:rsidRPr="00F07286">
        <w:lastRenderedPageBreak/>
        <w:t>C.4</w:t>
      </w:r>
      <w:r w:rsidRPr="00F07286">
        <w:tab/>
        <w:t>Publication of Information</w:t>
      </w:r>
    </w:p>
    <w:p w14:paraId="3F3C99F5" w14:textId="77777777" w:rsidR="00D0596A" w:rsidRPr="00F07286" w:rsidRDefault="00D0596A" w:rsidP="00D0596A">
      <w:r w:rsidRPr="00F07286">
        <w:t>This criterion should detail where you will publish information on the facility and the contact details for interested Australian entities to contact you regarding opportunities.</w:t>
      </w:r>
    </w:p>
    <w:p w14:paraId="12EB192F" w14:textId="77777777" w:rsidR="00D0596A" w:rsidRPr="00F07286" w:rsidRDefault="00E01EB0" w:rsidP="004038B4">
      <w:pPr>
        <w:pStyle w:val="StrongNumbered"/>
        <w:numPr>
          <w:ilvl w:val="0"/>
          <w:numId w:val="41"/>
        </w:numPr>
        <w:ind w:hanging="502"/>
      </w:pPr>
      <w:r>
        <w:t>P</w:t>
      </w:r>
      <w:r w:rsidR="00D0596A" w:rsidRPr="00F07286">
        <w:t>rovide the web address of the operator and/or facility.</w:t>
      </w:r>
    </w:p>
    <w:p w14:paraId="6031D6FF" w14:textId="77777777" w:rsidR="00D0596A" w:rsidRPr="00CC3D3F" w:rsidRDefault="00D0596A" w:rsidP="00D0596A">
      <w:pPr>
        <w:rPr>
          <w:rStyle w:val="Emphasis"/>
        </w:rPr>
      </w:pPr>
      <w:r w:rsidRPr="00CC3D3F">
        <w:rPr>
          <w:rStyle w:val="Emphasis"/>
        </w:rPr>
        <w:t xml:space="preserve">This should be the website which will be used to promote the facility and provide general </w:t>
      </w:r>
      <w:r w:rsidR="003D353B">
        <w:rPr>
          <w:rStyle w:val="Emphasis"/>
        </w:rPr>
        <w:t>information for suppliers and a link to procurement opportunities</w:t>
      </w:r>
      <w:r w:rsidRPr="00CC3D3F">
        <w:rPr>
          <w:rStyle w:val="Emphasis"/>
        </w:rPr>
        <w:t>.</w:t>
      </w:r>
    </w:p>
    <w:tbl>
      <w:tblPr>
        <w:tblStyle w:val="TableGrid"/>
        <w:tblW w:w="0" w:type="auto"/>
        <w:tblLook w:val="04A0" w:firstRow="1" w:lastRow="0" w:firstColumn="1" w:lastColumn="0" w:noHBand="0" w:noVBand="1"/>
        <w:tblDescription w:val="Operator and/or facility website"/>
      </w:tblPr>
      <w:tblGrid>
        <w:gridCol w:w="9016"/>
      </w:tblGrid>
      <w:tr w:rsidR="00D0596A" w:rsidRPr="00F07286" w14:paraId="0DFCC68E" w14:textId="77777777" w:rsidTr="00E00A6C">
        <w:trPr>
          <w:trHeight w:val="387"/>
          <w:tblHeader/>
        </w:trPr>
        <w:sdt>
          <w:sdtPr>
            <w:id w:val="305050396"/>
            <w:showingPlcHdr/>
          </w:sdtPr>
          <w:sdtEndPr/>
          <w:sdtContent>
            <w:tc>
              <w:tcPr>
                <w:tcW w:w="9242" w:type="dxa"/>
              </w:tcPr>
              <w:p w14:paraId="7311D3F1" w14:textId="77777777" w:rsidR="00D0596A" w:rsidRPr="00F07286" w:rsidRDefault="00411C95" w:rsidP="00D0596A">
                <w:r>
                  <w:rPr>
                    <w:rStyle w:val="PlaceholderText"/>
                  </w:rPr>
                  <w:t>Enter response here</w:t>
                </w:r>
              </w:p>
            </w:tc>
          </w:sdtContent>
        </w:sdt>
      </w:tr>
    </w:tbl>
    <w:p w14:paraId="3559EEC2" w14:textId="77777777" w:rsidR="00D0596A" w:rsidRPr="00F07286" w:rsidRDefault="00E01EB0" w:rsidP="004038B4">
      <w:pPr>
        <w:pStyle w:val="StrongNumbered"/>
        <w:ind w:hanging="502"/>
      </w:pPr>
      <w:r>
        <w:t>P</w:t>
      </w:r>
      <w:r w:rsidR="00D0596A" w:rsidRPr="00F07286">
        <w:t>rovide the web address where operational opportunities will be published.</w:t>
      </w:r>
    </w:p>
    <w:p w14:paraId="562952A8" w14:textId="218FD53A" w:rsidR="00D0596A" w:rsidRDefault="00D0596A" w:rsidP="00D0596A">
      <w:pPr>
        <w:rPr>
          <w:rStyle w:val="Emphasis"/>
        </w:rPr>
      </w:pPr>
      <w:r w:rsidRPr="00CC3D3F">
        <w:rPr>
          <w:rStyle w:val="Emphasis"/>
        </w:rPr>
        <w:t xml:space="preserve">This </w:t>
      </w:r>
      <w:r w:rsidR="00AB52E6">
        <w:rPr>
          <w:rStyle w:val="Emphasis"/>
        </w:rPr>
        <w:t xml:space="preserve">website </w:t>
      </w:r>
      <w:r w:rsidRPr="00CC3D3F">
        <w:rPr>
          <w:rStyle w:val="Emphasis"/>
        </w:rPr>
        <w:t xml:space="preserve">should communicate </w:t>
      </w:r>
      <w:r w:rsidR="00300AB2">
        <w:rPr>
          <w:rStyle w:val="Emphasis"/>
        </w:rPr>
        <w:t xml:space="preserve">details of </w:t>
      </w:r>
      <w:r w:rsidR="00AB52E6">
        <w:rPr>
          <w:rStyle w:val="Emphasis"/>
        </w:rPr>
        <w:t xml:space="preserve">all </w:t>
      </w:r>
      <w:r w:rsidRPr="00CC3D3F">
        <w:rPr>
          <w:rStyle w:val="Emphasis"/>
        </w:rPr>
        <w:t>available opportunities to supply key goods or services for the initial operations of the facility as they arise</w:t>
      </w:r>
      <w:r w:rsidR="003F078F">
        <w:rPr>
          <w:rStyle w:val="Emphasis"/>
        </w:rPr>
        <w:t xml:space="preserve"> and allow suppliers to register interest against those opportunities</w:t>
      </w:r>
      <w:r w:rsidRPr="00CC3D3F">
        <w:rPr>
          <w:rStyle w:val="Emphasis"/>
        </w:rPr>
        <w:t>.</w:t>
      </w:r>
      <w:r w:rsidR="00AB52E6">
        <w:rPr>
          <w:rStyle w:val="Emphasis"/>
        </w:rPr>
        <w:t xml:space="preserve"> </w:t>
      </w:r>
      <w:r w:rsidR="003F078F">
        <w:rPr>
          <w:rStyle w:val="Emphasis"/>
        </w:rPr>
        <w:t>It</w:t>
      </w:r>
      <w:r w:rsidR="00AB52E6">
        <w:rPr>
          <w:rStyle w:val="Emphasis"/>
        </w:rPr>
        <w:t xml:space="preserve"> should be updated on a regular basis to ensure Australian entities are provided </w:t>
      </w:r>
      <w:r w:rsidR="001103D9">
        <w:rPr>
          <w:rStyle w:val="Emphasis"/>
        </w:rPr>
        <w:t>current</w:t>
      </w:r>
      <w:r w:rsidR="00AB52E6">
        <w:rPr>
          <w:rStyle w:val="Emphasis"/>
        </w:rPr>
        <w:t xml:space="preserve"> information on all opportunities.</w:t>
      </w:r>
    </w:p>
    <w:tbl>
      <w:tblPr>
        <w:tblStyle w:val="TableGrid"/>
        <w:tblW w:w="0" w:type="auto"/>
        <w:tblLook w:val="04A0" w:firstRow="1" w:lastRow="0" w:firstColumn="1" w:lastColumn="0" w:noHBand="0" w:noVBand="1"/>
        <w:tblDescription w:val="Facility opportunities website"/>
      </w:tblPr>
      <w:tblGrid>
        <w:gridCol w:w="9016"/>
      </w:tblGrid>
      <w:tr w:rsidR="00D0596A" w:rsidRPr="00F07286" w14:paraId="71DB1852" w14:textId="77777777" w:rsidTr="00E00A6C">
        <w:trPr>
          <w:trHeight w:val="387"/>
          <w:tblHeader/>
        </w:trPr>
        <w:sdt>
          <w:sdtPr>
            <w:id w:val="-529415209"/>
            <w:showingPlcHdr/>
          </w:sdtPr>
          <w:sdtEndPr/>
          <w:sdtContent>
            <w:tc>
              <w:tcPr>
                <w:tcW w:w="9242" w:type="dxa"/>
              </w:tcPr>
              <w:p w14:paraId="0A54CA21" w14:textId="77777777" w:rsidR="00D0596A" w:rsidRPr="00F07286" w:rsidRDefault="00411C95" w:rsidP="00D0596A">
                <w:r>
                  <w:rPr>
                    <w:rStyle w:val="PlaceholderText"/>
                  </w:rPr>
                  <w:t>Enter response here</w:t>
                </w:r>
              </w:p>
            </w:tc>
          </w:sdtContent>
        </w:sdt>
      </w:tr>
    </w:tbl>
    <w:p w14:paraId="7D40F4CD" w14:textId="67EEA831" w:rsidR="00D0596A" w:rsidRPr="00F07286" w:rsidRDefault="00E01EB0" w:rsidP="004038B4">
      <w:pPr>
        <w:pStyle w:val="StrongNumbered"/>
        <w:ind w:hanging="502"/>
      </w:pPr>
      <w:r>
        <w:t>D</w:t>
      </w:r>
      <w:r w:rsidR="00D0596A" w:rsidRPr="00F07286">
        <w:t>escribe how you will ensure that your procurement entities will maintain a publicly accessible website</w:t>
      </w:r>
      <w:r w:rsidR="008961BE">
        <w:t>. Confirm that each such website will include:</w:t>
      </w:r>
      <w:r w:rsidR="00D0596A" w:rsidRPr="00F07286">
        <w:t xml:space="preserve"> </w:t>
      </w:r>
    </w:p>
    <w:p w14:paraId="3FFC55C8" w14:textId="437D5DD9" w:rsidR="00D0596A" w:rsidRPr="00CC3D3F" w:rsidRDefault="00D0596A" w:rsidP="00CC3D3F">
      <w:pPr>
        <w:pStyle w:val="ListParagraph"/>
        <w:ind w:left="709"/>
        <w:rPr>
          <w:rStyle w:val="Strong"/>
        </w:rPr>
      </w:pPr>
      <w:r w:rsidRPr="00CC3D3F">
        <w:rPr>
          <w:rStyle w:val="Strong"/>
        </w:rPr>
        <w:t>requirements potential bidders must satisfy in order to bid to supply key goods or services for the initial operations of the facility (e.g. pre-qualification requirements);</w:t>
      </w:r>
    </w:p>
    <w:p w14:paraId="4E73B67E" w14:textId="77777777" w:rsidR="00D0596A" w:rsidRPr="00CC3D3F" w:rsidRDefault="00D0596A" w:rsidP="00CC3D3F">
      <w:pPr>
        <w:pStyle w:val="ListParagraph"/>
        <w:ind w:left="709"/>
        <w:rPr>
          <w:rStyle w:val="Strong"/>
        </w:rPr>
      </w:pPr>
      <w:r w:rsidRPr="00CC3D3F">
        <w:rPr>
          <w:rStyle w:val="Strong"/>
        </w:rPr>
        <w:t>standards for key goods or services for the initial operations of the facility (if standards are neither Australian nor international standards an explanation will need to be included); and</w:t>
      </w:r>
    </w:p>
    <w:p w14:paraId="482CDBA3" w14:textId="24A55030" w:rsidR="003D353B" w:rsidRDefault="00D0596A" w:rsidP="003D353B">
      <w:pPr>
        <w:pStyle w:val="ListParagraph"/>
        <w:ind w:left="709"/>
        <w:rPr>
          <w:rStyle w:val="Strong"/>
        </w:rPr>
      </w:pPr>
      <w:r w:rsidRPr="00CC3D3F">
        <w:rPr>
          <w:rStyle w:val="Strong"/>
        </w:rPr>
        <w:t>contact details for a procurement contact officer for Australian entities to approach with enquiries.</w:t>
      </w:r>
    </w:p>
    <w:p w14:paraId="7BF2CA36" w14:textId="75021594" w:rsidR="003D353B" w:rsidRPr="00D0596A" w:rsidRDefault="008961BE" w:rsidP="003D353B">
      <w:pPr>
        <w:ind w:left="352"/>
        <w:rPr>
          <w:rStyle w:val="Strong"/>
        </w:rPr>
      </w:pPr>
      <w:r>
        <w:rPr>
          <w:rStyle w:val="Strong"/>
        </w:rPr>
        <w:t>P</w:t>
      </w:r>
      <w:r w:rsidR="003D353B">
        <w:rPr>
          <w:rStyle w:val="Strong"/>
        </w:rPr>
        <w:t xml:space="preserve">rovide the </w:t>
      </w:r>
      <w:r w:rsidR="00FC3EBB">
        <w:rPr>
          <w:rStyle w:val="Strong"/>
        </w:rPr>
        <w:t xml:space="preserve">web </w:t>
      </w:r>
      <w:r w:rsidR="003D353B">
        <w:rPr>
          <w:rStyle w:val="Strong"/>
        </w:rPr>
        <w:t>address of the publicly accessible website for each procurement entity (where known).</w:t>
      </w:r>
    </w:p>
    <w:p w14:paraId="2C447D31" w14:textId="196A2C65" w:rsidR="00D0596A" w:rsidRPr="00CC3D3F" w:rsidRDefault="00D0596A" w:rsidP="00D0596A">
      <w:pPr>
        <w:rPr>
          <w:rStyle w:val="Emphasis"/>
        </w:rPr>
      </w:pPr>
      <w:r w:rsidRPr="00CC3D3F">
        <w:rPr>
          <w:rStyle w:val="Emphasis"/>
        </w:rPr>
        <w:t xml:space="preserve">Where you are acting as the procurement entity detail how you will </w:t>
      </w:r>
      <w:r w:rsidR="003F078F">
        <w:rPr>
          <w:rStyle w:val="Emphasis"/>
        </w:rPr>
        <w:t>meet this requirement</w:t>
      </w:r>
      <w:r w:rsidRPr="00CC3D3F">
        <w:rPr>
          <w:rStyle w:val="Emphasis"/>
        </w:rPr>
        <w:t>.</w:t>
      </w:r>
    </w:p>
    <w:tbl>
      <w:tblPr>
        <w:tblStyle w:val="TableGrid"/>
        <w:tblW w:w="0" w:type="auto"/>
        <w:tblLook w:val="04A0" w:firstRow="1" w:lastRow="0" w:firstColumn="1" w:lastColumn="0" w:noHBand="0" w:noVBand="1"/>
        <w:tblDescription w:val="Procurement entity website strategies"/>
      </w:tblPr>
      <w:tblGrid>
        <w:gridCol w:w="9016"/>
      </w:tblGrid>
      <w:tr w:rsidR="00D0596A" w:rsidRPr="00F07286" w14:paraId="0596D9D7" w14:textId="77777777" w:rsidTr="00E00A6C">
        <w:trPr>
          <w:trHeight w:val="387"/>
          <w:tblHeader/>
        </w:trPr>
        <w:sdt>
          <w:sdtPr>
            <w:id w:val="1045866895"/>
            <w:showingPlcHdr/>
          </w:sdtPr>
          <w:sdtEndPr/>
          <w:sdtContent>
            <w:tc>
              <w:tcPr>
                <w:tcW w:w="9242" w:type="dxa"/>
              </w:tcPr>
              <w:p w14:paraId="5A839924" w14:textId="77777777" w:rsidR="00D0596A" w:rsidRPr="00F07286" w:rsidRDefault="00411C95" w:rsidP="00D0596A">
                <w:r>
                  <w:rPr>
                    <w:rStyle w:val="PlaceholderText"/>
                  </w:rPr>
                  <w:t>Enter response here</w:t>
                </w:r>
              </w:p>
            </w:tc>
          </w:sdtContent>
        </w:sdt>
      </w:tr>
    </w:tbl>
    <w:p w14:paraId="072FC5D4" w14:textId="77777777" w:rsidR="00D0596A" w:rsidRPr="00F07286" w:rsidRDefault="00D0596A" w:rsidP="00D0596A"/>
    <w:p w14:paraId="4EC51CBF" w14:textId="77777777" w:rsidR="00D0596A" w:rsidRPr="00F07286" w:rsidRDefault="00D0596A" w:rsidP="00D0596A">
      <w:r w:rsidRPr="00F07286">
        <w:br w:type="page"/>
      </w:r>
    </w:p>
    <w:p w14:paraId="7AECB735" w14:textId="77777777" w:rsidR="00D0596A" w:rsidRPr="00F07286" w:rsidRDefault="00D0596A" w:rsidP="00DE24BF">
      <w:pPr>
        <w:pStyle w:val="Heading3"/>
      </w:pPr>
      <w:r w:rsidRPr="00F07286">
        <w:lastRenderedPageBreak/>
        <w:t>C.5</w:t>
      </w:r>
      <w:r w:rsidRPr="00F07286">
        <w:tab/>
        <w:t>Communicating and Providing Opportunities</w:t>
      </w:r>
    </w:p>
    <w:p w14:paraId="663D54B4" w14:textId="023C849D" w:rsidR="00D0596A" w:rsidRPr="00F07286" w:rsidRDefault="00D0596A" w:rsidP="00D0596A">
      <w:r w:rsidRPr="00F07286">
        <w:t>This criterion requires a</w:t>
      </w:r>
      <w:r w:rsidR="00B8604A">
        <w:t xml:space="preserve">n </w:t>
      </w:r>
      <w:r w:rsidR="001103D9">
        <w:t>engagement and</w:t>
      </w:r>
      <w:r w:rsidR="001103D9" w:rsidRPr="00F07286">
        <w:t xml:space="preserve"> </w:t>
      </w:r>
      <w:r w:rsidRPr="00F07286">
        <w:t>communication strategy</w:t>
      </w:r>
      <w:r w:rsidR="001103D9">
        <w:t xml:space="preserve"> with Australian entities.</w:t>
      </w:r>
      <w:r w:rsidRPr="00F07286">
        <w:t xml:space="preserve"> This must detail how you will actively seek information on Australian entities</w:t>
      </w:r>
      <w:r w:rsidR="00A93C1B">
        <w:t>’ capability and communicate opportunities to Australian entities</w:t>
      </w:r>
      <w:r w:rsidRPr="00F07286">
        <w:t xml:space="preserve"> in all </w:t>
      </w:r>
      <w:r w:rsidR="00A93C1B">
        <w:t>aspects</w:t>
      </w:r>
      <w:r w:rsidRPr="00F07286">
        <w:t xml:space="preserve"> of the </w:t>
      </w:r>
      <w:r w:rsidR="00A93C1B">
        <w:t>initial operations of the facility</w:t>
      </w:r>
      <w:r w:rsidR="0044347A">
        <w:t xml:space="preserve"> and all tiers of supply</w:t>
      </w:r>
      <w:r w:rsidRPr="00F07286">
        <w:t>.</w:t>
      </w:r>
    </w:p>
    <w:p w14:paraId="1C40B624" w14:textId="0B3B4A6F" w:rsidR="00D0596A" w:rsidRPr="00F07286" w:rsidRDefault="0044347A" w:rsidP="004038B4">
      <w:pPr>
        <w:pStyle w:val="StrongNumbered"/>
        <w:numPr>
          <w:ilvl w:val="0"/>
          <w:numId w:val="42"/>
        </w:numPr>
        <w:ind w:hanging="502"/>
      </w:pPr>
      <w:r>
        <w:t>Select and d</w:t>
      </w:r>
      <w:r w:rsidR="00D0596A" w:rsidRPr="00F07286">
        <w:t xml:space="preserve">escribe the </w:t>
      </w:r>
      <w:r>
        <w:t>actions</w:t>
      </w:r>
      <w:r w:rsidRPr="00F07286">
        <w:t xml:space="preserve"> </w:t>
      </w:r>
      <w:r w:rsidR="00D0596A" w:rsidRPr="00F07286">
        <w:t xml:space="preserve">you </w:t>
      </w:r>
      <w:r w:rsidR="00B8604A">
        <w:t>will</w:t>
      </w:r>
      <w:r w:rsidR="00D0596A" w:rsidRPr="00F07286">
        <w:t xml:space="preserve"> undertake to </w:t>
      </w:r>
      <w:r>
        <w:t>engage with Australian entities and raise their</w:t>
      </w:r>
      <w:r w:rsidR="00D0596A" w:rsidRPr="00F07286">
        <w:t xml:space="preserve"> awareness about opportunities to supply key goods or services for the initial operations of the facility. A minimum of four actions should be </w:t>
      </w:r>
      <w:r>
        <w:t>selected</w:t>
      </w:r>
      <w:r w:rsidR="00AF7665">
        <w:t>.</w:t>
      </w:r>
    </w:p>
    <w:p w14:paraId="18F0C749" w14:textId="2868012D" w:rsidR="0044347A" w:rsidRPr="00C178D1" w:rsidRDefault="002F2D64" w:rsidP="0044347A">
      <w:sdt>
        <w:sdtPr>
          <w:rPr>
            <w:b/>
          </w:rPr>
          <w:id w:val="1852986721"/>
          <w14:checkbox>
            <w14:checked w14:val="0"/>
            <w14:checkedState w14:val="2612" w14:font="MS Gothic"/>
            <w14:uncheckedState w14:val="2610" w14:font="MS Gothic"/>
          </w14:checkbox>
        </w:sdtPr>
        <w:sdtEndPr/>
        <w:sdtContent>
          <w:r w:rsidR="0044347A">
            <w:rPr>
              <w:rFonts w:ascii="MS Gothic" w:eastAsia="MS Gothic" w:hAnsi="MS Gothic" w:hint="eastAsia"/>
              <w:b/>
            </w:rPr>
            <w:t>☐</w:t>
          </w:r>
        </w:sdtContent>
      </w:sdt>
      <w:r w:rsidR="0044347A" w:rsidRPr="00C178D1">
        <w:t xml:space="preserve"> </w:t>
      </w:r>
      <w:r w:rsidR="00B03494">
        <w:t>C</w:t>
      </w:r>
      <w:r w:rsidR="0044347A">
        <w:t xml:space="preserve">onduct supplier information briefings on facility opportunities </w:t>
      </w:r>
      <w:r w:rsidR="0044347A" w:rsidRPr="00C178D1">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44347A" w:rsidRPr="00C178D1" w14:paraId="45C48061" w14:textId="77777777" w:rsidTr="00087DD0">
        <w:trPr>
          <w:trHeight w:val="387"/>
          <w:tblHeader/>
        </w:trPr>
        <w:sdt>
          <w:sdtPr>
            <w:id w:val="-964349456"/>
            <w:placeholder>
              <w:docPart w:val="F3999DD00B32487BBB2BB12A3610D7C3"/>
            </w:placeholder>
          </w:sdtPr>
          <w:sdtEndPr/>
          <w:sdtContent>
            <w:sdt>
              <w:sdtPr>
                <w:id w:val="2147151253"/>
                <w:placeholder>
                  <w:docPart w:val="C697E0F5AE0042C487B3F7335E64791B"/>
                </w:placeholder>
              </w:sdtPr>
              <w:sdtEndPr/>
              <w:sdtContent>
                <w:tc>
                  <w:tcPr>
                    <w:tcW w:w="9016" w:type="dxa"/>
                  </w:tcPr>
                  <w:p w14:paraId="6819EDCB" w14:textId="65552C54" w:rsidR="0044347A" w:rsidRPr="00C178D1" w:rsidRDefault="00AF7665" w:rsidP="00B03494">
                    <w:pPr>
                      <w:rPr>
                        <w:rFonts w:eastAsia="Times New Roman" w:cs="Times New Roman"/>
                      </w:rPr>
                    </w:pPr>
                    <w:r>
                      <w:rPr>
                        <w:rStyle w:val="PlaceholderText"/>
                      </w:rPr>
                      <w:t>Provide more information and the timeframe for this action here</w:t>
                    </w:r>
                  </w:p>
                </w:tc>
              </w:sdtContent>
            </w:sdt>
          </w:sdtContent>
        </w:sdt>
      </w:tr>
    </w:tbl>
    <w:p w14:paraId="1E7DD7D7" w14:textId="1A141087" w:rsidR="0044347A" w:rsidRPr="00C178D1" w:rsidRDefault="002F2D64" w:rsidP="0044347A">
      <w:sdt>
        <w:sdtPr>
          <w:rPr>
            <w:b/>
          </w:rPr>
          <w:id w:val="663204984"/>
          <w14:checkbox>
            <w14:checked w14:val="0"/>
            <w14:checkedState w14:val="2612" w14:font="MS Gothic"/>
            <w14:uncheckedState w14:val="2610" w14:font="MS Gothic"/>
          </w14:checkbox>
        </w:sdtPr>
        <w:sdtEndPr/>
        <w:sdtContent>
          <w:r w:rsidR="0044347A" w:rsidRPr="00C178D1">
            <w:rPr>
              <w:rFonts w:ascii="Segoe UI Symbol" w:hAnsi="Segoe UI Symbol" w:cs="Segoe UI Symbol"/>
              <w:b/>
            </w:rPr>
            <w:t>☐</w:t>
          </w:r>
        </w:sdtContent>
      </w:sdt>
      <w:r w:rsidR="0044347A" w:rsidRPr="00C178D1">
        <w:t xml:space="preserve"> </w:t>
      </w:r>
      <w:r w:rsidR="00B03494">
        <w:t>P</w:t>
      </w:r>
      <w:r w:rsidR="0044347A">
        <w:t xml:space="preserve">romote facility opportunities through industry associations </w:t>
      </w:r>
    </w:p>
    <w:tbl>
      <w:tblPr>
        <w:tblStyle w:val="TableGrid"/>
        <w:tblW w:w="0" w:type="auto"/>
        <w:tblLook w:val="04A0" w:firstRow="1" w:lastRow="0" w:firstColumn="1" w:lastColumn="0" w:noHBand="0" w:noVBand="1"/>
        <w:tblDescription w:val="Procurement entity website strategies"/>
      </w:tblPr>
      <w:tblGrid>
        <w:gridCol w:w="9016"/>
      </w:tblGrid>
      <w:tr w:rsidR="0044347A" w:rsidRPr="00C178D1" w14:paraId="69FB8FFA" w14:textId="77777777" w:rsidTr="00087DD0">
        <w:trPr>
          <w:trHeight w:val="387"/>
          <w:tblHeader/>
        </w:trPr>
        <w:sdt>
          <w:sdtPr>
            <w:id w:val="-1056617320"/>
            <w:placeholder>
              <w:docPart w:val="A8EEC870668046AF92FFEB09C55A7C5A"/>
            </w:placeholder>
          </w:sdtPr>
          <w:sdtEndPr/>
          <w:sdtContent>
            <w:sdt>
              <w:sdtPr>
                <w:id w:val="1094439033"/>
                <w:placeholder>
                  <w:docPart w:val="2DDD4DC51F6C4364B6965F85A70AC362"/>
                </w:placeholder>
              </w:sdtPr>
              <w:sdtEndPr/>
              <w:sdtContent>
                <w:tc>
                  <w:tcPr>
                    <w:tcW w:w="9016" w:type="dxa"/>
                  </w:tcPr>
                  <w:p w14:paraId="5CCE1B56" w14:textId="16676215" w:rsidR="0044347A" w:rsidRPr="00C178D1" w:rsidRDefault="00AF7665" w:rsidP="00B03494">
                    <w:pPr>
                      <w:rPr>
                        <w:rFonts w:eastAsia="Times New Roman" w:cs="Times New Roman"/>
                      </w:rPr>
                    </w:pPr>
                    <w:r>
                      <w:rPr>
                        <w:rStyle w:val="PlaceholderText"/>
                      </w:rPr>
                      <w:t>Provide more information and the timeframe for this action here</w:t>
                    </w:r>
                  </w:p>
                </w:tc>
              </w:sdtContent>
            </w:sdt>
          </w:sdtContent>
        </w:sdt>
      </w:tr>
    </w:tbl>
    <w:p w14:paraId="72CF4C93" w14:textId="14B67213" w:rsidR="0044347A" w:rsidRPr="004D0ADF" w:rsidRDefault="002F2D64" w:rsidP="0044347A">
      <w:sdt>
        <w:sdtPr>
          <w:rPr>
            <w:b/>
          </w:rPr>
          <w:id w:val="-1164859995"/>
          <w14:checkbox>
            <w14:checked w14:val="0"/>
            <w14:checkedState w14:val="2612" w14:font="MS Gothic"/>
            <w14:uncheckedState w14:val="2610" w14:font="MS Gothic"/>
          </w14:checkbox>
        </w:sdtPr>
        <w:sdtEndPr/>
        <w:sdtContent>
          <w:r w:rsidR="0044347A" w:rsidRPr="004D0ADF">
            <w:rPr>
              <w:rFonts w:ascii="Segoe UI Symbol" w:hAnsi="Segoe UI Symbol" w:cs="Segoe UI Symbol"/>
              <w:b/>
            </w:rPr>
            <w:t>☐</w:t>
          </w:r>
        </w:sdtContent>
      </w:sdt>
      <w:r w:rsidR="0044347A" w:rsidRPr="004D0ADF">
        <w:t xml:space="preserve"> </w:t>
      </w:r>
      <w:r w:rsidR="00B03494">
        <w:t>E</w:t>
      </w:r>
      <w:r w:rsidR="0044347A">
        <w:t>ngage with vendor identification agencies on facility opportunities</w:t>
      </w:r>
      <w:r w:rsidR="0044347A" w:rsidRPr="004D0ADF">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44347A" w:rsidRPr="004D0ADF" w14:paraId="0A56AAA2" w14:textId="77777777" w:rsidTr="00087DD0">
        <w:trPr>
          <w:trHeight w:val="387"/>
          <w:tblHeader/>
        </w:trPr>
        <w:sdt>
          <w:sdtPr>
            <w:id w:val="420764777"/>
            <w:placeholder>
              <w:docPart w:val="E93E4990AD7748FBA03111837036577D"/>
            </w:placeholder>
          </w:sdtPr>
          <w:sdtEndPr/>
          <w:sdtContent>
            <w:sdt>
              <w:sdtPr>
                <w:id w:val="-1087769841"/>
                <w:placeholder>
                  <w:docPart w:val="205A543B7AA84F22848BEFF1632783F4"/>
                </w:placeholder>
              </w:sdtPr>
              <w:sdtEndPr/>
              <w:sdtContent>
                <w:tc>
                  <w:tcPr>
                    <w:tcW w:w="9242" w:type="dxa"/>
                  </w:tcPr>
                  <w:p w14:paraId="15B98CAE" w14:textId="7F582A37" w:rsidR="0044347A" w:rsidRPr="004D0ADF" w:rsidRDefault="00AF7665" w:rsidP="00B03494">
                    <w:pPr>
                      <w:rPr>
                        <w:rFonts w:eastAsia="Times New Roman" w:cs="Times New Roman"/>
                      </w:rPr>
                    </w:pPr>
                    <w:r>
                      <w:rPr>
                        <w:rStyle w:val="PlaceholderText"/>
                      </w:rPr>
                      <w:t>Provide more information and the timeframe for this action here</w:t>
                    </w:r>
                  </w:p>
                </w:tc>
              </w:sdtContent>
            </w:sdt>
          </w:sdtContent>
        </w:sdt>
      </w:tr>
    </w:tbl>
    <w:p w14:paraId="39DCBDE7" w14:textId="44821B6D" w:rsidR="0044347A" w:rsidRPr="00C178D1" w:rsidRDefault="002F2D64" w:rsidP="0044347A">
      <w:sdt>
        <w:sdtPr>
          <w:rPr>
            <w:b/>
          </w:rPr>
          <w:id w:val="-1902205274"/>
          <w14:checkbox>
            <w14:checked w14:val="0"/>
            <w14:checkedState w14:val="2612" w14:font="MS Gothic"/>
            <w14:uncheckedState w14:val="2610" w14:font="MS Gothic"/>
          </w14:checkbox>
        </w:sdtPr>
        <w:sdtEndPr/>
        <w:sdtContent>
          <w:r w:rsidR="0044347A">
            <w:rPr>
              <w:rFonts w:ascii="MS Gothic" w:eastAsia="MS Gothic" w:hAnsi="MS Gothic" w:hint="eastAsia"/>
              <w:b/>
            </w:rPr>
            <w:t>☐</w:t>
          </w:r>
        </w:sdtContent>
      </w:sdt>
      <w:r w:rsidR="0044347A" w:rsidRPr="00C178D1">
        <w:t xml:space="preserve"> </w:t>
      </w:r>
      <w:r w:rsidR="00B03494">
        <w:t>I</w:t>
      </w:r>
      <w:r w:rsidR="0044347A">
        <w:t>ssue media releases and/or ASX announcements on facility developments and opportunities</w:t>
      </w:r>
      <w:r w:rsidR="0044347A" w:rsidRPr="00C178D1">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44347A" w:rsidRPr="00C178D1" w14:paraId="6DA11E87" w14:textId="77777777" w:rsidTr="00087DD0">
        <w:trPr>
          <w:trHeight w:val="387"/>
          <w:tblHeader/>
        </w:trPr>
        <w:sdt>
          <w:sdtPr>
            <w:id w:val="-2002585155"/>
            <w:placeholder>
              <w:docPart w:val="2AB26C430EEB4459BFF0AD63E6F8F291"/>
            </w:placeholder>
          </w:sdtPr>
          <w:sdtEndPr/>
          <w:sdtContent>
            <w:sdt>
              <w:sdtPr>
                <w:id w:val="2103454669"/>
                <w:placeholder>
                  <w:docPart w:val="456825EB38784E909D481A51FBC4D80B"/>
                </w:placeholder>
              </w:sdtPr>
              <w:sdtEndPr/>
              <w:sdtContent>
                <w:tc>
                  <w:tcPr>
                    <w:tcW w:w="9016" w:type="dxa"/>
                  </w:tcPr>
                  <w:p w14:paraId="646E1178" w14:textId="5B075617" w:rsidR="0044347A" w:rsidRPr="00C178D1" w:rsidRDefault="00AF7665" w:rsidP="00087DD0">
                    <w:pPr>
                      <w:rPr>
                        <w:rFonts w:eastAsia="Times New Roman" w:cs="Times New Roman"/>
                      </w:rPr>
                    </w:pPr>
                    <w:r>
                      <w:rPr>
                        <w:rStyle w:val="PlaceholderText"/>
                      </w:rPr>
                      <w:t>Provide more information and the timeframe for this action here</w:t>
                    </w:r>
                  </w:p>
                </w:tc>
              </w:sdtContent>
            </w:sdt>
          </w:sdtContent>
        </w:sdt>
      </w:tr>
    </w:tbl>
    <w:p w14:paraId="591D1D7F" w14:textId="43E241BA" w:rsidR="0044347A" w:rsidRPr="00C178D1" w:rsidRDefault="002F2D64" w:rsidP="0044347A">
      <w:sdt>
        <w:sdtPr>
          <w:rPr>
            <w:b/>
          </w:rPr>
          <w:id w:val="1030693285"/>
          <w14:checkbox>
            <w14:checked w14:val="0"/>
            <w14:checkedState w14:val="2612" w14:font="MS Gothic"/>
            <w14:uncheckedState w14:val="2610" w14:font="MS Gothic"/>
          </w14:checkbox>
        </w:sdtPr>
        <w:sdtEndPr/>
        <w:sdtContent>
          <w:r w:rsidR="0044347A" w:rsidRPr="00C178D1">
            <w:rPr>
              <w:rFonts w:ascii="Segoe UI Symbol" w:hAnsi="Segoe UI Symbol" w:cs="Segoe UI Symbol"/>
              <w:b/>
            </w:rPr>
            <w:t>☐</w:t>
          </w:r>
        </w:sdtContent>
      </w:sdt>
      <w:r w:rsidR="0044347A" w:rsidRPr="00C178D1">
        <w:t xml:space="preserve"> </w:t>
      </w:r>
      <w:r w:rsidR="00B03494">
        <w:t>D</w:t>
      </w:r>
      <w:r w:rsidR="0044347A">
        <w:t>irect contact suppliers to advise facility opportunities</w:t>
      </w:r>
      <w:r w:rsidR="0044347A" w:rsidRPr="00C178D1">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44347A" w:rsidRPr="00C178D1" w14:paraId="4E825BAD" w14:textId="77777777" w:rsidTr="00087DD0">
        <w:trPr>
          <w:trHeight w:val="387"/>
          <w:tblHeader/>
        </w:trPr>
        <w:sdt>
          <w:sdtPr>
            <w:id w:val="198439845"/>
            <w:placeholder>
              <w:docPart w:val="7687924FF63E4AFD8E036047E75BEC10"/>
            </w:placeholder>
          </w:sdtPr>
          <w:sdtEndPr/>
          <w:sdtContent>
            <w:sdt>
              <w:sdtPr>
                <w:id w:val="-19556202"/>
                <w:placeholder>
                  <w:docPart w:val="134BCFEE8DB04A0199C5D13521EA80D2"/>
                </w:placeholder>
              </w:sdtPr>
              <w:sdtEndPr/>
              <w:sdtContent>
                <w:tc>
                  <w:tcPr>
                    <w:tcW w:w="9016" w:type="dxa"/>
                  </w:tcPr>
                  <w:p w14:paraId="4D018619" w14:textId="0FB522ED" w:rsidR="0044347A" w:rsidRPr="00C178D1" w:rsidRDefault="00AF7665" w:rsidP="00087DD0">
                    <w:pPr>
                      <w:rPr>
                        <w:rFonts w:eastAsia="Times New Roman" w:cs="Times New Roman"/>
                      </w:rPr>
                    </w:pPr>
                    <w:r>
                      <w:rPr>
                        <w:rStyle w:val="PlaceholderText"/>
                      </w:rPr>
                      <w:t>Provide more information and the timeframe for this action here</w:t>
                    </w:r>
                  </w:p>
                </w:tc>
              </w:sdtContent>
            </w:sdt>
          </w:sdtContent>
        </w:sdt>
      </w:tr>
    </w:tbl>
    <w:p w14:paraId="7A03D994" w14:textId="4B6C0AEF" w:rsidR="0044347A" w:rsidRPr="004D0ADF" w:rsidRDefault="002F2D64" w:rsidP="0044347A">
      <w:sdt>
        <w:sdtPr>
          <w:id w:val="1694338121"/>
          <w14:checkbox>
            <w14:checked w14:val="0"/>
            <w14:checkedState w14:val="2612" w14:font="MS Gothic"/>
            <w14:uncheckedState w14:val="2610" w14:font="MS Gothic"/>
          </w14:checkbox>
        </w:sdtPr>
        <w:sdtEndPr/>
        <w:sdtContent>
          <w:r w:rsidR="0044347A" w:rsidRPr="004D0ADF">
            <w:rPr>
              <w:rFonts w:ascii="Segoe UI Symbol" w:hAnsi="Segoe UI Symbol" w:cs="Segoe UI Symbol"/>
            </w:rPr>
            <w:t>☐</w:t>
          </w:r>
        </w:sdtContent>
      </w:sdt>
      <w:r w:rsidR="00B03494">
        <w:t xml:space="preserve"> D</w:t>
      </w:r>
      <w:r w:rsidR="0044347A" w:rsidRPr="004D0ADF">
        <w:t>evelop and distribute a supplier information guide</w:t>
      </w:r>
      <w:r w:rsidR="0044347A">
        <w:t xml:space="preserve"> for the facility</w:t>
      </w:r>
      <w:r w:rsidR="0044347A" w:rsidRPr="004D0ADF">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44347A" w:rsidRPr="004D0ADF" w14:paraId="3C37C687" w14:textId="77777777" w:rsidTr="00087DD0">
        <w:trPr>
          <w:trHeight w:val="387"/>
          <w:tblHeader/>
        </w:trPr>
        <w:sdt>
          <w:sdtPr>
            <w:rPr>
              <w:szCs w:val="22"/>
            </w:rPr>
            <w:id w:val="511655081"/>
            <w:placeholder>
              <w:docPart w:val="AEAE9E9C781948F39798CB311C63AF6A"/>
            </w:placeholder>
          </w:sdtPr>
          <w:sdtEndPr/>
          <w:sdtContent>
            <w:sdt>
              <w:sdtPr>
                <w:rPr>
                  <w:szCs w:val="22"/>
                </w:rPr>
                <w:id w:val="-717054499"/>
                <w:placeholder>
                  <w:docPart w:val="E06AE66BCD69402D9260F56064854B40"/>
                </w:placeholder>
              </w:sdtPr>
              <w:sdtEndPr>
                <w:rPr>
                  <w:szCs w:val="24"/>
                </w:rPr>
              </w:sdtEndPr>
              <w:sdtContent>
                <w:tc>
                  <w:tcPr>
                    <w:tcW w:w="9242" w:type="dxa"/>
                  </w:tcPr>
                  <w:p w14:paraId="00BF0BE3" w14:textId="3DD33020" w:rsidR="0044347A" w:rsidRPr="0096484D" w:rsidRDefault="00AF7665" w:rsidP="00087DD0">
                    <w:pPr>
                      <w:rPr>
                        <w:rFonts w:eastAsia="Times New Roman" w:cs="Times New Roman"/>
                        <w:szCs w:val="22"/>
                      </w:rPr>
                    </w:pPr>
                    <w:r>
                      <w:rPr>
                        <w:rStyle w:val="PlaceholderText"/>
                      </w:rPr>
                      <w:t>Provide more information and the timeframe for this action here</w:t>
                    </w:r>
                  </w:p>
                </w:tc>
              </w:sdtContent>
            </w:sdt>
          </w:sdtContent>
        </w:sdt>
      </w:tr>
    </w:tbl>
    <w:p w14:paraId="42C7F253" w14:textId="277F3956" w:rsidR="0044347A" w:rsidRPr="00074708" w:rsidRDefault="002F2D64" w:rsidP="0044347A">
      <w:sdt>
        <w:sdtPr>
          <w:rPr>
            <w:b/>
          </w:rPr>
          <w:id w:val="1868403047"/>
          <w14:checkbox>
            <w14:checked w14:val="0"/>
            <w14:checkedState w14:val="2612" w14:font="MS Gothic"/>
            <w14:uncheckedState w14:val="2610" w14:font="MS Gothic"/>
          </w14:checkbox>
        </w:sdtPr>
        <w:sdtEndPr/>
        <w:sdtContent>
          <w:r w:rsidR="0044347A">
            <w:rPr>
              <w:rFonts w:ascii="MS Gothic" w:eastAsia="MS Gothic" w:hAnsi="MS Gothic" w:hint="eastAsia"/>
              <w:b/>
            </w:rPr>
            <w:t>☐</w:t>
          </w:r>
        </w:sdtContent>
      </w:sdt>
      <w:r w:rsidR="0044347A" w:rsidRPr="00074708">
        <w:t xml:space="preserve"> </w:t>
      </w:r>
      <w:r w:rsidR="00B03494">
        <w:t>O</w:t>
      </w:r>
      <w:r w:rsidR="0044347A">
        <w:t>ther</w:t>
      </w:r>
      <w:r w:rsidR="0044347A" w:rsidRPr="00074708">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44347A" w:rsidRPr="00074708" w14:paraId="4E8C0CB2" w14:textId="77777777" w:rsidTr="00087DD0">
        <w:trPr>
          <w:trHeight w:val="387"/>
          <w:tblHeader/>
        </w:trPr>
        <w:sdt>
          <w:sdtPr>
            <w:id w:val="-2053459629"/>
            <w:placeholder>
              <w:docPart w:val="F5480B1D9D6E4B5F9DB26FBEE5EF4EA1"/>
            </w:placeholder>
          </w:sdtPr>
          <w:sdtEndPr/>
          <w:sdtContent>
            <w:sdt>
              <w:sdtPr>
                <w:id w:val="-1162458589"/>
                <w:placeholder>
                  <w:docPart w:val="1DA56E57DEDC44F994C387B555C4B1BE"/>
                </w:placeholder>
              </w:sdtPr>
              <w:sdtEndPr/>
              <w:sdtContent>
                <w:tc>
                  <w:tcPr>
                    <w:tcW w:w="9242" w:type="dxa"/>
                  </w:tcPr>
                  <w:p w14:paraId="0BA831D2" w14:textId="3C5AF452" w:rsidR="0044347A" w:rsidRPr="00074708" w:rsidRDefault="00AF7665" w:rsidP="00B03494">
                    <w:pPr>
                      <w:rPr>
                        <w:rFonts w:eastAsia="Times New Roman" w:cs="Times New Roman"/>
                      </w:rPr>
                    </w:pPr>
                    <w:r>
                      <w:rPr>
                        <w:rStyle w:val="PlaceholderText"/>
                      </w:rPr>
                      <w:t>Provide more information and the timeframe for this action here</w:t>
                    </w:r>
                  </w:p>
                </w:tc>
              </w:sdtContent>
            </w:sdt>
          </w:sdtContent>
        </w:sdt>
      </w:tr>
    </w:tbl>
    <w:p w14:paraId="65553467" w14:textId="7E1F8CA1" w:rsidR="00D0596A" w:rsidRPr="00F07286" w:rsidRDefault="00E01EB0" w:rsidP="00CC3D3F">
      <w:pPr>
        <w:pStyle w:val="StrongNumbered"/>
      </w:pPr>
      <w:r>
        <w:t>D</w:t>
      </w:r>
      <w:r w:rsidR="00D0596A" w:rsidRPr="00F07286">
        <w:t xml:space="preserve">escribe how you will train procurement entities to ensure </w:t>
      </w:r>
      <w:r w:rsidR="00DA456C">
        <w:t>they</w:t>
      </w:r>
      <w:r w:rsidR="00D0596A" w:rsidRPr="00F07286">
        <w:t xml:space="preserve"> achieve your AIP plan obligations.</w:t>
      </w:r>
    </w:p>
    <w:p w14:paraId="10C83CB2" w14:textId="1B630682" w:rsidR="00D0596A" w:rsidRPr="00CC3D3F" w:rsidRDefault="00D0596A" w:rsidP="00D0596A">
      <w:pPr>
        <w:rPr>
          <w:rStyle w:val="Emphasis"/>
        </w:rPr>
      </w:pPr>
      <w:r w:rsidRPr="00CC3D3F">
        <w:rPr>
          <w:rStyle w:val="Emphasis"/>
        </w:rPr>
        <w:t>Where you are acting as the procurement entity detail internal training which will be provided to staff to achieve your AIP plan obligations.</w:t>
      </w:r>
    </w:p>
    <w:tbl>
      <w:tblPr>
        <w:tblStyle w:val="TableGrid"/>
        <w:tblW w:w="0" w:type="auto"/>
        <w:tblLook w:val="04A0" w:firstRow="1" w:lastRow="0" w:firstColumn="1" w:lastColumn="0" w:noHBand="0" w:noVBand="1"/>
        <w:tblDescription w:val="Training on AIP plan objectives for procurement entities"/>
      </w:tblPr>
      <w:tblGrid>
        <w:gridCol w:w="9016"/>
      </w:tblGrid>
      <w:tr w:rsidR="00D0596A" w:rsidRPr="00F07286" w14:paraId="1751052C" w14:textId="270B3CFA" w:rsidTr="00E00A6C">
        <w:trPr>
          <w:tblHeader/>
        </w:trPr>
        <w:tc>
          <w:tcPr>
            <w:tcW w:w="9242" w:type="dxa"/>
          </w:tcPr>
          <w:p w14:paraId="6CCD3401" w14:textId="366845CF" w:rsidR="00D0596A" w:rsidRPr="00F07286" w:rsidRDefault="002F2D64" w:rsidP="00186549">
            <w:sdt>
              <w:sdtPr>
                <w:id w:val="-1206320026"/>
              </w:sdtPr>
              <w:sdtEndPr/>
              <w:sdtContent>
                <w:sdt>
                  <w:sdtPr>
                    <w:id w:val="1218085297"/>
                    <w:placeholder>
                      <w:docPart w:val="6A75C9D13F1746899C330DA78B0A37CA"/>
                    </w:placeholder>
                  </w:sdtPr>
                  <w:sdtEndPr/>
                  <w:sdtContent>
                    <w:sdt>
                      <w:sdtPr>
                        <w:id w:val="-2049828121"/>
                        <w:showingPlcHdr/>
                      </w:sdtPr>
                      <w:sdtEndPr/>
                      <w:sdtContent>
                        <w:r w:rsidR="00186549">
                          <w:rPr>
                            <w:rStyle w:val="PlaceholderText"/>
                          </w:rPr>
                          <w:t>Enter response here</w:t>
                        </w:r>
                      </w:sdtContent>
                    </w:sdt>
                  </w:sdtContent>
                </w:sdt>
              </w:sdtContent>
            </w:sdt>
            <w:r w:rsidR="00186549">
              <w:t xml:space="preserve"> </w:t>
            </w:r>
          </w:p>
        </w:tc>
      </w:tr>
    </w:tbl>
    <w:p w14:paraId="3BEC45C3" w14:textId="77777777" w:rsidR="00186549" w:rsidRDefault="00186549" w:rsidP="00186549">
      <w:pPr>
        <w:pStyle w:val="StrongNumbered"/>
        <w:numPr>
          <w:ilvl w:val="0"/>
          <w:numId w:val="0"/>
        </w:numPr>
        <w:ind w:left="502" w:hanging="360"/>
      </w:pPr>
    </w:p>
    <w:p w14:paraId="303D40B5" w14:textId="77777777" w:rsidR="00186549" w:rsidRDefault="00186549" w:rsidP="00186549">
      <w:pPr>
        <w:pStyle w:val="StrongNumbered"/>
        <w:numPr>
          <w:ilvl w:val="0"/>
          <w:numId w:val="0"/>
        </w:numPr>
        <w:ind w:left="502"/>
      </w:pPr>
    </w:p>
    <w:p w14:paraId="307FCB41" w14:textId="77777777" w:rsidR="00186549" w:rsidRDefault="00186549" w:rsidP="00186549">
      <w:pPr>
        <w:pStyle w:val="StrongNumbered"/>
        <w:numPr>
          <w:ilvl w:val="0"/>
          <w:numId w:val="0"/>
        </w:numPr>
        <w:ind w:left="502"/>
      </w:pPr>
    </w:p>
    <w:p w14:paraId="1A4037BD" w14:textId="06F75A86" w:rsidR="00D0596A" w:rsidRPr="00F07286" w:rsidRDefault="00E01EB0" w:rsidP="00CC3D3F">
      <w:pPr>
        <w:pStyle w:val="StrongNumbered"/>
      </w:pPr>
      <w:r>
        <w:lastRenderedPageBreak/>
        <w:t>D</w:t>
      </w:r>
      <w:r w:rsidR="00D0596A" w:rsidRPr="00F07286">
        <w:t xml:space="preserve">escribe how you will ensure that procurement entities will publish the requirements that potential bidders must satisfy in order to bid </w:t>
      </w:r>
      <w:r w:rsidR="00DA456C">
        <w:t>to supply</w:t>
      </w:r>
      <w:r w:rsidR="00DA456C" w:rsidRPr="00F07286">
        <w:t xml:space="preserve"> </w:t>
      </w:r>
      <w:r w:rsidR="00D0596A" w:rsidRPr="00F07286">
        <w:t>key goods or services</w:t>
      </w:r>
      <w:r w:rsidR="00DA456C">
        <w:t xml:space="preserve"> for</w:t>
      </w:r>
      <w:r w:rsidR="00D0596A" w:rsidRPr="00F07286">
        <w:t xml:space="preserve"> the initial operations of the facility</w:t>
      </w:r>
      <w:r w:rsidR="00DA456C">
        <w:t>, at a reasonable time before the request for bids is made</w:t>
      </w:r>
      <w:r w:rsidR="00D0596A" w:rsidRPr="00F07286">
        <w:t>.</w:t>
      </w:r>
    </w:p>
    <w:p w14:paraId="2CA6FD77" w14:textId="73BD7C54" w:rsidR="00D0596A" w:rsidRPr="00CC3D3F" w:rsidRDefault="00D0596A" w:rsidP="00D0596A">
      <w:pPr>
        <w:rPr>
          <w:rStyle w:val="Emphasis"/>
        </w:rPr>
      </w:pPr>
      <w:r w:rsidRPr="00CC3D3F">
        <w:rPr>
          <w:rStyle w:val="Emphasis"/>
        </w:rPr>
        <w:t xml:space="preserve">Publication of pre-qualification requirements will be required to occur on the website(s) detailed in question </w:t>
      </w:r>
      <w:r w:rsidR="003F7490">
        <w:rPr>
          <w:rStyle w:val="Emphasis"/>
        </w:rPr>
        <w:t>3</w:t>
      </w:r>
      <w:r w:rsidRPr="00CC3D3F">
        <w:rPr>
          <w:rStyle w:val="Emphasis"/>
        </w:rPr>
        <w:t xml:space="preserve"> of ‘C.4 – Publication of </w:t>
      </w:r>
      <w:r w:rsidR="00AB1FEC">
        <w:rPr>
          <w:rStyle w:val="Emphasis"/>
        </w:rPr>
        <w:t>Information</w:t>
      </w:r>
      <w:r w:rsidR="00AB1FEC" w:rsidRPr="00CC3D3F">
        <w:rPr>
          <w:rStyle w:val="Emphasis"/>
        </w:rPr>
        <w:t>’</w:t>
      </w:r>
      <w:r w:rsidRPr="00CC3D3F">
        <w:rPr>
          <w:rStyle w:val="Emphasis"/>
        </w:rPr>
        <w:t>. Where you are acting as the procurement entity detail how you will achieve this objective.</w:t>
      </w:r>
    </w:p>
    <w:tbl>
      <w:tblPr>
        <w:tblStyle w:val="TableGrid"/>
        <w:tblW w:w="0" w:type="auto"/>
        <w:tblLook w:val="04A0" w:firstRow="1" w:lastRow="0" w:firstColumn="1" w:lastColumn="0" w:noHBand="0" w:noVBand="1"/>
        <w:tblDescription w:val="Pre-qualification publication"/>
      </w:tblPr>
      <w:tblGrid>
        <w:gridCol w:w="9016"/>
      </w:tblGrid>
      <w:tr w:rsidR="00D0596A" w:rsidRPr="00F07286" w14:paraId="1D6E03B7" w14:textId="364F066B" w:rsidTr="00E00A6C">
        <w:trPr>
          <w:tblHeader/>
        </w:trPr>
        <w:sdt>
          <w:sdtPr>
            <w:id w:val="185345187"/>
          </w:sdtPr>
          <w:sdtEndPr/>
          <w:sdtContent>
            <w:sdt>
              <w:sdtPr>
                <w:id w:val="-1521074670"/>
                <w:showingPlcHdr/>
              </w:sdtPr>
              <w:sdtEndPr/>
              <w:sdtContent>
                <w:tc>
                  <w:tcPr>
                    <w:tcW w:w="9242" w:type="dxa"/>
                  </w:tcPr>
                  <w:p w14:paraId="1D5693BA" w14:textId="43D09C5C" w:rsidR="00D0596A" w:rsidRPr="00F07286" w:rsidRDefault="00186549" w:rsidP="00D0596A">
                    <w:r>
                      <w:rPr>
                        <w:rStyle w:val="PlaceholderText"/>
                      </w:rPr>
                      <w:t>Enter response here</w:t>
                    </w:r>
                  </w:p>
                </w:tc>
              </w:sdtContent>
            </w:sdt>
          </w:sdtContent>
        </w:sdt>
      </w:tr>
    </w:tbl>
    <w:p w14:paraId="2604E7FE" w14:textId="6A98D0EC" w:rsidR="00D0596A" w:rsidRPr="00F07286" w:rsidRDefault="001C562B" w:rsidP="00CC3D3F">
      <w:pPr>
        <w:pStyle w:val="StrongNumbered"/>
      </w:pPr>
      <w:r>
        <w:t>D</w:t>
      </w:r>
      <w:r w:rsidR="00D0596A" w:rsidRPr="00F07286">
        <w:t xml:space="preserve">etail how you will ensure that procurement entities will </w:t>
      </w:r>
      <w:r w:rsidR="00132580">
        <w:t>not discriminate against</w:t>
      </w:r>
      <w:r w:rsidR="00D0596A" w:rsidRPr="00F07286">
        <w:t xml:space="preserve"> Australian entities in relation to</w:t>
      </w:r>
      <w:r w:rsidR="00132580">
        <w:t xml:space="preserve"> timeframes for</w:t>
      </w:r>
      <w:r w:rsidR="00D0596A" w:rsidRPr="00F07286">
        <w:t xml:space="preserve"> responding to requests for bids to supply key goods or services.</w:t>
      </w:r>
    </w:p>
    <w:p w14:paraId="2544CD2C" w14:textId="725C8DA4" w:rsidR="00D0596A" w:rsidRPr="00CC3D3F" w:rsidRDefault="00625C33" w:rsidP="00D0596A">
      <w:pPr>
        <w:rPr>
          <w:rStyle w:val="Emphasis"/>
        </w:rPr>
      </w:pPr>
      <w:r>
        <w:rPr>
          <w:rStyle w:val="Emphasis"/>
        </w:rPr>
        <w:t>S</w:t>
      </w:r>
      <w:r w:rsidR="00D0596A" w:rsidRPr="00CC3D3F">
        <w:rPr>
          <w:rStyle w:val="Emphasis"/>
        </w:rPr>
        <w:t xml:space="preserve">pecify how </w:t>
      </w:r>
      <w:r w:rsidR="003D353B">
        <w:rPr>
          <w:rStyle w:val="Emphasis"/>
        </w:rPr>
        <w:t>Australian entities</w:t>
      </w:r>
      <w:r w:rsidR="00D0596A" w:rsidRPr="00CC3D3F">
        <w:rPr>
          <w:rStyle w:val="Emphasis"/>
        </w:rPr>
        <w:t xml:space="preserve"> will be provided </w:t>
      </w:r>
      <w:r w:rsidR="00132580">
        <w:rPr>
          <w:rStyle w:val="Emphasis"/>
        </w:rPr>
        <w:t>with equal timeframes</w:t>
      </w:r>
      <w:r w:rsidR="003D353B">
        <w:rPr>
          <w:rStyle w:val="Emphasis"/>
        </w:rPr>
        <w:t xml:space="preserve"> as other potential suppliers to</w:t>
      </w:r>
      <w:r w:rsidR="00D0596A" w:rsidRPr="00CC3D3F">
        <w:rPr>
          <w:rStyle w:val="Emphasis"/>
        </w:rPr>
        <w:t xml:space="preserve"> </w:t>
      </w:r>
      <w:r w:rsidR="00132580">
        <w:rPr>
          <w:rStyle w:val="Emphasis"/>
        </w:rPr>
        <w:t>bid for</w:t>
      </w:r>
      <w:r w:rsidR="00D0596A" w:rsidRPr="00CC3D3F">
        <w:rPr>
          <w:rStyle w:val="Emphasis"/>
        </w:rPr>
        <w:t xml:space="preserve"> opportunities</w:t>
      </w:r>
      <w:r w:rsidR="003D353B">
        <w:rPr>
          <w:rStyle w:val="Emphasis"/>
        </w:rPr>
        <w:t xml:space="preserve"> in the initial operations of the facility</w:t>
      </w:r>
      <w:r w:rsidR="00D0596A" w:rsidRPr="00CC3D3F">
        <w:rPr>
          <w:rStyle w:val="Emphasis"/>
        </w:rPr>
        <w:t>. Where you are acting as the procurement entity detail how you will achieve this objective.</w:t>
      </w:r>
    </w:p>
    <w:tbl>
      <w:tblPr>
        <w:tblStyle w:val="TableGrid"/>
        <w:tblW w:w="0" w:type="auto"/>
        <w:tblLook w:val="04A0" w:firstRow="1" w:lastRow="0" w:firstColumn="1" w:lastColumn="0" w:noHBand="0" w:noVBand="1"/>
        <w:tblDescription w:val="Strategies for requiring procurement entities to provide equal timeframes for Australian entities"/>
      </w:tblPr>
      <w:tblGrid>
        <w:gridCol w:w="9016"/>
      </w:tblGrid>
      <w:tr w:rsidR="00D0596A" w:rsidRPr="00F07286" w14:paraId="52B1713B" w14:textId="77777777" w:rsidTr="00E00A6C">
        <w:trPr>
          <w:tblHeader/>
        </w:trPr>
        <w:sdt>
          <w:sdtPr>
            <w:id w:val="1241681288"/>
            <w:showingPlcHdr/>
          </w:sdtPr>
          <w:sdtEndPr/>
          <w:sdtContent>
            <w:tc>
              <w:tcPr>
                <w:tcW w:w="9242" w:type="dxa"/>
              </w:tcPr>
              <w:p w14:paraId="5B7FD8EA" w14:textId="77777777" w:rsidR="00D0596A" w:rsidRPr="00F07286" w:rsidRDefault="00411C95" w:rsidP="00D0596A">
                <w:r>
                  <w:rPr>
                    <w:rStyle w:val="PlaceholderText"/>
                  </w:rPr>
                  <w:t>Enter response here</w:t>
                </w:r>
              </w:p>
            </w:tc>
          </w:sdtContent>
        </w:sdt>
      </w:tr>
    </w:tbl>
    <w:p w14:paraId="7C51D7AC" w14:textId="77777777" w:rsidR="00D0596A" w:rsidRPr="00F07286" w:rsidRDefault="00D0596A" w:rsidP="00D0596A"/>
    <w:p w14:paraId="6ACBC942" w14:textId="77777777" w:rsidR="00D0596A" w:rsidRPr="00F07286" w:rsidRDefault="00D0596A" w:rsidP="00D0596A"/>
    <w:p w14:paraId="26F4D8D9" w14:textId="77777777" w:rsidR="00D0596A" w:rsidRPr="00F07286" w:rsidRDefault="00D0596A" w:rsidP="00D0596A">
      <w:r w:rsidRPr="00F07286">
        <w:br w:type="page"/>
      </w:r>
    </w:p>
    <w:p w14:paraId="1A2FB7A7" w14:textId="77777777" w:rsidR="00D0596A" w:rsidRPr="00F07286" w:rsidRDefault="00D0596A" w:rsidP="00DE24BF">
      <w:pPr>
        <w:pStyle w:val="Heading3"/>
      </w:pPr>
      <w:r w:rsidRPr="00F07286">
        <w:lastRenderedPageBreak/>
        <w:t>C.6</w:t>
      </w:r>
      <w:r w:rsidRPr="00F07286">
        <w:tab/>
        <w:t>Facilitating Future Opportunities</w:t>
      </w:r>
    </w:p>
    <w:p w14:paraId="33A54BB3" w14:textId="740D0041" w:rsidR="00D0596A" w:rsidRPr="00F07286" w:rsidRDefault="00132580" w:rsidP="00D0596A">
      <w:r>
        <w:t>T</w:t>
      </w:r>
      <w:r w:rsidR="00D0596A" w:rsidRPr="00F07286">
        <w:t xml:space="preserve">his criterion should </w:t>
      </w:r>
      <w:r>
        <w:t>describe</w:t>
      </w:r>
      <w:r w:rsidR="00D0596A" w:rsidRPr="00F07286">
        <w:t xml:space="preserve"> how you will assist longer-term participation by Australian entities, including how you will encourage</w:t>
      </w:r>
      <w:r>
        <w:t xml:space="preserve"> and facilitate their</w:t>
      </w:r>
      <w:r w:rsidR="00D0596A" w:rsidRPr="00F07286">
        <w:t xml:space="preserve"> capability development and integration into global supply chains. Actions should detail how, by working with you on the initial operations of the facility, Australian entities will be better placed to supply key goods or services </w:t>
      </w:r>
      <w:r w:rsidR="00D03E0B">
        <w:t>in</w:t>
      </w:r>
      <w:r w:rsidR="00D0596A" w:rsidRPr="00F07286">
        <w:t xml:space="preserve"> future similar facilities.</w:t>
      </w:r>
    </w:p>
    <w:p w14:paraId="6755D72F" w14:textId="08C05D09" w:rsidR="00D0596A" w:rsidRPr="00F07286" w:rsidRDefault="006907CB" w:rsidP="00D90380">
      <w:pPr>
        <w:pStyle w:val="StrongNumbered"/>
        <w:numPr>
          <w:ilvl w:val="0"/>
          <w:numId w:val="43"/>
        </w:numPr>
        <w:ind w:hanging="502"/>
      </w:pPr>
      <w:r>
        <w:t>Select and d</w:t>
      </w:r>
      <w:r w:rsidR="00D0596A" w:rsidRPr="00F07286">
        <w:t xml:space="preserve">escribe </w:t>
      </w:r>
      <w:r>
        <w:t xml:space="preserve">the actions </w:t>
      </w:r>
      <w:r w:rsidR="00D0596A" w:rsidRPr="00F07286">
        <w:t>you will</w:t>
      </w:r>
      <w:r>
        <w:t xml:space="preserve"> take to</w:t>
      </w:r>
      <w:r w:rsidR="00D0596A" w:rsidRPr="00F07286">
        <w:t xml:space="preserve"> encourage </w:t>
      </w:r>
      <w:r w:rsidR="00D03E0B">
        <w:t xml:space="preserve">and facilitate </w:t>
      </w:r>
      <w:r w:rsidR="00D0596A" w:rsidRPr="00F07286">
        <w:t>capability development for Australian entities</w:t>
      </w:r>
      <w:r w:rsidR="00186549">
        <w:t>.</w:t>
      </w:r>
    </w:p>
    <w:p w14:paraId="632D1903" w14:textId="5D7E8265" w:rsidR="00D0596A" w:rsidRDefault="00625C33" w:rsidP="00D0596A">
      <w:pPr>
        <w:rPr>
          <w:rStyle w:val="Emphasis"/>
        </w:rPr>
      </w:pPr>
      <w:r>
        <w:rPr>
          <w:rStyle w:val="Emphasis"/>
        </w:rPr>
        <w:t xml:space="preserve">Describe </w:t>
      </w:r>
      <w:r w:rsidR="00D0596A" w:rsidRPr="00E00A6C">
        <w:rPr>
          <w:rStyle w:val="Emphasis"/>
        </w:rPr>
        <w:t xml:space="preserve">how you </w:t>
      </w:r>
      <w:r w:rsidR="00D03E0B">
        <w:rPr>
          <w:rStyle w:val="Emphasis"/>
        </w:rPr>
        <w:t xml:space="preserve">and your procurement entities </w:t>
      </w:r>
      <w:r w:rsidR="00D0596A" w:rsidRPr="00E00A6C">
        <w:rPr>
          <w:rStyle w:val="Emphasis"/>
        </w:rPr>
        <w:t xml:space="preserve">will </w:t>
      </w:r>
      <w:r w:rsidR="00D03E0B">
        <w:rPr>
          <w:rStyle w:val="Emphasis"/>
        </w:rPr>
        <w:t xml:space="preserve">facilitate </w:t>
      </w:r>
      <w:r w:rsidR="00D0596A" w:rsidRPr="00E00A6C">
        <w:rPr>
          <w:rStyle w:val="Emphasis"/>
        </w:rPr>
        <w:t xml:space="preserve">Australian entities supplying key goods and services for the initial operations of the facility to </w:t>
      </w:r>
      <w:r w:rsidR="00D03E0B">
        <w:rPr>
          <w:rStyle w:val="Emphasis"/>
        </w:rPr>
        <w:t>improve</w:t>
      </w:r>
      <w:r w:rsidR="00D03E0B" w:rsidRPr="00E00A6C">
        <w:rPr>
          <w:rStyle w:val="Emphasis"/>
        </w:rPr>
        <w:t xml:space="preserve"> </w:t>
      </w:r>
      <w:r w:rsidR="00D0596A" w:rsidRPr="00E00A6C">
        <w:rPr>
          <w:rStyle w:val="Emphasis"/>
        </w:rPr>
        <w:t>the</w:t>
      </w:r>
      <w:r w:rsidR="00D03E0B">
        <w:rPr>
          <w:rStyle w:val="Emphasis"/>
        </w:rPr>
        <w:t>ir</w:t>
      </w:r>
      <w:r w:rsidR="00D0596A" w:rsidRPr="00E00A6C">
        <w:rPr>
          <w:rStyle w:val="Emphasis"/>
        </w:rPr>
        <w:t xml:space="preserve"> capability and capacity.</w:t>
      </w:r>
    </w:p>
    <w:p w14:paraId="69793B52" w14:textId="44E350CF" w:rsidR="008C37B7" w:rsidRPr="00C50C41" w:rsidRDefault="002F2D64" w:rsidP="008C37B7">
      <w:sdt>
        <w:sdtPr>
          <w:rPr>
            <w:b/>
          </w:rPr>
          <w:id w:val="1611860406"/>
          <w14:checkbox>
            <w14:checked w14:val="0"/>
            <w14:checkedState w14:val="2612" w14:font="MS Gothic"/>
            <w14:uncheckedState w14:val="2610" w14:font="MS Gothic"/>
          </w14:checkbox>
        </w:sdtPr>
        <w:sdtEndPr/>
        <w:sdtContent>
          <w:r w:rsidR="008C37B7" w:rsidRPr="00C50C41">
            <w:rPr>
              <w:rFonts w:ascii="Segoe UI Symbol" w:hAnsi="Segoe UI Symbol" w:cs="Segoe UI Symbol"/>
              <w:b/>
            </w:rPr>
            <w:t>☐</w:t>
          </w:r>
        </w:sdtContent>
      </w:sdt>
      <w:r w:rsidR="008C37B7" w:rsidRPr="00C50C41">
        <w:t xml:space="preserve"> </w:t>
      </w:r>
      <w:r w:rsidR="00817D3B">
        <w:t>R</w:t>
      </w:r>
      <w:r w:rsidR="008C37B7">
        <w:t xml:space="preserve">ecommend suppliers undertake training and/or accreditation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C50C41" w14:paraId="06AF5FB6" w14:textId="77777777" w:rsidTr="00087DD0">
        <w:trPr>
          <w:trHeight w:val="387"/>
          <w:tblHeader/>
        </w:trPr>
        <w:sdt>
          <w:sdtPr>
            <w:id w:val="-534807353"/>
            <w:placeholder>
              <w:docPart w:val="A09AABC71F80454EAF84B67FB361AACE"/>
            </w:placeholder>
          </w:sdtPr>
          <w:sdtEndPr/>
          <w:sdtContent>
            <w:sdt>
              <w:sdtPr>
                <w:id w:val="-1786338172"/>
              </w:sdtPr>
              <w:sdtEndPr/>
              <w:sdtContent>
                <w:sdt>
                  <w:sdtPr>
                    <w:id w:val="1354225304"/>
                    <w:placeholder>
                      <w:docPart w:val="8AAC9A6B82A1452B92574A744C6E19C4"/>
                    </w:placeholder>
                  </w:sdtPr>
                  <w:sdtEndPr/>
                  <w:sdtContent>
                    <w:tc>
                      <w:tcPr>
                        <w:tcW w:w="9016" w:type="dxa"/>
                      </w:tcPr>
                      <w:p w14:paraId="6AE5A31C" w14:textId="493CCA36" w:rsidR="008C37B7" w:rsidRPr="00C50C41" w:rsidRDefault="00186549" w:rsidP="00186549">
                        <w:pPr>
                          <w:rPr>
                            <w:rFonts w:eastAsia="Times New Roman" w:cs="Times New Roman"/>
                          </w:rPr>
                        </w:pPr>
                        <w:r>
                          <w:rPr>
                            <w:rStyle w:val="PlaceholderText"/>
                          </w:rPr>
                          <w:t>Provide more information here</w:t>
                        </w:r>
                      </w:p>
                    </w:tc>
                  </w:sdtContent>
                </w:sdt>
              </w:sdtContent>
            </w:sdt>
          </w:sdtContent>
        </w:sdt>
      </w:tr>
    </w:tbl>
    <w:p w14:paraId="10F78A62" w14:textId="15ECE0F2" w:rsidR="008C37B7" w:rsidRPr="00C50C41" w:rsidRDefault="002F2D64" w:rsidP="008C37B7">
      <w:sdt>
        <w:sdtPr>
          <w:rPr>
            <w:b/>
          </w:rPr>
          <w:id w:val="782226469"/>
          <w14:checkbox>
            <w14:checked w14:val="0"/>
            <w14:checkedState w14:val="2612" w14:font="MS Gothic"/>
            <w14:uncheckedState w14:val="2610" w14:font="MS Gothic"/>
          </w14:checkbox>
        </w:sdtPr>
        <w:sdtEndPr/>
        <w:sdtContent>
          <w:r w:rsidR="008C37B7" w:rsidRPr="00C50C41">
            <w:rPr>
              <w:rFonts w:ascii="Segoe UI Symbol" w:hAnsi="Segoe UI Symbol" w:cs="Segoe UI Symbol"/>
              <w:b/>
            </w:rPr>
            <w:t>☐</w:t>
          </w:r>
        </w:sdtContent>
      </w:sdt>
      <w:r w:rsidR="008C37B7" w:rsidRPr="00C50C41">
        <w:t xml:space="preserve"> </w:t>
      </w:r>
      <w:r w:rsidR="00817D3B">
        <w:t>P</w:t>
      </w:r>
      <w:r w:rsidR="008C37B7">
        <w:t xml:space="preserve">rovide market intelligence to suppliers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C50C41" w14:paraId="0F25B41A" w14:textId="77777777" w:rsidTr="00087DD0">
        <w:trPr>
          <w:trHeight w:val="387"/>
          <w:tblHeader/>
        </w:trPr>
        <w:sdt>
          <w:sdtPr>
            <w:id w:val="-349648401"/>
            <w:placeholder>
              <w:docPart w:val="6021CFC3C33E488FA709AB5B69FD71FA"/>
            </w:placeholder>
          </w:sdtPr>
          <w:sdtEndPr/>
          <w:sdtContent>
            <w:sdt>
              <w:sdtPr>
                <w:id w:val="1829479626"/>
                <w:placeholder>
                  <w:docPart w:val="40D9FE2B8ED6449F8B941B5B71BFD2F4"/>
                </w:placeholder>
              </w:sdtPr>
              <w:sdtEndPr/>
              <w:sdtContent>
                <w:tc>
                  <w:tcPr>
                    <w:tcW w:w="9016" w:type="dxa"/>
                  </w:tcPr>
                  <w:p w14:paraId="03848D19" w14:textId="15C254CC" w:rsidR="008C37B7" w:rsidRPr="00C50C41" w:rsidRDefault="00186549" w:rsidP="00817D3B">
                    <w:pPr>
                      <w:rPr>
                        <w:rFonts w:eastAsia="Times New Roman" w:cs="Times New Roman"/>
                      </w:rPr>
                    </w:pPr>
                    <w:r>
                      <w:rPr>
                        <w:rStyle w:val="PlaceholderText"/>
                      </w:rPr>
                      <w:t>Provide more information here</w:t>
                    </w:r>
                  </w:p>
                </w:tc>
              </w:sdtContent>
            </w:sdt>
          </w:sdtContent>
        </w:sdt>
      </w:tr>
    </w:tbl>
    <w:p w14:paraId="347B0FE1" w14:textId="7A0ADC10" w:rsidR="008C37B7" w:rsidRPr="00C50C41" w:rsidRDefault="002F2D64" w:rsidP="008C37B7">
      <w:sdt>
        <w:sdtPr>
          <w:rPr>
            <w:b/>
          </w:rPr>
          <w:id w:val="1277216024"/>
          <w14:checkbox>
            <w14:checked w14:val="0"/>
            <w14:checkedState w14:val="2612" w14:font="MS Gothic"/>
            <w14:uncheckedState w14:val="2610" w14:font="MS Gothic"/>
          </w14:checkbox>
        </w:sdtPr>
        <w:sdtEndPr/>
        <w:sdtContent>
          <w:r w:rsidR="008C37B7" w:rsidRPr="00C50C41">
            <w:rPr>
              <w:rFonts w:ascii="Segoe UI Symbol" w:hAnsi="Segoe UI Symbol" w:cs="Segoe UI Symbol"/>
              <w:b/>
            </w:rPr>
            <w:t>☐</w:t>
          </w:r>
        </w:sdtContent>
      </w:sdt>
      <w:r w:rsidR="008C37B7" w:rsidRPr="00C50C41">
        <w:t xml:space="preserve"> </w:t>
      </w:r>
      <w:r w:rsidR="00817D3B">
        <w:t>T</w:t>
      </w:r>
      <w:r w:rsidR="008C37B7">
        <w:t>ransfer new product and process technology to suppliers</w:t>
      </w:r>
      <w:r w:rsidR="008C37B7" w:rsidRPr="00C50C41">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C50C41" w14:paraId="22CA0483" w14:textId="77777777" w:rsidTr="00087DD0">
        <w:trPr>
          <w:trHeight w:val="387"/>
          <w:tblHeader/>
        </w:trPr>
        <w:sdt>
          <w:sdtPr>
            <w:id w:val="-1579515458"/>
            <w:placeholder>
              <w:docPart w:val="A9E1F22D2E374CE7B9E6171852AEB104"/>
            </w:placeholder>
          </w:sdtPr>
          <w:sdtEndPr/>
          <w:sdtContent>
            <w:sdt>
              <w:sdtPr>
                <w:id w:val="-224445290"/>
                <w:placeholder>
                  <w:docPart w:val="7BCCFD4CB60D4EEA8F9FD6BF08065D5A"/>
                </w:placeholder>
              </w:sdtPr>
              <w:sdtEndPr/>
              <w:sdtContent>
                <w:tc>
                  <w:tcPr>
                    <w:tcW w:w="9016" w:type="dxa"/>
                  </w:tcPr>
                  <w:p w14:paraId="701CFAAF" w14:textId="4B563973" w:rsidR="008C37B7" w:rsidRPr="00C50C41" w:rsidRDefault="00186549" w:rsidP="00817D3B">
                    <w:pPr>
                      <w:rPr>
                        <w:rFonts w:eastAsia="Times New Roman" w:cs="Times New Roman"/>
                      </w:rPr>
                    </w:pPr>
                    <w:r>
                      <w:rPr>
                        <w:rStyle w:val="PlaceholderText"/>
                      </w:rPr>
                      <w:t>Provide more information here</w:t>
                    </w:r>
                  </w:p>
                </w:tc>
              </w:sdtContent>
            </w:sdt>
          </w:sdtContent>
        </w:sdt>
      </w:tr>
    </w:tbl>
    <w:p w14:paraId="3B1BCFA9" w14:textId="352664E8" w:rsidR="008C37B7" w:rsidRPr="00972A05" w:rsidRDefault="002F2D64" w:rsidP="008C37B7">
      <w:sdt>
        <w:sdtPr>
          <w:rPr>
            <w:b/>
          </w:rPr>
          <w:id w:val="-1360894408"/>
          <w14:checkbox>
            <w14:checked w14:val="0"/>
            <w14:checkedState w14:val="2612" w14:font="MS Gothic"/>
            <w14:uncheckedState w14:val="2610" w14:font="MS Gothic"/>
          </w14:checkbox>
        </w:sdtPr>
        <w:sdtEndPr/>
        <w:sdtContent>
          <w:r w:rsidR="008C37B7">
            <w:rPr>
              <w:rFonts w:ascii="MS Gothic" w:eastAsia="MS Gothic" w:hAnsi="MS Gothic" w:hint="eastAsia"/>
              <w:b/>
            </w:rPr>
            <w:t>☐</w:t>
          </w:r>
        </w:sdtContent>
      </w:sdt>
      <w:r w:rsidR="008C37B7" w:rsidRPr="00972A05">
        <w:t xml:space="preserve"> </w:t>
      </w:r>
      <w:r w:rsidR="00817D3B">
        <w:t>E</w:t>
      </w:r>
      <w:r w:rsidR="008C37B7">
        <w:t xml:space="preserve">ncourage joint ventures and alliances between suppliers </w:t>
      </w:r>
      <w:r w:rsidR="008C37B7" w:rsidRPr="00972A05">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972A05" w14:paraId="02FA5E9B" w14:textId="77777777" w:rsidTr="00087DD0">
        <w:trPr>
          <w:trHeight w:val="387"/>
          <w:tblHeader/>
        </w:trPr>
        <w:sdt>
          <w:sdtPr>
            <w:id w:val="-787503110"/>
            <w:placeholder>
              <w:docPart w:val="28149346F2614AD88642EED5581BC5F5"/>
            </w:placeholder>
          </w:sdtPr>
          <w:sdtEndPr/>
          <w:sdtContent>
            <w:sdt>
              <w:sdtPr>
                <w:id w:val="1775666617"/>
                <w:placeholder>
                  <w:docPart w:val="6E13D61AB3784933BEFF63C333049EE8"/>
                </w:placeholder>
              </w:sdtPr>
              <w:sdtEndPr/>
              <w:sdtContent>
                <w:tc>
                  <w:tcPr>
                    <w:tcW w:w="9016" w:type="dxa"/>
                  </w:tcPr>
                  <w:p w14:paraId="34FA5778" w14:textId="3063934F" w:rsidR="008C37B7" w:rsidRPr="00972A05" w:rsidRDefault="00186549" w:rsidP="00817D3B">
                    <w:pPr>
                      <w:rPr>
                        <w:rFonts w:eastAsia="Times New Roman" w:cs="Times New Roman"/>
                      </w:rPr>
                    </w:pPr>
                    <w:r>
                      <w:rPr>
                        <w:rStyle w:val="PlaceholderText"/>
                      </w:rPr>
                      <w:t>Provide more information here</w:t>
                    </w:r>
                  </w:p>
                </w:tc>
              </w:sdtContent>
            </w:sdt>
          </w:sdtContent>
        </w:sdt>
      </w:tr>
    </w:tbl>
    <w:p w14:paraId="5A0C02C6" w14:textId="39B0D91E" w:rsidR="008C37B7" w:rsidRPr="00972A05" w:rsidRDefault="002F2D64" w:rsidP="008C37B7">
      <w:sdt>
        <w:sdtPr>
          <w:rPr>
            <w:b/>
          </w:rPr>
          <w:id w:val="-1900355280"/>
          <w14:checkbox>
            <w14:checked w14:val="0"/>
            <w14:checkedState w14:val="2612" w14:font="MS Gothic"/>
            <w14:uncheckedState w14:val="2610" w14:font="MS Gothic"/>
          </w14:checkbox>
        </w:sdtPr>
        <w:sdtEndPr/>
        <w:sdtContent>
          <w:r w:rsidR="008C37B7" w:rsidRPr="00972A05">
            <w:rPr>
              <w:rFonts w:ascii="Segoe UI Symbol" w:hAnsi="Segoe UI Symbol" w:cs="Segoe UI Symbol"/>
              <w:b/>
            </w:rPr>
            <w:t>☐</w:t>
          </w:r>
        </w:sdtContent>
      </w:sdt>
      <w:r w:rsidR="008C37B7" w:rsidRPr="00972A05">
        <w:t xml:space="preserve"> </w:t>
      </w:r>
      <w:r w:rsidR="00817D3B">
        <w:t>S</w:t>
      </w:r>
      <w:r w:rsidR="008C37B7">
        <w:t>upport supplier development initiatives of industry associations or governments</w:t>
      </w:r>
      <w:r w:rsidR="008C37B7" w:rsidRPr="00972A05">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972A05" w14:paraId="5B72AC83" w14:textId="77777777" w:rsidTr="00087DD0">
        <w:trPr>
          <w:trHeight w:val="387"/>
          <w:tblHeader/>
        </w:trPr>
        <w:sdt>
          <w:sdtPr>
            <w:id w:val="1323314731"/>
            <w:placeholder>
              <w:docPart w:val="624423FACDE844169CA89FD2843A525C"/>
            </w:placeholder>
          </w:sdtPr>
          <w:sdtEndPr/>
          <w:sdtContent>
            <w:sdt>
              <w:sdtPr>
                <w:id w:val="564451379"/>
                <w:placeholder>
                  <w:docPart w:val="F660EA66A1004F31AD915A55D8C56B58"/>
                </w:placeholder>
              </w:sdtPr>
              <w:sdtEndPr/>
              <w:sdtContent>
                <w:tc>
                  <w:tcPr>
                    <w:tcW w:w="9016" w:type="dxa"/>
                  </w:tcPr>
                  <w:p w14:paraId="19D3550E" w14:textId="462A253A" w:rsidR="008C37B7" w:rsidRPr="00972A05" w:rsidRDefault="00186549" w:rsidP="00817D3B">
                    <w:pPr>
                      <w:rPr>
                        <w:rFonts w:eastAsia="Times New Roman" w:cs="Times New Roman"/>
                      </w:rPr>
                    </w:pPr>
                    <w:r>
                      <w:rPr>
                        <w:rStyle w:val="PlaceholderText"/>
                      </w:rPr>
                      <w:t>Provide more information here</w:t>
                    </w:r>
                  </w:p>
                </w:tc>
              </w:sdtContent>
            </w:sdt>
          </w:sdtContent>
        </w:sdt>
      </w:tr>
    </w:tbl>
    <w:p w14:paraId="595100CB" w14:textId="4705984A" w:rsidR="008C37B7" w:rsidRPr="00972A05" w:rsidRDefault="002F2D64" w:rsidP="008C37B7">
      <w:sdt>
        <w:sdtPr>
          <w:rPr>
            <w:b/>
          </w:rPr>
          <w:id w:val="1983039937"/>
          <w14:checkbox>
            <w14:checked w14:val="0"/>
            <w14:checkedState w14:val="2612" w14:font="MS Gothic"/>
            <w14:uncheckedState w14:val="2610" w14:font="MS Gothic"/>
          </w14:checkbox>
        </w:sdtPr>
        <w:sdtEndPr/>
        <w:sdtContent>
          <w:r w:rsidR="008C37B7" w:rsidRPr="00972A05">
            <w:rPr>
              <w:rFonts w:ascii="Segoe UI Symbol" w:hAnsi="Segoe UI Symbol" w:cs="Segoe UI Symbol"/>
              <w:b/>
            </w:rPr>
            <w:t>☐</w:t>
          </w:r>
        </w:sdtContent>
      </w:sdt>
      <w:r w:rsidR="008C37B7" w:rsidRPr="00972A05">
        <w:t xml:space="preserve"> </w:t>
      </w:r>
      <w:r w:rsidR="00817D3B">
        <w:t>O</w:t>
      </w:r>
      <w:r w:rsidR="008C37B7">
        <w:t>ther</w:t>
      </w:r>
      <w:r w:rsidR="008C37B7" w:rsidRPr="00972A05">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972A05" w14:paraId="5686BC93" w14:textId="77777777" w:rsidTr="00087DD0">
        <w:trPr>
          <w:trHeight w:val="387"/>
          <w:tblHeader/>
        </w:trPr>
        <w:sdt>
          <w:sdtPr>
            <w:id w:val="1377810883"/>
            <w:placeholder>
              <w:docPart w:val="4F7D6F87EB7F48BF92604833DE386F77"/>
            </w:placeholder>
          </w:sdtPr>
          <w:sdtEndPr/>
          <w:sdtContent>
            <w:sdt>
              <w:sdtPr>
                <w:id w:val="-552459097"/>
                <w:placeholder>
                  <w:docPart w:val="6C2861443B77448189E094DD64988418"/>
                </w:placeholder>
              </w:sdtPr>
              <w:sdtEndPr/>
              <w:sdtContent>
                <w:tc>
                  <w:tcPr>
                    <w:tcW w:w="9242" w:type="dxa"/>
                  </w:tcPr>
                  <w:p w14:paraId="13985878" w14:textId="39251F8A" w:rsidR="008C37B7" w:rsidRPr="00972A05" w:rsidRDefault="00186549" w:rsidP="00817D3B">
                    <w:pPr>
                      <w:rPr>
                        <w:rFonts w:eastAsia="Times New Roman" w:cs="Times New Roman"/>
                      </w:rPr>
                    </w:pPr>
                    <w:r>
                      <w:rPr>
                        <w:rStyle w:val="PlaceholderText"/>
                      </w:rPr>
                      <w:t>Provide more information here</w:t>
                    </w:r>
                  </w:p>
                </w:tc>
              </w:sdtContent>
            </w:sdt>
          </w:sdtContent>
        </w:sdt>
      </w:tr>
    </w:tbl>
    <w:p w14:paraId="6CBD09FD" w14:textId="77777777" w:rsidR="008C37B7" w:rsidRPr="00E00A6C" w:rsidRDefault="008C37B7" w:rsidP="00D0596A">
      <w:pPr>
        <w:rPr>
          <w:rStyle w:val="Emphasis"/>
        </w:rPr>
      </w:pPr>
    </w:p>
    <w:p w14:paraId="24B7FF19" w14:textId="6E73B0E0" w:rsidR="00D0596A" w:rsidRPr="00F07286" w:rsidRDefault="008C37B7" w:rsidP="00D90380">
      <w:pPr>
        <w:pStyle w:val="StrongNumbered"/>
        <w:ind w:hanging="502"/>
      </w:pPr>
      <w:r>
        <w:t>Select and d</w:t>
      </w:r>
      <w:r w:rsidR="00D0596A" w:rsidRPr="00F07286">
        <w:t>escribe</w:t>
      </w:r>
      <w:r>
        <w:t xml:space="preserve"> the actions</w:t>
      </w:r>
      <w:r w:rsidR="00D0596A" w:rsidRPr="00F07286">
        <w:t xml:space="preserve"> you will</w:t>
      </w:r>
      <w:r>
        <w:t xml:space="preserve"> take to</w:t>
      </w:r>
      <w:r w:rsidR="00D0596A" w:rsidRPr="00F07286">
        <w:t xml:space="preserve"> encourage </w:t>
      </w:r>
      <w:r w:rsidR="00D03E0B">
        <w:t xml:space="preserve">and facilitate </w:t>
      </w:r>
      <w:r w:rsidR="00D0596A" w:rsidRPr="00F07286">
        <w:t>the integration of Australian entities into global supply chains</w:t>
      </w:r>
      <w:r w:rsidR="00186549">
        <w:t>.</w:t>
      </w:r>
    </w:p>
    <w:p w14:paraId="6755706B" w14:textId="77777777" w:rsidR="00186549" w:rsidRDefault="00D0596A" w:rsidP="008C37B7">
      <w:pPr>
        <w:rPr>
          <w:rStyle w:val="Emphasis"/>
        </w:rPr>
      </w:pPr>
      <w:r w:rsidRPr="00E00A6C">
        <w:rPr>
          <w:rStyle w:val="Emphasis"/>
        </w:rPr>
        <w:t>If you, any other operator</w:t>
      </w:r>
      <w:r w:rsidR="00B873CA">
        <w:rPr>
          <w:rStyle w:val="Emphasis"/>
        </w:rPr>
        <w:t xml:space="preserve"> </w:t>
      </w:r>
      <w:r w:rsidR="00625C33">
        <w:rPr>
          <w:rStyle w:val="Emphasis"/>
        </w:rPr>
        <w:t>or your procurement entities</w:t>
      </w:r>
      <w:r w:rsidRPr="00E00A6C">
        <w:rPr>
          <w:rStyle w:val="Emphasis"/>
        </w:rPr>
        <w:t xml:space="preserve"> have a global supply chain, </w:t>
      </w:r>
      <w:r w:rsidR="00625C33">
        <w:rPr>
          <w:rStyle w:val="Emphasis"/>
        </w:rPr>
        <w:t xml:space="preserve">describe </w:t>
      </w:r>
      <w:r w:rsidRPr="00E00A6C">
        <w:rPr>
          <w:rStyle w:val="Emphasis"/>
        </w:rPr>
        <w:t xml:space="preserve">how you will encourage </w:t>
      </w:r>
      <w:r w:rsidR="00625C33">
        <w:rPr>
          <w:rStyle w:val="Emphasis"/>
        </w:rPr>
        <w:t xml:space="preserve">and facilitate </w:t>
      </w:r>
      <w:r w:rsidRPr="00E00A6C">
        <w:rPr>
          <w:rStyle w:val="Emphasis"/>
        </w:rPr>
        <w:t>Australian entities supplying key goods and services for the initial operations of the facility to integrate into global supply chain</w:t>
      </w:r>
      <w:r w:rsidR="00625C33">
        <w:rPr>
          <w:rStyle w:val="Emphasis"/>
        </w:rPr>
        <w:t>s</w:t>
      </w:r>
      <w:r w:rsidRPr="00E00A6C">
        <w:rPr>
          <w:rStyle w:val="Emphasis"/>
        </w:rPr>
        <w:t>.</w:t>
      </w:r>
    </w:p>
    <w:p w14:paraId="572CBF90" w14:textId="53C69A34" w:rsidR="008C37B7" w:rsidRPr="002C3B24" w:rsidRDefault="002F2D64" w:rsidP="008C37B7">
      <w:sdt>
        <w:sdtPr>
          <w:rPr>
            <w:b/>
          </w:rPr>
          <w:id w:val="-1292670939"/>
          <w14:checkbox>
            <w14:checked w14:val="0"/>
            <w14:checkedState w14:val="2612" w14:font="MS Gothic"/>
            <w14:uncheckedState w14:val="2610" w14:font="MS Gothic"/>
          </w14:checkbox>
        </w:sdtPr>
        <w:sdtEndPr/>
        <w:sdtContent>
          <w:r w:rsidR="008C37B7" w:rsidRPr="002C3B24">
            <w:rPr>
              <w:rFonts w:ascii="Segoe UI Symbol" w:hAnsi="Segoe UI Symbol" w:cs="Segoe UI Symbol"/>
              <w:b/>
            </w:rPr>
            <w:t>☐</w:t>
          </w:r>
        </w:sdtContent>
      </w:sdt>
      <w:r w:rsidR="008C37B7" w:rsidRPr="002C3B24">
        <w:t xml:space="preserve"> </w:t>
      </w:r>
      <w:r w:rsidR="00817D3B">
        <w:t>I</w:t>
      </w:r>
      <w:r w:rsidR="008C37B7">
        <w:t>ntroduce</w:t>
      </w:r>
      <w:r w:rsidR="008C37B7" w:rsidRPr="002C3B24">
        <w:t xml:space="preserve"> suppliers </w:t>
      </w:r>
      <w:r w:rsidR="008C37B7">
        <w:t>to global supply chain partners</w:t>
      </w:r>
      <w:r w:rsidR="008C37B7" w:rsidRPr="002C3B24">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2C3B24" w14:paraId="12F5E9D6" w14:textId="77777777" w:rsidTr="00087DD0">
        <w:trPr>
          <w:trHeight w:val="387"/>
          <w:tblHeader/>
        </w:trPr>
        <w:sdt>
          <w:sdtPr>
            <w:id w:val="-1469974672"/>
            <w:placeholder>
              <w:docPart w:val="BF188DD14E924C7DA1674F4B946C40C4"/>
            </w:placeholder>
          </w:sdtPr>
          <w:sdtEndPr/>
          <w:sdtContent>
            <w:sdt>
              <w:sdtPr>
                <w:id w:val="-2045056214"/>
                <w:placeholder>
                  <w:docPart w:val="023C9DA39DBD40B495EB0DA689A5B593"/>
                </w:placeholder>
              </w:sdtPr>
              <w:sdtEndPr/>
              <w:sdtContent>
                <w:tc>
                  <w:tcPr>
                    <w:tcW w:w="9016" w:type="dxa"/>
                  </w:tcPr>
                  <w:p w14:paraId="6ABDEB39" w14:textId="06144B78" w:rsidR="008C37B7" w:rsidRPr="002C3B24" w:rsidRDefault="00186549" w:rsidP="00817D3B">
                    <w:pPr>
                      <w:rPr>
                        <w:rFonts w:eastAsia="Times New Roman" w:cs="Times New Roman"/>
                      </w:rPr>
                    </w:pPr>
                    <w:r>
                      <w:rPr>
                        <w:rStyle w:val="PlaceholderText"/>
                      </w:rPr>
                      <w:t>Provide more information here</w:t>
                    </w:r>
                  </w:p>
                </w:tc>
              </w:sdtContent>
            </w:sdt>
          </w:sdtContent>
        </w:sdt>
      </w:tr>
    </w:tbl>
    <w:p w14:paraId="7F188171" w14:textId="2B168491" w:rsidR="008C37B7" w:rsidRPr="002C3B24" w:rsidRDefault="002F2D64" w:rsidP="008C37B7">
      <w:sdt>
        <w:sdtPr>
          <w:rPr>
            <w:b/>
          </w:rPr>
          <w:id w:val="-16617497"/>
          <w14:checkbox>
            <w14:checked w14:val="0"/>
            <w14:checkedState w14:val="2612" w14:font="MS Gothic"/>
            <w14:uncheckedState w14:val="2610" w14:font="MS Gothic"/>
          </w14:checkbox>
        </w:sdtPr>
        <w:sdtEndPr/>
        <w:sdtContent>
          <w:r w:rsidR="008C37B7" w:rsidRPr="002C3B24">
            <w:rPr>
              <w:rFonts w:ascii="Segoe UI Symbol" w:hAnsi="Segoe UI Symbol" w:cs="Segoe UI Symbol"/>
              <w:b/>
            </w:rPr>
            <w:t>☐</w:t>
          </w:r>
        </w:sdtContent>
      </w:sdt>
      <w:r w:rsidR="008C37B7" w:rsidRPr="002C3B24">
        <w:t xml:space="preserve"> </w:t>
      </w:r>
      <w:r w:rsidR="00817D3B">
        <w:t>S</w:t>
      </w:r>
      <w:r w:rsidR="008C37B7">
        <w:t>upport suppliers to register with global supplier databases</w:t>
      </w:r>
      <w:r w:rsidR="008C37B7" w:rsidRPr="002C3B24">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2C3B24" w14:paraId="077784F4" w14:textId="77777777" w:rsidTr="00087DD0">
        <w:trPr>
          <w:trHeight w:val="387"/>
          <w:tblHeader/>
        </w:trPr>
        <w:sdt>
          <w:sdtPr>
            <w:id w:val="981113854"/>
            <w:placeholder>
              <w:docPart w:val="C928C116C0EF491384C3B39EE8A20028"/>
            </w:placeholder>
          </w:sdtPr>
          <w:sdtEndPr/>
          <w:sdtContent>
            <w:sdt>
              <w:sdtPr>
                <w:id w:val="1685093059"/>
                <w:placeholder>
                  <w:docPart w:val="795F4C50AC5B4BB185978AB2AF9CE68F"/>
                </w:placeholder>
              </w:sdtPr>
              <w:sdtEndPr/>
              <w:sdtContent>
                <w:tc>
                  <w:tcPr>
                    <w:tcW w:w="9016" w:type="dxa"/>
                  </w:tcPr>
                  <w:p w14:paraId="6A2ACFEC" w14:textId="6F4AC41B" w:rsidR="008C37B7" w:rsidRPr="002C3B24" w:rsidRDefault="00186549" w:rsidP="00817D3B">
                    <w:pPr>
                      <w:rPr>
                        <w:rFonts w:eastAsia="Times New Roman" w:cs="Times New Roman"/>
                      </w:rPr>
                    </w:pPr>
                    <w:r>
                      <w:rPr>
                        <w:rStyle w:val="PlaceholderText"/>
                      </w:rPr>
                      <w:t>Provide more information here</w:t>
                    </w:r>
                  </w:p>
                </w:tc>
              </w:sdtContent>
            </w:sdt>
          </w:sdtContent>
        </w:sdt>
      </w:tr>
    </w:tbl>
    <w:p w14:paraId="0F342D8E" w14:textId="088AD2DC" w:rsidR="008C37B7" w:rsidRPr="002C3B24" w:rsidRDefault="002F2D64" w:rsidP="008C37B7">
      <w:sdt>
        <w:sdtPr>
          <w:rPr>
            <w:b/>
          </w:rPr>
          <w:id w:val="-809163187"/>
          <w14:checkbox>
            <w14:checked w14:val="0"/>
            <w14:checkedState w14:val="2612" w14:font="MS Gothic"/>
            <w14:uncheckedState w14:val="2610" w14:font="MS Gothic"/>
          </w14:checkbox>
        </w:sdtPr>
        <w:sdtEndPr/>
        <w:sdtContent>
          <w:r w:rsidR="008C37B7" w:rsidRPr="002C3B24">
            <w:rPr>
              <w:rFonts w:ascii="Segoe UI Symbol" w:hAnsi="Segoe UI Symbol" w:cs="Segoe UI Symbol"/>
              <w:b/>
            </w:rPr>
            <w:t>☐</w:t>
          </w:r>
        </w:sdtContent>
      </w:sdt>
      <w:r w:rsidR="008C37B7" w:rsidRPr="002C3B24">
        <w:t xml:space="preserve"> </w:t>
      </w:r>
      <w:r w:rsidR="00817D3B">
        <w:t>F</w:t>
      </w:r>
      <w:r w:rsidR="008C37B7">
        <w:t>acilitate strategic partnering and joint ventures between Australian suppliers and global suppliers</w:t>
      </w:r>
    </w:p>
    <w:tbl>
      <w:tblPr>
        <w:tblStyle w:val="TableGrid"/>
        <w:tblW w:w="0" w:type="auto"/>
        <w:tblLook w:val="04A0" w:firstRow="1" w:lastRow="0" w:firstColumn="1" w:lastColumn="0" w:noHBand="0" w:noVBand="1"/>
        <w:tblDescription w:val="Procurement entity website strategies"/>
      </w:tblPr>
      <w:tblGrid>
        <w:gridCol w:w="9016"/>
      </w:tblGrid>
      <w:tr w:rsidR="008C37B7" w:rsidRPr="002C3B24" w14:paraId="0ADC6FD9" w14:textId="77777777" w:rsidTr="00087DD0">
        <w:trPr>
          <w:trHeight w:val="387"/>
          <w:tblHeader/>
        </w:trPr>
        <w:sdt>
          <w:sdtPr>
            <w:id w:val="-1706176315"/>
            <w:placeholder>
              <w:docPart w:val="9395F05C309A46E2B276ACF368291F38"/>
            </w:placeholder>
          </w:sdtPr>
          <w:sdtEndPr/>
          <w:sdtContent>
            <w:sdt>
              <w:sdtPr>
                <w:id w:val="1314979819"/>
                <w:placeholder>
                  <w:docPart w:val="B6C99F61064A4E65A7F83D563AA154D3"/>
                </w:placeholder>
              </w:sdtPr>
              <w:sdtEndPr/>
              <w:sdtContent>
                <w:tc>
                  <w:tcPr>
                    <w:tcW w:w="9016" w:type="dxa"/>
                  </w:tcPr>
                  <w:p w14:paraId="5FC45ACE" w14:textId="1F380211" w:rsidR="008C37B7" w:rsidRPr="002C3B24" w:rsidRDefault="00186549" w:rsidP="00817D3B">
                    <w:pPr>
                      <w:rPr>
                        <w:rFonts w:eastAsia="Times New Roman" w:cs="Times New Roman"/>
                      </w:rPr>
                    </w:pPr>
                    <w:r>
                      <w:rPr>
                        <w:rStyle w:val="PlaceholderText"/>
                      </w:rPr>
                      <w:t>Provide more information here</w:t>
                    </w:r>
                  </w:p>
                </w:tc>
              </w:sdtContent>
            </w:sdt>
          </w:sdtContent>
        </w:sdt>
      </w:tr>
    </w:tbl>
    <w:p w14:paraId="45BB9799" w14:textId="236B8CBA" w:rsidR="008C37B7" w:rsidRPr="002C3B24" w:rsidRDefault="002F2D64" w:rsidP="008C37B7">
      <w:sdt>
        <w:sdtPr>
          <w:rPr>
            <w:b/>
          </w:rPr>
          <w:id w:val="-2073489770"/>
          <w14:checkbox>
            <w14:checked w14:val="0"/>
            <w14:checkedState w14:val="2612" w14:font="MS Gothic"/>
            <w14:uncheckedState w14:val="2610" w14:font="MS Gothic"/>
          </w14:checkbox>
        </w:sdtPr>
        <w:sdtEndPr/>
        <w:sdtContent>
          <w:r w:rsidR="008C37B7" w:rsidRPr="002C3B24">
            <w:rPr>
              <w:rFonts w:ascii="Segoe UI Symbol" w:hAnsi="Segoe UI Symbol" w:cs="Segoe UI Symbol"/>
              <w:b/>
            </w:rPr>
            <w:t>☐</w:t>
          </w:r>
        </w:sdtContent>
      </w:sdt>
      <w:r w:rsidR="008C37B7" w:rsidRPr="002C3B24">
        <w:t xml:space="preserve"> </w:t>
      </w:r>
      <w:r w:rsidR="00817D3B">
        <w:t>R</w:t>
      </w:r>
      <w:r w:rsidR="008C37B7">
        <w:t>ecommend suppliers undertake export readiness training or international accreditation</w:t>
      </w:r>
    </w:p>
    <w:tbl>
      <w:tblPr>
        <w:tblStyle w:val="TableGrid"/>
        <w:tblW w:w="0" w:type="auto"/>
        <w:tblLook w:val="04A0" w:firstRow="1" w:lastRow="0" w:firstColumn="1" w:lastColumn="0" w:noHBand="0" w:noVBand="1"/>
        <w:tblDescription w:val="Procurement entity website strategies"/>
      </w:tblPr>
      <w:tblGrid>
        <w:gridCol w:w="9016"/>
      </w:tblGrid>
      <w:tr w:rsidR="008C37B7" w:rsidRPr="002C3B24" w14:paraId="2BFB16F9" w14:textId="77777777" w:rsidTr="00087DD0">
        <w:trPr>
          <w:trHeight w:val="387"/>
          <w:tblHeader/>
        </w:trPr>
        <w:sdt>
          <w:sdtPr>
            <w:id w:val="-896968887"/>
            <w:placeholder>
              <w:docPart w:val="D9E4FCD6E77C413D881C8965E3126DBF"/>
            </w:placeholder>
          </w:sdtPr>
          <w:sdtEndPr/>
          <w:sdtContent>
            <w:sdt>
              <w:sdtPr>
                <w:id w:val="153967250"/>
                <w:placeholder>
                  <w:docPart w:val="9AC1BB9ACA704F5DB9F6CB9994163A48"/>
                </w:placeholder>
              </w:sdtPr>
              <w:sdtEndPr/>
              <w:sdtContent>
                <w:tc>
                  <w:tcPr>
                    <w:tcW w:w="9016" w:type="dxa"/>
                  </w:tcPr>
                  <w:p w14:paraId="48B39229" w14:textId="6EA00DAA" w:rsidR="008C37B7" w:rsidRPr="002C3B24" w:rsidRDefault="00186549" w:rsidP="00817D3B">
                    <w:pPr>
                      <w:rPr>
                        <w:rFonts w:eastAsia="Times New Roman" w:cs="Times New Roman"/>
                      </w:rPr>
                    </w:pPr>
                    <w:r>
                      <w:rPr>
                        <w:rStyle w:val="PlaceholderText"/>
                      </w:rPr>
                      <w:t>Provide more information here</w:t>
                    </w:r>
                  </w:p>
                </w:tc>
              </w:sdtContent>
            </w:sdt>
          </w:sdtContent>
        </w:sdt>
      </w:tr>
    </w:tbl>
    <w:p w14:paraId="5AAD0D65" w14:textId="77F147C6" w:rsidR="008C37B7" w:rsidRPr="002C3B24" w:rsidRDefault="002F2D64" w:rsidP="008C37B7">
      <w:sdt>
        <w:sdtPr>
          <w:rPr>
            <w:b/>
          </w:rPr>
          <w:id w:val="-272176162"/>
          <w14:checkbox>
            <w14:checked w14:val="0"/>
            <w14:checkedState w14:val="2612" w14:font="MS Gothic"/>
            <w14:uncheckedState w14:val="2610" w14:font="MS Gothic"/>
          </w14:checkbox>
        </w:sdtPr>
        <w:sdtEndPr/>
        <w:sdtContent>
          <w:r w:rsidR="008C37B7" w:rsidRPr="002C3B24">
            <w:rPr>
              <w:rFonts w:ascii="Segoe UI Symbol" w:hAnsi="Segoe UI Symbol" w:cs="Segoe UI Symbol"/>
              <w:b/>
            </w:rPr>
            <w:t>☐</w:t>
          </w:r>
        </w:sdtContent>
      </w:sdt>
      <w:r w:rsidR="00817D3B">
        <w:t xml:space="preserve"> S</w:t>
      </w:r>
      <w:r w:rsidR="008C37B7" w:rsidRPr="002C3B24">
        <w:t xml:space="preserve">upport supplier </w:t>
      </w:r>
      <w:r w:rsidR="008C37B7">
        <w:t>export and global integration</w:t>
      </w:r>
      <w:r w:rsidR="008C37B7" w:rsidRPr="002C3B24">
        <w:t xml:space="preserve"> initiatives of industry associations or governments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2C3B24" w14:paraId="467ECDCC" w14:textId="77777777" w:rsidTr="00087DD0">
        <w:trPr>
          <w:trHeight w:val="387"/>
          <w:tblHeader/>
        </w:trPr>
        <w:sdt>
          <w:sdtPr>
            <w:id w:val="2032911914"/>
            <w:placeholder>
              <w:docPart w:val="62DC35DA80534E569B1BF5C5695204EC"/>
            </w:placeholder>
          </w:sdtPr>
          <w:sdtEndPr/>
          <w:sdtContent>
            <w:sdt>
              <w:sdtPr>
                <w:id w:val="-1217122257"/>
                <w:placeholder>
                  <w:docPart w:val="AC8E6CD60C4E4A068F9B695F1C8300FA"/>
                </w:placeholder>
              </w:sdtPr>
              <w:sdtEndPr/>
              <w:sdtContent>
                <w:tc>
                  <w:tcPr>
                    <w:tcW w:w="9016" w:type="dxa"/>
                  </w:tcPr>
                  <w:p w14:paraId="3BE7CBB6" w14:textId="5DF66BE4" w:rsidR="008C37B7" w:rsidRPr="002C3B24" w:rsidRDefault="00186549" w:rsidP="00817D3B">
                    <w:pPr>
                      <w:rPr>
                        <w:rFonts w:eastAsia="Times New Roman" w:cs="Times New Roman"/>
                      </w:rPr>
                    </w:pPr>
                    <w:r>
                      <w:rPr>
                        <w:rStyle w:val="PlaceholderText"/>
                      </w:rPr>
                      <w:t>Provide more information here</w:t>
                    </w:r>
                  </w:p>
                </w:tc>
              </w:sdtContent>
            </w:sdt>
          </w:sdtContent>
        </w:sdt>
      </w:tr>
    </w:tbl>
    <w:p w14:paraId="09A9EC4C" w14:textId="1221F147" w:rsidR="008C37B7" w:rsidRPr="002C3B24" w:rsidRDefault="002F2D64" w:rsidP="008C37B7">
      <w:sdt>
        <w:sdtPr>
          <w:rPr>
            <w:b/>
          </w:rPr>
          <w:id w:val="-1728139515"/>
          <w14:checkbox>
            <w14:checked w14:val="0"/>
            <w14:checkedState w14:val="2612" w14:font="MS Gothic"/>
            <w14:uncheckedState w14:val="2610" w14:font="MS Gothic"/>
          </w14:checkbox>
        </w:sdtPr>
        <w:sdtEndPr/>
        <w:sdtContent>
          <w:r w:rsidR="008C37B7" w:rsidRPr="002C3B24">
            <w:rPr>
              <w:rFonts w:ascii="Segoe UI Symbol" w:hAnsi="Segoe UI Symbol" w:cs="Segoe UI Symbol"/>
              <w:b/>
            </w:rPr>
            <w:t>☐</w:t>
          </w:r>
        </w:sdtContent>
      </w:sdt>
      <w:r w:rsidR="008C37B7" w:rsidRPr="002C3B24">
        <w:t xml:space="preserve"> </w:t>
      </w:r>
      <w:r w:rsidR="00817D3B">
        <w:t>P</w:t>
      </w:r>
      <w:r w:rsidR="008C37B7">
        <w:t>rovide references for</w:t>
      </w:r>
      <w:r w:rsidR="0088164D">
        <w:t xml:space="preserve"> high performing</w:t>
      </w:r>
      <w:r w:rsidR="008C37B7">
        <w:t xml:space="preserve"> suppliers</w:t>
      </w:r>
      <w:r w:rsidR="008C37B7" w:rsidRPr="002C3B24">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2C3B24" w14:paraId="21823FF4" w14:textId="77777777" w:rsidTr="00087DD0">
        <w:trPr>
          <w:trHeight w:val="387"/>
          <w:tblHeader/>
        </w:trPr>
        <w:sdt>
          <w:sdtPr>
            <w:id w:val="-949544317"/>
            <w:placeholder>
              <w:docPart w:val="5CD469BBB20E4160B18A1A4065D5F2A4"/>
            </w:placeholder>
          </w:sdtPr>
          <w:sdtEndPr/>
          <w:sdtContent>
            <w:sdt>
              <w:sdtPr>
                <w:id w:val="919221807"/>
                <w:placeholder>
                  <w:docPart w:val="56BAC603008E47D2A68BFCB11F8038D3"/>
                </w:placeholder>
              </w:sdtPr>
              <w:sdtEndPr/>
              <w:sdtContent>
                <w:tc>
                  <w:tcPr>
                    <w:tcW w:w="9016" w:type="dxa"/>
                  </w:tcPr>
                  <w:p w14:paraId="56DAC346" w14:textId="77D80C33" w:rsidR="008C37B7" w:rsidRPr="002C3B24" w:rsidRDefault="00186549" w:rsidP="00817D3B">
                    <w:pPr>
                      <w:rPr>
                        <w:rFonts w:eastAsia="Times New Roman" w:cs="Times New Roman"/>
                      </w:rPr>
                    </w:pPr>
                    <w:r>
                      <w:rPr>
                        <w:rStyle w:val="PlaceholderText"/>
                      </w:rPr>
                      <w:t>Provide more information here</w:t>
                    </w:r>
                  </w:p>
                </w:tc>
              </w:sdtContent>
            </w:sdt>
          </w:sdtContent>
        </w:sdt>
      </w:tr>
    </w:tbl>
    <w:p w14:paraId="1CDC4038" w14:textId="03F7FDC7" w:rsidR="008C37B7" w:rsidRPr="00197C2C" w:rsidRDefault="002F2D64" w:rsidP="008C37B7">
      <w:sdt>
        <w:sdtPr>
          <w:rPr>
            <w:b/>
          </w:rPr>
          <w:id w:val="1921911719"/>
          <w14:checkbox>
            <w14:checked w14:val="0"/>
            <w14:checkedState w14:val="2612" w14:font="MS Gothic"/>
            <w14:uncheckedState w14:val="2610" w14:font="MS Gothic"/>
          </w14:checkbox>
        </w:sdtPr>
        <w:sdtEndPr/>
        <w:sdtContent>
          <w:r w:rsidR="008C37B7" w:rsidRPr="00197C2C">
            <w:rPr>
              <w:rFonts w:ascii="Segoe UI Symbol" w:hAnsi="Segoe UI Symbol" w:cs="Segoe UI Symbol"/>
              <w:b/>
            </w:rPr>
            <w:t>☐</w:t>
          </w:r>
        </w:sdtContent>
      </w:sdt>
      <w:r w:rsidR="008C37B7" w:rsidRPr="00197C2C">
        <w:t xml:space="preserve"> </w:t>
      </w:r>
      <w:r w:rsidR="00817D3B">
        <w:t>O</w:t>
      </w:r>
      <w:r w:rsidR="008C37B7">
        <w:t>ther</w:t>
      </w:r>
      <w:r w:rsidR="008C37B7" w:rsidRPr="00197C2C">
        <w:t xml:space="preserve"> </w:t>
      </w:r>
    </w:p>
    <w:tbl>
      <w:tblPr>
        <w:tblStyle w:val="TableGrid"/>
        <w:tblW w:w="0" w:type="auto"/>
        <w:tblLook w:val="04A0" w:firstRow="1" w:lastRow="0" w:firstColumn="1" w:lastColumn="0" w:noHBand="0" w:noVBand="1"/>
        <w:tblDescription w:val="Procurement entity website strategies"/>
      </w:tblPr>
      <w:tblGrid>
        <w:gridCol w:w="9016"/>
      </w:tblGrid>
      <w:tr w:rsidR="008C37B7" w:rsidRPr="00197C2C" w14:paraId="1B16FACE" w14:textId="77777777" w:rsidTr="00087DD0">
        <w:trPr>
          <w:trHeight w:val="387"/>
          <w:tblHeader/>
        </w:trPr>
        <w:sdt>
          <w:sdtPr>
            <w:id w:val="1144777718"/>
            <w:placeholder>
              <w:docPart w:val="C0FA656CF9204E4489E476A749A23233"/>
            </w:placeholder>
          </w:sdtPr>
          <w:sdtEndPr/>
          <w:sdtContent>
            <w:sdt>
              <w:sdtPr>
                <w:id w:val="1752232960"/>
                <w:placeholder>
                  <w:docPart w:val="D9AB935ECD1F46AD979C812C9FC99CB6"/>
                </w:placeholder>
              </w:sdtPr>
              <w:sdtEndPr/>
              <w:sdtContent>
                <w:tc>
                  <w:tcPr>
                    <w:tcW w:w="9242" w:type="dxa"/>
                  </w:tcPr>
                  <w:p w14:paraId="4898703F" w14:textId="02BFCD43" w:rsidR="008C37B7" w:rsidRPr="00197C2C" w:rsidRDefault="00186549" w:rsidP="00817D3B">
                    <w:pPr>
                      <w:rPr>
                        <w:rFonts w:eastAsia="Times New Roman" w:cs="Times New Roman"/>
                      </w:rPr>
                    </w:pPr>
                    <w:r>
                      <w:rPr>
                        <w:rStyle w:val="PlaceholderText"/>
                      </w:rPr>
                      <w:t>Provide more information here</w:t>
                    </w:r>
                  </w:p>
                </w:tc>
              </w:sdtContent>
            </w:sdt>
          </w:sdtContent>
        </w:sdt>
      </w:tr>
    </w:tbl>
    <w:p w14:paraId="77C890F1" w14:textId="77777777" w:rsidR="008C37B7" w:rsidRPr="00E00A6C" w:rsidRDefault="008C37B7" w:rsidP="00D0596A">
      <w:pPr>
        <w:rPr>
          <w:rStyle w:val="Emphasis"/>
        </w:rPr>
      </w:pPr>
    </w:p>
    <w:p w14:paraId="081DAAD8" w14:textId="090F5975" w:rsidR="00D0596A" w:rsidRPr="00F07286" w:rsidRDefault="001C562B" w:rsidP="001600FC">
      <w:pPr>
        <w:pStyle w:val="StrongNumbered"/>
        <w:ind w:hanging="502"/>
      </w:pPr>
      <w:r>
        <w:t>D</w:t>
      </w:r>
      <w:r w:rsidR="00D0596A" w:rsidRPr="00F07286">
        <w:t>escribe how you will ensure that feedback</w:t>
      </w:r>
      <w:r w:rsidR="004E715D">
        <w:t>, including on any relevant training, skills, capability and capacity development,</w:t>
      </w:r>
      <w:r w:rsidR="00D0596A" w:rsidRPr="00F07286">
        <w:t xml:space="preserve"> will be provided by procurement entities to Australian entities unsuccessful in their bid</w:t>
      </w:r>
      <w:r w:rsidR="008C37B7">
        <w:t>s</w:t>
      </w:r>
      <w:r w:rsidR="00D0596A" w:rsidRPr="00F07286">
        <w:t xml:space="preserve"> to supply key goods and services for the initial operations of the facility.</w:t>
      </w:r>
    </w:p>
    <w:p w14:paraId="752FDCDC" w14:textId="3F3311B6" w:rsidR="00D0596A" w:rsidRPr="00E00A6C" w:rsidRDefault="00625C33" w:rsidP="00D0596A">
      <w:pPr>
        <w:rPr>
          <w:rStyle w:val="Emphasis"/>
        </w:rPr>
      </w:pPr>
      <w:r>
        <w:rPr>
          <w:rStyle w:val="Emphasis"/>
        </w:rPr>
        <w:t>S</w:t>
      </w:r>
      <w:r w:rsidR="00D0596A" w:rsidRPr="00E00A6C">
        <w:rPr>
          <w:rStyle w:val="Emphasis"/>
        </w:rPr>
        <w:t>pecify the type of feedback to be provided, the method of delivery and the intended outcomes.</w:t>
      </w:r>
      <w:r w:rsidR="004E715D">
        <w:rPr>
          <w:rStyle w:val="Emphasis"/>
        </w:rPr>
        <w:t xml:space="preserve"> Feedback provided must include recommendations of relevant training and skills, capability and capacity development activities.</w:t>
      </w:r>
      <w:r w:rsidR="00D0596A" w:rsidRPr="00E00A6C">
        <w:rPr>
          <w:rStyle w:val="Emphasis"/>
        </w:rPr>
        <w:t xml:space="preserve"> Where you are acting as the procurement entity detail how you will achieve this objective.</w:t>
      </w:r>
    </w:p>
    <w:tbl>
      <w:tblPr>
        <w:tblStyle w:val="TableGrid"/>
        <w:tblW w:w="0" w:type="auto"/>
        <w:tblLook w:val="04A0" w:firstRow="1" w:lastRow="0" w:firstColumn="1" w:lastColumn="0" w:noHBand="0" w:noVBand="1"/>
        <w:tblDescription w:val="Strategies to ensure procurement entities provide feedback to unsuccessful Australian entities"/>
      </w:tblPr>
      <w:tblGrid>
        <w:gridCol w:w="9016"/>
      </w:tblGrid>
      <w:tr w:rsidR="00D0596A" w:rsidRPr="00F07286" w14:paraId="4624D8F2" w14:textId="77777777" w:rsidTr="00E00A6C">
        <w:trPr>
          <w:tblHeader/>
        </w:trPr>
        <w:sdt>
          <w:sdtPr>
            <w:id w:val="1867557440"/>
            <w:showingPlcHdr/>
          </w:sdtPr>
          <w:sdtEndPr/>
          <w:sdtContent>
            <w:tc>
              <w:tcPr>
                <w:tcW w:w="9242" w:type="dxa"/>
              </w:tcPr>
              <w:p w14:paraId="4838CD32" w14:textId="77777777" w:rsidR="00D0596A" w:rsidRPr="00F07286" w:rsidRDefault="00411C95" w:rsidP="00D0596A">
                <w:r>
                  <w:rPr>
                    <w:rStyle w:val="PlaceholderText"/>
                  </w:rPr>
                  <w:t>Enter response here</w:t>
                </w:r>
              </w:p>
            </w:tc>
          </w:sdtContent>
        </w:sdt>
      </w:tr>
    </w:tbl>
    <w:p w14:paraId="0EA39754" w14:textId="77777777" w:rsidR="00D0596A" w:rsidRPr="00F07286" w:rsidRDefault="00D0596A" w:rsidP="00D0596A"/>
    <w:p w14:paraId="34F13C12" w14:textId="77777777" w:rsidR="00D0596A" w:rsidRPr="00F07286" w:rsidRDefault="00D0596A" w:rsidP="00D0596A">
      <w:r w:rsidRPr="00F07286">
        <w:br w:type="page"/>
      </w:r>
    </w:p>
    <w:p w14:paraId="259A4E1D" w14:textId="77777777" w:rsidR="00D0596A" w:rsidRPr="00F07286" w:rsidRDefault="00D0596A" w:rsidP="00DE24BF">
      <w:pPr>
        <w:pStyle w:val="Heading3"/>
      </w:pPr>
      <w:r w:rsidRPr="00F07286">
        <w:lastRenderedPageBreak/>
        <w:t>C.7</w:t>
      </w:r>
      <w:r w:rsidRPr="00F07286">
        <w:tab/>
        <w:t xml:space="preserve"> Implementation Resources</w:t>
      </w:r>
    </w:p>
    <w:p w14:paraId="2BB384A1" w14:textId="463BBC27" w:rsidR="00D0596A" w:rsidRPr="00F07286" w:rsidRDefault="00625C33" w:rsidP="00D0596A">
      <w:r>
        <w:t>T</w:t>
      </w:r>
      <w:r w:rsidR="00D0596A" w:rsidRPr="00F07286">
        <w:t xml:space="preserve">his criterion </w:t>
      </w:r>
      <w:r>
        <w:t xml:space="preserve">should describe the </w:t>
      </w:r>
      <w:r w:rsidR="00D0596A" w:rsidRPr="00F07286">
        <w:t>resources and</w:t>
      </w:r>
      <w:r w:rsidR="00CC1433">
        <w:t xml:space="preserve"> </w:t>
      </w:r>
      <w:r w:rsidR="00D0596A" w:rsidRPr="00F07286">
        <w:t xml:space="preserve">procedures </w:t>
      </w:r>
      <w:r>
        <w:t>you will use</w:t>
      </w:r>
      <w:r w:rsidR="00D0596A" w:rsidRPr="00F07286">
        <w:t xml:space="preserve"> to effectively implement </w:t>
      </w:r>
      <w:r>
        <w:t xml:space="preserve">and report on </w:t>
      </w:r>
      <w:r w:rsidR="00D0596A" w:rsidRPr="00F07286">
        <w:t xml:space="preserve">the actions </w:t>
      </w:r>
      <w:r>
        <w:t xml:space="preserve">in Part C of your </w:t>
      </w:r>
      <w:r w:rsidR="00D0596A" w:rsidRPr="00F07286">
        <w:t>AIP plan. This should include monitoring</w:t>
      </w:r>
      <w:r>
        <w:t xml:space="preserve"> and reporting of</w:t>
      </w:r>
      <w:r w:rsidR="00D0596A" w:rsidRPr="00F07286">
        <w:t xml:space="preserve"> the </w:t>
      </w:r>
      <w:r w:rsidR="000E34EB">
        <w:t>activities</w:t>
      </w:r>
      <w:r w:rsidR="00D0596A" w:rsidRPr="00F07286">
        <w:t xml:space="preserve"> of procurement entities. </w:t>
      </w:r>
    </w:p>
    <w:p w14:paraId="4758D1B7" w14:textId="534EB3CB" w:rsidR="00D0596A" w:rsidRPr="00817D3B" w:rsidRDefault="007E7B97" w:rsidP="00D0596A">
      <w:pPr>
        <w:pStyle w:val="StrongNumbered"/>
        <w:numPr>
          <w:ilvl w:val="0"/>
          <w:numId w:val="44"/>
        </w:numPr>
        <w:ind w:hanging="502"/>
        <w:rPr>
          <w:rStyle w:val="Emphasis"/>
          <w:i w:val="0"/>
        </w:rPr>
      </w:pPr>
      <w:r>
        <w:t>Select the</w:t>
      </w:r>
      <w:r w:rsidRPr="00F07286">
        <w:t xml:space="preserve"> </w:t>
      </w:r>
      <w:r w:rsidR="00D0596A" w:rsidRPr="00F07286">
        <w:t xml:space="preserve">records and evidence you </w:t>
      </w:r>
      <w:r>
        <w:t xml:space="preserve">will collect and </w:t>
      </w:r>
      <w:r w:rsidR="000E34EB">
        <w:t>retain</w:t>
      </w:r>
      <w:r w:rsidR="00D0596A" w:rsidRPr="00F07286">
        <w:t xml:space="preserve"> to prove compliance with Part C of this AIP plan</w:t>
      </w:r>
      <w:r w:rsidR="00186549">
        <w:t>.</w:t>
      </w:r>
    </w:p>
    <w:tbl>
      <w:tblPr>
        <w:tblStyle w:val="TableGrid"/>
        <w:tblW w:w="0" w:type="auto"/>
        <w:tblLook w:val="04A0" w:firstRow="1" w:lastRow="0" w:firstColumn="1" w:lastColumn="0" w:noHBand="0" w:noVBand="1"/>
        <w:tblDescription w:val="Project type"/>
      </w:tblPr>
      <w:tblGrid>
        <w:gridCol w:w="4082"/>
        <w:gridCol w:w="436"/>
        <w:gridCol w:w="4013"/>
        <w:gridCol w:w="485"/>
      </w:tblGrid>
      <w:tr w:rsidR="007E7B97" w:rsidRPr="00F07286" w14:paraId="1A325733" w14:textId="77777777" w:rsidTr="00F27596">
        <w:trPr>
          <w:tblHeader/>
        </w:trPr>
        <w:tc>
          <w:tcPr>
            <w:tcW w:w="4082" w:type="dxa"/>
            <w:tcBorders>
              <w:right w:val="nil"/>
            </w:tcBorders>
          </w:tcPr>
          <w:p w14:paraId="762B3368" w14:textId="77777777" w:rsidR="007E7B97" w:rsidRPr="00F07286" w:rsidRDefault="007E7B97" w:rsidP="00087DD0">
            <w:r>
              <w:t>Vendor identification agency contract</w:t>
            </w:r>
          </w:p>
        </w:tc>
        <w:sdt>
          <w:sdtPr>
            <w:id w:val="409044234"/>
            <w14:checkbox>
              <w14:checked w14:val="0"/>
              <w14:checkedState w14:val="2612" w14:font="MS Gothic"/>
              <w14:uncheckedState w14:val="2610" w14:font="MS Gothic"/>
            </w14:checkbox>
          </w:sdtPr>
          <w:sdtEndPr/>
          <w:sdtContent>
            <w:tc>
              <w:tcPr>
                <w:tcW w:w="436" w:type="dxa"/>
                <w:tcBorders>
                  <w:left w:val="nil"/>
                </w:tcBorders>
              </w:tcPr>
              <w:p w14:paraId="726007ED" w14:textId="77777777" w:rsidR="007E7B97" w:rsidRPr="00F07286" w:rsidRDefault="007E7B97" w:rsidP="00087DD0">
                <w:pPr>
                  <w:spacing w:before="0" w:after="0"/>
                </w:pPr>
                <w:r>
                  <w:rPr>
                    <w:rFonts w:ascii="MS Gothic" w:eastAsia="MS Gothic" w:hAnsi="MS Gothic" w:hint="eastAsia"/>
                  </w:rPr>
                  <w:t>☐</w:t>
                </w:r>
              </w:p>
            </w:tc>
          </w:sdtContent>
        </w:sdt>
        <w:tc>
          <w:tcPr>
            <w:tcW w:w="4013" w:type="dxa"/>
            <w:tcBorders>
              <w:right w:val="nil"/>
            </w:tcBorders>
          </w:tcPr>
          <w:p w14:paraId="691D05B5" w14:textId="77777777" w:rsidR="007E7B97" w:rsidRPr="00F07286" w:rsidRDefault="007E7B97" w:rsidP="00087DD0">
            <w:r>
              <w:t>Procurement entity AIP contract clauses</w:t>
            </w:r>
          </w:p>
        </w:tc>
        <w:sdt>
          <w:sdtPr>
            <w:id w:val="878518574"/>
            <w14:checkbox>
              <w14:checked w14:val="0"/>
              <w14:checkedState w14:val="2612" w14:font="MS Gothic"/>
              <w14:uncheckedState w14:val="2610" w14:font="MS Gothic"/>
            </w14:checkbox>
          </w:sdtPr>
          <w:sdtEndPr/>
          <w:sdtContent>
            <w:tc>
              <w:tcPr>
                <w:tcW w:w="485" w:type="dxa"/>
                <w:tcBorders>
                  <w:left w:val="nil"/>
                </w:tcBorders>
              </w:tcPr>
              <w:p w14:paraId="1970DF47" w14:textId="77777777" w:rsidR="007E7B97" w:rsidRPr="00F07286" w:rsidRDefault="007E7B97" w:rsidP="00087DD0">
                <w:pPr>
                  <w:spacing w:before="0" w:after="0"/>
                </w:pPr>
                <w:r w:rsidRPr="00F07286">
                  <w:rPr>
                    <w:rFonts w:hint="eastAsia"/>
                  </w:rPr>
                  <w:t>☐</w:t>
                </w:r>
              </w:p>
            </w:tc>
          </w:sdtContent>
        </w:sdt>
      </w:tr>
      <w:tr w:rsidR="007E7B97" w:rsidRPr="00F07286" w14:paraId="5FC97BB8" w14:textId="77777777" w:rsidTr="00F27596">
        <w:tc>
          <w:tcPr>
            <w:tcW w:w="4082" w:type="dxa"/>
            <w:tcBorders>
              <w:right w:val="nil"/>
            </w:tcBorders>
          </w:tcPr>
          <w:p w14:paraId="1848000B" w14:textId="77777777" w:rsidR="007E7B97" w:rsidRPr="00F07286" w:rsidRDefault="007E7B97" w:rsidP="00087DD0">
            <w:r>
              <w:t>Website screenshots</w:t>
            </w:r>
          </w:p>
        </w:tc>
        <w:sdt>
          <w:sdtPr>
            <w:id w:val="770447317"/>
            <w14:checkbox>
              <w14:checked w14:val="0"/>
              <w14:checkedState w14:val="2612" w14:font="MS Gothic"/>
              <w14:uncheckedState w14:val="2610" w14:font="MS Gothic"/>
            </w14:checkbox>
          </w:sdtPr>
          <w:sdtEndPr/>
          <w:sdtContent>
            <w:tc>
              <w:tcPr>
                <w:tcW w:w="436" w:type="dxa"/>
                <w:tcBorders>
                  <w:left w:val="nil"/>
                </w:tcBorders>
              </w:tcPr>
              <w:p w14:paraId="1D366889" w14:textId="77777777" w:rsidR="007E7B97" w:rsidRPr="00F07286" w:rsidRDefault="007E7B97" w:rsidP="00087DD0">
                <w:pPr>
                  <w:spacing w:before="0" w:after="0"/>
                </w:pPr>
                <w:r w:rsidRPr="00F07286">
                  <w:rPr>
                    <w:rFonts w:hint="eastAsia"/>
                  </w:rPr>
                  <w:t>☐</w:t>
                </w:r>
              </w:p>
            </w:tc>
          </w:sdtContent>
        </w:sdt>
        <w:tc>
          <w:tcPr>
            <w:tcW w:w="4013" w:type="dxa"/>
            <w:tcBorders>
              <w:right w:val="nil"/>
            </w:tcBorders>
          </w:tcPr>
          <w:p w14:paraId="4B550EA2" w14:textId="77777777" w:rsidR="007E7B97" w:rsidRPr="00F07286" w:rsidRDefault="007E7B97" w:rsidP="00087DD0">
            <w:r>
              <w:t>EOI and tender documentation</w:t>
            </w:r>
          </w:p>
        </w:tc>
        <w:sdt>
          <w:sdtPr>
            <w:id w:val="-1944068763"/>
            <w14:checkbox>
              <w14:checked w14:val="0"/>
              <w14:checkedState w14:val="2612" w14:font="MS Gothic"/>
              <w14:uncheckedState w14:val="2610" w14:font="MS Gothic"/>
            </w14:checkbox>
          </w:sdtPr>
          <w:sdtEndPr/>
          <w:sdtContent>
            <w:tc>
              <w:tcPr>
                <w:tcW w:w="485" w:type="dxa"/>
                <w:tcBorders>
                  <w:left w:val="nil"/>
                </w:tcBorders>
              </w:tcPr>
              <w:p w14:paraId="191F45E7" w14:textId="77777777" w:rsidR="007E7B97" w:rsidRPr="00F07286" w:rsidRDefault="007E7B97" w:rsidP="00087DD0">
                <w:pPr>
                  <w:spacing w:before="0" w:after="0"/>
                </w:pPr>
                <w:r w:rsidRPr="00F07286">
                  <w:rPr>
                    <w:rFonts w:hint="eastAsia"/>
                  </w:rPr>
                  <w:t>☐</w:t>
                </w:r>
              </w:p>
            </w:tc>
          </w:sdtContent>
        </w:sdt>
      </w:tr>
      <w:tr w:rsidR="007E7B97" w:rsidRPr="00F07286" w14:paraId="0BB88EE4" w14:textId="77777777" w:rsidTr="00F27596">
        <w:tc>
          <w:tcPr>
            <w:tcW w:w="4082" w:type="dxa"/>
            <w:tcBorders>
              <w:right w:val="nil"/>
            </w:tcBorders>
          </w:tcPr>
          <w:p w14:paraId="4F9C22A7" w14:textId="77777777" w:rsidR="007E7B97" w:rsidRPr="00F07286" w:rsidRDefault="007E7B97" w:rsidP="00087DD0">
            <w:r>
              <w:t>Procurement entity AIP training</w:t>
            </w:r>
          </w:p>
        </w:tc>
        <w:sdt>
          <w:sdtPr>
            <w:id w:val="-692911418"/>
            <w14:checkbox>
              <w14:checked w14:val="0"/>
              <w14:checkedState w14:val="2612" w14:font="MS Gothic"/>
              <w14:uncheckedState w14:val="2610" w14:font="MS Gothic"/>
            </w14:checkbox>
          </w:sdtPr>
          <w:sdtEndPr/>
          <w:sdtContent>
            <w:tc>
              <w:tcPr>
                <w:tcW w:w="436" w:type="dxa"/>
                <w:tcBorders>
                  <w:left w:val="nil"/>
                </w:tcBorders>
              </w:tcPr>
              <w:p w14:paraId="33EA2E38" w14:textId="77777777" w:rsidR="007E7B97" w:rsidRPr="00F07286" w:rsidRDefault="007E7B97" w:rsidP="00087DD0">
                <w:pPr>
                  <w:spacing w:before="0" w:after="0"/>
                </w:pPr>
                <w:r>
                  <w:rPr>
                    <w:rFonts w:ascii="MS Gothic" w:eastAsia="MS Gothic" w:hAnsi="MS Gothic" w:hint="eastAsia"/>
                  </w:rPr>
                  <w:t>☐</w:t>
                </w:r>
              </w:p>
            </w:tc>
          </w:sdtContent>
        </w:sdt>
        <w:tc>
          <w:tcPr>
            <w:tcW w:w="4013" w:type="dxa"/>
            <w:tcBorders>
              <w:right w:val="nil"/>
            </w:tcBorders>
          </w:tcPr>
          <w:p w14:paraId="39FBF41C" w14:textId="77777777" w:rsidR="007E7B97" w:rsidRPr="00F07286" w:rsidRDefault="007E7B97" w:rsidP="00087DD0">
            <w:r>
              <w:t>Standards within procurement packages</w:t>
            </w:r>
          </w:p>
        </w:tc>
        <w:sdt>
          <w:sdtPr>
            <w:id w:val="-1089767963"/>
            <w14:checkbox>
              <w14:checked w14:val="0"/>
              <w14:checkedState w14:val="2612" w14:font="MS Gothic"/>
              <w14:uncheckedState w14:val="2610" w14:font="MS Gothic"/>
            </w14:checkbox>
          </w:sdtPr>
          <w:sdtEndPr/>
          <w:sdtContent>
            <w:tc>
              <w:tcPr>
                <w:tcW w:w="485" w:type="dxa"/>
                <w:tcBorders>
                  <w:left w:val="nil"/>
                </w:tcBorders>
              </w:tcPr>
              <w:p w14:paraId="11D0A0E1" w14:textId="77777777" w:rsidR="007E7B97" w:rsidRPr="00F07286" w:rsidRDefault="007E7B97" w:rsidP="00087DD0">
                <w:pPr>
                  <w:spacing w:before="0" w:after="0"/>
                </w:pPr>
                <w:r>
                  <w:rPr>
                    <w:rFonts w:ascii="MS Gothic" w:eastAsia="MS Gothic" w:hAnsi="MS Gothic" w:hint="eastAsia"/>
                  </w:rPr>
                  <w:t>☐</w:t>
                </w:r>
              </w:p>
            </w:tc>
          </w:sdtContent>
        </w:sdt>
      </w:tr>
      <w:tr w:rsidR="007E7B97" w:rsidRPr="00F07286" w14:paraId="2F660957" w14:textId="77777777" w:rsidTr="00F27596">
        <w:tc>
          <w:tcPr>
            <w:tcW w:w="4082" w:type="dxa"/>
            <w:tcBorders>
              <w:right w:val="nil"/>
            </w:tcBorders>
          </w:tcPr>
          <w:p w14:paraId="424E6851" w14:textId="77777777" w:rsidR="007E7B97" w:rsidRPr="00F07286" w:rsidRDefault="007E7B97" w:rsidP="00087DD0">
            <w:r>
              <w:t>Supplier briefing presentations</w:t>
            </w:r>
          </w:p>
        </w:tc>
        <w:sdt>
          <w:sdtPr>
            <w:id w:val="566692709"/>
            <w14:checkbox>
              <w14:checked w14:val="0"/>
              <w14:checkedState w14:val="2612" w14:font="MS Gothic"/>
              <w14:uncheckedState w14:val="2610" w14:font="MS Gothic"/>
            </w14:checkbox>
          </w:sdtPr>
          <w:sdtEndPr/>
          <w:sdtContent>
            <w:tc>
              <w:tcPr>
                <w:tcW w:w="436" w:type="dxa"/>
                <w:tcBorders>
                  <w:left w:val="nil"/>
                </w:tcBorders>
              </w:tcPr>
              <w:p w14:paraId="5504BAB3" w14:textId="77777777" w:rsidR="007E7B97" w:rsidRPr="00F07286" w:rsidRDefault="007E7B97" w:rsidP="00087DD0">
                <w:pPr>
                  <w:spacing w:before="0" w:after="0"/>
                </w:pPr>
                <w:r w:rsidRPr="00F07286">
                  <w:rPr>
                    <w:rFonts w:hint="eastAsia"/>
                  </w:rPr>
                  <w:t>☐</w:t>
                </w:r>
              </w:p>
            </w:tc>
          </w:sdtContent>
        </w:sdt>
        <w:tc>
          <w:tcPr>
            <w:tcW w:w="4013" w:type="dxa"/>
            <w:tcBorders>
              <w:right w:val="nil"/>
            </w:tcBorders>
          </w:tcPr>
          <w:p w14:paraId="317B459C" w14:textId="77777777" w:rsidR="007E7B97" w:rsidRPr="00F07286" w:rsidRDefault="007E7B97" w:rsidP="00087DD0">
            <w:r>
              <w:t>Supplier capability development activities</w:t>
            </w:r>
          </w:p>
        </w:tc>
        <w:sdt>
          <w:sdtPr>
            <w:id w:val="1995680824"/>
            <w14:checkbox>
              <w14:checked w14:val="0"/>
              <w14:checkedState w14:val="2612" w14:font="MS Gothic"/>
              <w14:uncheckedState w14:val="2610" w14:font="MS Gothic"/>
            </w14:checkbox>
          </w:sdtPr>
          <w:sdtEndPr/>
          <w:sdtContent>
            <w:tc>
              <w:tcPr>
                <w:tcW w:w="485" w:type="dxa"/>
                <w:tcBorders>
                  <w:left w:val="nil"/>
                </w:tcBorders>
              </w:tcPr>
              <w:p w14:paraId="612A50AE" w14:textId="77777777" w:rsidR="007E7B97" w:rsidRPr="00F07286" w:rsidRDefault="007E7B97" w:rsidP="00087DD0">
                <w:pPr>
                  <w:spacing w:before="0" w:after="0"/>
                </w:pPr>
                <w:r w:rsidRPr="00F07286">
                  <w:rPr>
                    <w:rFonts w:hint="eastAsia"/>
                  </w:rPr>
                  <w:t>☐</w:t>
                </w:r>
              </w:p>
            </w:tc>
          </w:sdtContent>
        </w:sdt>
      </w:tr>
      <w:tr w:rsidR="007E7B97" w:rsidRPr="00F07286" w14:paraId="403C0C96" w14:textId="77777777" w:rsidTr="00F27596">
        <w:tc>
          <w:tcPr>
            <w:tcW w:w="4082" w:type="dxa"/>
            <w:tcBorders>
              <w:right w:val="nil"/>
            </w:tcBorders>
          </w:tcPr>
          <w:p w14:paraId="7881182F" w14:textId="06D18B88" w:rsidR="007E7B97" w:rsidRPr="00F07286" w:rsidRDefault="007E7B97" w:rsidP="00087DD0">
            <w:r>
              <w:t>Facility media and ASX releases</w:t>
            </w:r>
          </w:p>
        </w:tc>
        <w:sdt>
          <w:sdtPr>
            <w:id w:val="1261256420"/>
            <w14:checkbox>
              <w14:checked w14:val="0"/>
              <w14:checkedState w14:val="2612" w14:font="MS Gothic"/>
              <w14:uncheckedState w14:val="2610" w14:font="MS Gothic"/>
            </w14:checkbox>
          </w:sdtPr>
          <w:sdtEndPr/>
          <w:sdtContent>
            <w:tc>
              <w:tcPr>
                <w:tcW w:w="436" w:type="dxa"/>
                <w:tcBorders>
                  <w:left w:val="nil"/>
                </w:tcBorders>
              </w:tcPr>
              <w:p w14:paraId="0B89AB27" w14:textId="77777777" w:rsidR="007E7B97" w:rsidRPr="00F07286" w:rsidRDefault="007E7B97" w:rsidP="00087DD0">
                <w:pPr>
                  <w:spacing w:before="0" w:after="0"/>
                </w:pPr>
                <w:r w:rsidRPr="00F07286">
                  <w:rPr>
                    <w:rFonts w:hint="eastAsia"/>
                  </w:rPr>
                  <w:t>☐</w:t>
                </w:r>
              </w:p>
            </w:tc>
          </w:sdtContent>
        </w:sdt>
        <w:tc>
          <w:tcPr>
            <w:tcW w:w="4013" w:type="dxa"/>
            <w:tcBorders>
              <w:right w:val="nil"/>
            </w:tcBorders>
          </w:tcPr>
          <w:p w14:paraId="3B77B62F" w14:textId="77777777" w:rsidR="007E7B97" w:rsidRPr="00F07286" w:rsidRDefault="007E7B97" w:rsidP="00087DD0">
            <w:r>
              <w:t>Global supply chain integration activities</w:t>
            </w:r>
          </w:p>
        </w:tc>
        <w:sdt>
          <w:sdtPr>
            <w:id w:val="62155904"/>
            <w14:checkbox>
              <w14:checked w14:val="0"/>
              <w14:checkedState w14:val="2612" w14:font="MS Gothic"/>
              <w14:uncheckedState w14:val="2610" w14:font="MS Gothic"/>
            </w14:checkbox>
          </w:sdtPr>
          <w:sdtEndPr/>
          <w:sdtContent>
            <w:tc>
              <w:tcPr>
                <w:tcW w:w="485" w:type="dxa"/>
                <w:tcBorders>
                  <w:left w:val="nil"/>
                </w:tcBorders>
              </w:tcPr>
              <w:p w14:paraId="7A94F9B2" w14:textId="77777777" w:rsidR="007E7B97" w:rsidRPr="00F07286" w:rsidRDefault="007E7B97" w:rsidP="00087DD0">
                <w:pPr>
                  <w:spacing w:before="0" w:after="0"/>
                </w:pPr>
                <w:r>
                  <w:rPr>
                    <w:rFonts w:ascii="MS Gothic" w:eastAsia="MS Gothic" w:hAnsi="MS Gothic" w:hint="eastAsia"/>
                  </w:rPr>
                  <w:t>☐</w:t>
                </w:r>
              </w:p>
            </w:tc>
          </w:sdtContent>
        </w:sdt>
      </w:tr>
      <w:tr w:rsidR="007E7B97" w:rsidRPr="00F07286" w14:paraId="15FBD557" w14:textId="77777777" w:rsidTr="00F27596">
        <w:tc>
          <w:tcPr>
            <w:tcW w:w="4082" w:type="dxa"/>
            <w:tcBorders>
              <w:right w:val="nil"/>
            </w:tcBorders>
          </w:tcPr>
          <w:p w14:paraId="5ABBB81F" w14:textId="77777777" w:rsidR="007E7B97" w:rsidRPr="00F07286" w:rsidRDefault="007E7B97" w:rsidP="00087DD0">
            <w:r>
              <w:t>Vendor identification agency referrals</w:t>
            </w:r>
          </w:p>
        </w:tc>
        <w:sdt>
          <w:sdtPr>
            <w:id w:val="-1224593652"/>
            <w14:checkbox>
              <w14:checked w14:val="0"/>
              <w14:checkedState w14:val="2612" w14:font="MS Gothic"/>
              <w14:uncheckedState w14:val="2610" w14:font="MS Gothic"/>
            </w14:checkbox>
          </w:sdtPr>
          <w:sdtEndPr/>
          <w:sdtContent>
            <w:tc>
              <w:tcPr>
                <w:tcW w:w="436" w:type="dxa"/>
                <w:tcBorders>
                  <w:left w:val="nil"/>
                </w:tcBorders>
              </w:tcPr>
              <w:p w14:paraId="6E937119" w14:textId="77777777" w:rsidR="007E7B97" w:rsidRPr="00F07286" w:rsidRDefault="007E7B97" w:rsidP="00087DD0">
                <w:pPr>
                  <w:spacing w:before="0" w:after="0"/>
                </w:pPr>
                <w:r w:rsidRPr="00F07286">
                  <w:rPr>
                    <w:rFonts w:hint="eastAsia"/>
                  </w:rPr>
                  <w:t>☐</w:t>
                </w:r>
              </w:p>
            </w:tc>
          </w:sdtContent>
        </w:sdt>
        <w:tc>
          <w:tcPr>
            <w:tcW w:w="4013" w:type="dxa"/>
            <w:tcBorders>
              <w:right w:val="nil"/>
            </w:tcBorders>
          </w:tcPr>
          <w:p w14:paraId="2966C53E" w14:textId="77777777" w:rsidR="007E7B97" w:rsidRPr="00F07286" w:rsidRDefault="007E7B97" w:rsidP="00087DD0">
            <w:r>
              <w:t>Feedback to unsuccessful bidders</w:t>
            </w:r>
          </w:p>
        </w:tc>
        <w:tc>
          <w:tcPr>
            <w:tcW w:w="485" w:type="dxa"/>
            <w:tcBorders>
              <w:left w:val="nil"/>
            </w:tcBorders>
          </w:tcPr>
          <w:p w14:paraId="66A9AA6C" w14:textId="77777777" w:rsidR="007E7B97" w:rsidRPr="00F07286" w:rsidRDefault="002F2D64" w:rsidP="00087DD0">
            <w:pPr>
              <w:spacing w:before="0" w:after="0"/>
            </w:pPr>
            <w:sdt>
              <w:sdtPr>
                <w:id w:val="1088503885"/>
                <w14:checkbox>
                  <w14:checked w14:val="0"/>
                  <w14:checkedState w14:val="2612" w14:font="MS Gothic"/>
                  <w14:uncheckedState w14:val="2610" w14:font="MS Gothic"/>
                </w14:checkbox>
              </w:sdtPr>
              <w:sdtEndPr/>
              <w:sdtContent>
                <w:r w:rsidR="007E7B97">
                  <w:rPr>
                    <w:rFonts w:ascii="MS Gothic" w:eastAsia="MS Gothic" w:hAnsi="MS Gothic" w:hint="eastAsia"/>
                  </w:rPr>
                  <w:t>☐</w:t>
                </w:r>
              </w:sdtContent>
            </w:sdt>
          </w:p>
        </w:tc>
      </w:tr>
      <w:tr w:rsidR="00F27596" w:rsidRPr="00F07286" w14:paraId="3D922C6C" w14:textId="77777777" w:rsidTr="00F27596">
        <w:tc>
          <w:tcPr>
            <w:tcW w:w="4082" w:type="dxa"/>
            <w:tcBorders>
              <w:right w:val="nil"/>
            </w:tcBorders>
          </w:tcPr>
          <w:p w14:paraId="6BF8F141" w14:textId="70404FF7" w:rsidR="00F27596" w:rsidRDefault="00F27596" w:rsidP="00F27596">
            <w:r>
              <w:t>Other</w:t>
            </w:r>
          </w:p>
        </w:tc>
        <w:sdt>
          <w:sdtPr>
            <w:id w:val="-1785328417"/>
            <w14:checkbox>
              <w14:checked w14:val="0"/>
              <w14:checkedState w14:val="2612" w14:font="MS Gothic"/>
              <w14:uncheckedState w14:val="2610" w14:font="MS Gothic"/>
            </w14:checkbox>
          </w:sdtPr>
          <w:sdtEndPr/>
          <w:sdtContent>
            <w:tc>
              <w:tcPr>
                <w:tcW w:w="436" w:type="dxa"/>
                <w:tcBorders>
                  <w:left w:val="nil"/>
                </w:tcBorders>
              </w:tcPr>
              <w:p w14:paraId="484C366F" w14:textId="30A03B1A" w:rsidR="00F27596" w:rsidRDefault="00F27596" w:rsidP="00F27596">
                <w:pPr>
                  <w:spacing w:before="0" w:after="0"/>
                </w:pPr>
                <w:r w:rsidRPr="00F07286">
                  <w:rPr>
                    <w:rFonts w:hint="eastAsia"/>
                  </w:rPr>
                  <w:t>☐</w:t>
                </w:r>
              </w:p>
            </w:tc>
          </w:sdtContent>
        </w:sdt>
        <w:tc>
          <w:tcPr>
            <w:tcW w:w="4013" w:type="dxa"/>
            <w:tcBorders>
              <w:right w:val="nil"/>
            </w:tcBorders>
          </w:tcPr>
          <w:p w14:paraId="2ED128DA" w14:textId="77777777" w:rsidR="00F27596" w:rsidRDefault="00F27596" w:rsidP="00F27596"/>
        </w:tc>
        <w:tc>
          <w:tcPr>
            <w:tcW w:w="485" w:type="dxa"/>
            <w:tcBorders>
              <w:left w:val="nil"/>
            </w:tcBorders>
          </w:tcPr>
          <w:p w14:paraId="2918F595" w14:textId="32BF4ED7" w:rsidR="00F27596" w:rsidRDefault="00F27596" w:rsidP="00F27596">
            <w:pPr>
              <w:spacing w:before="0" w:after="0"/>
            </w:pPr>
          </w:p>
        </w:tc>
      </w:tr>
    </w:tbl>
    <w:p w14:paraId="793437DA" w14:textId="77777777" w:rsidR="007E7B97" w:rsidRPr="0061729E" w:rsidRDefault="007E7B97" w:rsidP="007E7B97">
      <w:pPr>
        <w:rPr>
          <w:rStyle w:val="Emphasis"/>
          <w:i w:val="0"/>
        </w:rPr>
      </w:pPr>
    </w:p>
    <w:tbl>
      <w:tblPr>
        <w:tblStyle w:val="TableGrid"/>
        <w:tblW w:w="0" w:type="auto"/>
        <w:tblLook w:val="04A0" w:firstRow="1" w:lastRow="0" w:firstColumn="1" w:lastColumn="0" w:noHBand="0" w:noVBand="1"/>
        <w:tblDescription w:val="Procedures/resources for AIP plan implementation"/>
      </w:tblPr>
      <w:tblGrid>
        <w:gridCol w:w="9016"/>
      </w:tblGrid>
      <w:tr w:rsidR="007E7B97" w:rsidRPr="00F07286" w14:paraId="033EF6E7" w14:textId="77777777" w:rsidTr="00087DD0">
        <w:trPr>
          <w:tblHeader/>
        </w:trPr>
        <w:sdt>
          <w:sdtPr>
            <w:rPr>
              <w:i/>
            </w:rPr>
            <w:id w:val="617262341"/>
            <w:placeholder>
              <w:docPart w:val="BB9806D47BBC48E4B03E7EABEE3C4B24"/>
            </w:placeholder>
          </w:sdtPr>
          <w:sdtEndPr>
            <w:rPr>
              <w:i w:val="0"/>
            </w:rPr>
          </w:sdtEndPr>
          <w:sdtContent>
            <w:sdt>
              <w:sdtPr>
                <w:rPr>
                  <w:i/>
                </w:rPr>
                <w:id w:val="-269776637"/>
                <w:placeholder>
                  <w:docPart w:val="5C0AC28E2E0A4C39A9383F725ADD8DFB"/>
                </w:placeholder>
              </w:sdtPr>
              <w:sdtEndPr>
                <w:rPr>
                  <w:i w:val="0"/>
                </w:rPr>
              </w:sdtEndPr>
              <w:sdtContent>
                <w:sdt>
                  <w:sdtPr>
                    <w:rPr>
                      <w:i/>
                    </w:rPr>
                    <w:id w:val="1466852572"/>
                    <w:placeholder>
                      <w:docPart w:val="CD85BE5923064BF1BA5CA85EAC67284F"/>
                    </w:placeholder>
                  </w:sdtPr>
                  <w:sdtEndPr>
                    <w:rPr>
                      <w:i w:val="0"/>
                    </w:rPr>
                  </w:sdtEndPr>
                  <w:sdtContent>
                    <w:tc>
                      <w:tcPr>
                        <w:tcW w:w="9016" w:type="dxa"/>
                      </w:tcPr>
                      <w:p w14:paraId="634FB0D0" w14:textId="278FC902" w:rsidR="007E7B97" w:rsidRPr="00F07286" w:rsidRDefault="00F81681" w:rsidP="00087DD0">
                        <w:r>
                          <w:rPr>
                            <w:rStyle w:val="PlaceholderText"/>
                          </w:rPr>
                          <w:t>Describe other records and evidence here</w:t>
                        </w:r>
                      </w:p>
                    </w:tc>
                  </w:sdtContent>
                </w:sdt>
              </w:sdtContent>
            </w:sdt>
          </w:sdtContent>
        </w:sdt>
      </w:tr>
    </w:tbl>
    <w:p w14:paraId="4C44C362" w14:textId="77777777" w:rsidR="007E7B97" w:rsidRPr="00E00A6C" w:rsidRDefault="007E7B97" w:rsidP="00D0596A">
      <w:pPr>
        <w:rPr>
          <w:rStyle w:val="Emphasis"/>
        </w:rPr>
      </w:pPr>
    </w:p>
    <w:p w14:paraId="17FEA48F" w14:textId="2A98DFD7" w:rsidR="00D0596A" w:rsidRPr="00F07286" w:rsidRDefault="00D0596A" w:rsidP="00AA21C2">
      <w:pPr>
        <w:pStyle w:val="StrongNumbered"/>
        <w:ind w:hanging="502"/>
      </w:pPr>
      <w:r w:rsidRPr="00F07286">
        <w:t>What procedures</w:t>
      </w:r>
      <w:r w:rsidR="000E34EB">
        <w:t xml:space="preserve"> and </w:t>
      </w:r>
      <w:r w:rsidRPr="00F07286">
        <w:t xml:space="preserve">resources will you utilise to </w:t>
      </w:r>
      <w:r w:rsidR="000E34EB">
        <w:t xml:space="preserve">implement </w:t>
      </w:r>
      <w:r w:rsidRPr="00F07286">
        <w:t>Part C of this AIP plan?</w:t>
      </w:r>
    </w:p>
    <w:p w14:paraId="1EFBD1E6" w14:textId="77777777" w:rsidR="00D0596A" w:rsidRPr="00E00A6C" w:rsidRDefault="001C562B" w:rsidP="00D0596A">
      <w:pPr>
        <w:rPr>
          <w:rStyle w:val="Emphasis"/>
        </w:rPr>
      </w:pPr>
      <w:r>
        <w:rPr>
          <w:rStyle w:val="Emphasis"/>
        </w:rPr>
        <w:t>D</w:t>
      </w:r>
      <w:r w:rsidR="00D0596A" w:rsidRPr="00E00A6C">
        <w:rPr>
          <w:rStyle w:val="Emphasis"/>
        </w:rPr>
        <w:t>etail the record management system you intend to use to collect the evidence which will be required for the Compliance Report and the staffing available for monitoring and implementing the AIP plan.</w:t>
      </w:r>
    </w:p>
    <w:tbl>
      <w:tblPr>
        <w:tblStyle w:val="TableGrid"/>
        <w:tblW w:w="0" w:type="auto"/>
        <w:tblLook w:val="04A0" w:firstRow="1" w:lastRow="0" w:firstColumn="1" w:lastColumn="0" w:noHBand="0" w:noVBand="1"/>
        <w:tblDescription w:val="Procedures/resources for AIP plan implementation"/>
      </w:tblPr>
      <w:tblGrid>
        <w:gridCol w:w="9016"/>
      </w:tblGrid>
      <w:tr w:rsidR="00D0596A" w:rsidRPr="00F07286" w14:paraId="2C3FA6E9" w14:textId="77777777" w:rsidTr="00E00A6C">
        <w:trPr>
          <w:tblHeader/>
        </w:trPr>
        <w:sdt>
          <w:sdtPr>
            <w:id w:val="1402713615"/>
            <w:showingPlcHdr/>
          </w:sdtPr>
          <w:sdtEndPr/>
          <w:sdtContent>
            <w:tc>
              <w:tcPr>
                <w:tcW w:w="9242" w:type="dxa"/>
              </w:tcPr>
              <w:p w14:paraId="3DB03720" w14:textId="77777777" w:rsidR="00D0596A" w:rsidRPr="00F07286" w:rsidRDefault="00411C95" w:rsidP="00D0596A">
                <w:r>
                  <w:rPr>
                    <w:rStyle w:val="PlaceholderText"/>
                  </w:rPr>
                  <w:t>Enter response here</w:t>
                </w:r>
              </w:p>
            </w:tc>
          </w:sdtContent>
        </w:sdt>
      </w:tr>
    </w:tbl>
    <w:p w14:paraId="77560543" w14:textId="77777777" w:rsidR="003C0A10" w:rsidRDefault="003C0A10" w:rsidP="003C0A10">
      <w:pPr>
        <w:pStyle w:val="StrongNumbered"/>
        <w:numPr>
          <w:ilvl w:val="0"/>
          <w:numId w:val="0"/>
        </w:numPr>
      </w:pPr>
    </w:p>
    <w:p w14:paraId="20F2FBC8" w14:textId="63BD5F37" w:rsidR="00D0596A" w:rsidRPr="00F07286" w:rsidRDefault="00D0596A" w:rsidP="00E00A6C">
      <w:pPr>
        <w:pStyle w:val="StrongNumbered"/>
      </w:pPr>
      <w:r w:rsidRPr="00F07286">
        <w:t xml:space="preserve">What steps will you take to ensure </w:t>
      </w:r>
      <w:r w:rsidR="000E34EB">
        <w:t>your</w:t>
      </w:r>
      <w:r w:rsidRPr="00F07286">
        <w:t xml:space="preserve"> procurement entit</w:t>
      </w:r>
      <w:r w:rsidR="000E34EB">
        <w:t>ies</w:t>
      </w:r>
      <w:r w:rsidRPr="00F07286">
        <w:t xml:space="preserve"> achieve the objectives required under Part C of this AIP plan?</w:t>
      </w:r>
    </w:p>
    <w:p w14:paraId="24B1F7E8" w14:textId="529BC281" w:rsidR="00D0596A" w:rsidRPr="00E00A6C" w:rsidRDefault="000E34EB" w:rsidP="00D0596A">
      <w:pPr>
        <w:rPr>
          <w:rStyle w:val="Emphasis"/>
        </w:rPr>
      </w:pPr>
      <w:r>
        <w:rPr>
          <w:rStyle w:val="Emphasis"/>
        </w:rPr>
        <w:t>S</w:t>
      </w:r>
      <w:r w:rsidR="00D0596A" w:rsidRPr="00E00A6C">
        <w:rPr>
          <w:rStyle w:val="Emphasis"/>
        </w:rPr>
        <w:t xml:space="preserve">pecify how </w:t>
      </w:r>
      <w:r>
        <w:rPr>
          <w:rStyle w:val="Emphasis"/>
        </w:rPr>
        <w:t xml:space="preserve">you will ensure your </w:t>
      </w:r>
      <w:r w:rsidR="00BA16E8">
        <w:rPr>
          <w:rStyle w:val="Emphasis"/>
        </w:rPr>
        <w:t>procurement entities will</w:t>
      </w:r>
      <w:r w:rsidR="00D0596A" w:rsidRPr="00E00A6C">
        <w:rPr>
          <w:rStyle w:val="Emphasis"/>
        </w:rPr>
        <w:t xml:space="preserve"> implement the AIP plan actions for all</w:t>
      </w:r>
      <w:r>
        <w:rPr>
          <w:rStyle w:val="Emphasis"/>
        </w:rPr>
        <w:t xml:space="preserve"> the</w:t>
      </w:r>
      <w:r w:rsidR="00D0596A" w:rsidRPr="00E00A6C">
        <w:rPr>
          <w:rStyle w:val="Emphasis"/>
        </w:rPr>
        <w:t xml:space="preserve"> opportunities</w:t>
      </w:r>
      <w:r w:rsidR="00D12553">
        <w:rPr>
          <w:rStyle w:val="Emphasis"/>
        </w:rPr>
        <w:t xml:space="preserve"> </w:t>
      </w:r>
      <w:r w:rsidR="00F27596">
        <w:rPr>
          <w:rStyle w:val="Emphasis"/>
        </w:rPr>
        <w:t xml:space="preserve">to supply key goods or services </w:t>
      </w:r>
      <w:r w:rsidR="00D12553">
        <w:rPr>
          <w:rStyle w:val="Emphasis"/>
        </w:rPr>
        <w:t>they are responsible for.</w:t>
      </w:r>
    </w:p>
    <w:tbl>
      <w:tblPr>
        <w:tblStyle w:val="TableGrid"/>
        <w:tblW w:w="0" w:type="auto"/>
        <w:tblLook w:val="04A0" w:firstRow="1" w:lastRow="0" w:firstColumn="1" w:lastColumn="0" w:noHBand="0" w:noVBand="1"/>
        <w:tblDescription w:val="Strategies to ensure procurement entities achieve the objectives of the AIP plan"/>
      </w:tblPr>
      <w:tblGrid>
        <w:gridCol w:w="9016"/>
      </w:tblGrid>
      <w:tr w:rsidR="00D0596A" w:rsidRPr="00F07286" w14:paraId="063E8A96" w14:textId="77777777" w:rsidTr="00E00A6C">
        <w:trPr>
          <w:tblHeader/>
        </w:trPr>
        <w:sdt>
          <w:sdtPr>
            <w:id w:val="-1800609050"/>
            <w:showingPlcHdr/>
          </w:sdtPr>
          <w:sdtEndPr/>
          <w:sdtContent>
            <w:tc>
              <w:tcPr>
                <w:tcW w:w="9242" w:type="dxa"/>
              </w:tcPr>
              <w:p w14:paraId="5A80475C" w14:textId="77777777" w:rsidR="00D0596A" w:rsidRPr="00F07286" w:rsidRDefault="00411C95" w:rsidP="00D0596A">
                <w:r>
                  <w:rPr>
                    <w:rStyle w:val="PlaceholderText"/>
                  </w:rPr>
                  <w:t>Enter response here</w:t>
                </w:r>
              </w:p>
            </w:tc>
          </w:sdtContent>
        </w:sdt>
      </w:tr>
    </w:tbl>
    <w:p w14:paraId="28576121" w14:textId="77777777" w:rsidR="00D0596A" w:rsidRPr="00F07286" w:rsidRDefault="00D0596A" w:rsidP="00D0596A"/>
    <w:p w14:paraId="3B35F127" w14:textId="77777777" w:rsidR="00D0596A" w:rsidRPr="00F07286" w:rsidRDefault="00D0596A" w:rsidP="00D0596A"/>
    <w:bookmarkEnd w:id="7"/>
    <w:bookmarkEnd w:id="8"/>
    <w:p w14:paraId="1F71278F" w14:textId="77777777" w:rsidR="005975A8" w:rsidRPr="00B37488" w:rsidRDefault="005975A8" w:rsidP="00E00A6C"/>
    <w:sectPr w:rsidR="005975A8" w:rsidRPr="00B37488" w:rsidSect="008A58D8">
      <w:headerReference w:type="even" r:id="rId15"/>
      <w:headerReference w:type="default" r:id="rId16"/>
      <w:head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F278CB" w14:textId="77777777" w:rsidR="0066684D" w:rsidRDefault="0066684D">
      <w:r>
        <w:separator/>
      </w:r>
    </w:p>
    <w:p w14:paraId="5810CFDF" w14:textId="77777777" w:rsidR="0066684D" w:rsidRDefault="0066684D"/>
  </w:endnote>
  <w:endnote w:type="continuationSeparator" w:id="0">
    <w:p w14:paraId="5B3E93A8" w14:textId="77777777" w:rsidR="0066684D" w:rsidRDefault="0066684D">
      <w:r>
        <w:continuationSeparator/>
      </w:r>
    </w:p>
    <w:p w14:paraId="0AB36A6D" w14:textId="77777777" w:rsidR="0066684D" w:rsidRDefault="00666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eiryo">
    <w:altName w:val="MS Gothic"/>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52CBD" w14:textId="77777777" w:rsidR="0066684D" w:rsidRDefault="0066684D" w:rsidP="00E05415">
    <w:pPr>
      <w:pStyle w:val="Footnote"/>
    </w:pPr>
  </w:p>
  <w:p w14:paraId="5A31F7CB" w14:textId="139C83E0" w:rsidR="0066684D" w:rsidRPr="00E05415" w:rsidRDefault="0066684D" w:rsidP="00E05415">
    <w:pPr>
      <w:pStyle w:val="Footnote"/>
    </w:pPr>
    <w:r>
      <w:t xml:space="preserve">Jobs Act </w:t>
    </w:r>
    <w:r w:rsidRPr="00E05415">
      <w:t xml:space="preserve">AIP </w:t>
    </w:r>
    <w:r w:rsidR="008016E3">
      <w:t>plan Template</w:t>
    </w:r>
  </w:p>
  <w:p w14:paraId="67D3FC71" w14:textId="1BBC288B" w:rsidR="0066684D" w:rsidRDefault="0066684D" w:rsidP="00E05415">
    <w:pPr>
      <w:pStyle w:val="Footer"/>
      <w:tabs>
        <w:tab w:val="clear" w:pos="4320"/>
        <w:tab w:val="clear" w:pos="8640"/>
        <w:tab w:val="center" w:pos="4513"/>
        <w:tab w:val="right" w:pos="9026"/>
      </w:tabs>
      <w:spacing w:before="60" w:after="60"/>
      <w:jc w:val="right"/>
      <w:rPr>
        <w:sz w:val="16"/>
        <w:szCs w:val="20"/>
        <w:lang w:eastAsia="en-AU"/>
      </w:rPr>
    </w:pPr>
    <w:r>
      <w:rPr>
        <w:sz w:val="16"/>
        <w:szCs w:val="20"/>
        <w:lang w:eastAsia="en-AU"/>
      </w:rPr>
      <w:t>Version 2.0 July 2019</w:t>
    </w:r>
  </w:p>
  <w:p w14:paraId="59BB74EF" w14:textId="0781CF1E" w:rsidR="008016E3" w:rsidRDefault="008016E3" w:rsidP="00E05415">
    <w:pPr>
      <w:pStyle w:val="Footer"/>
      <w:tabs>
        <w:tab w:val="clear" w:pos="4320"/>
        <w:tab w:val="clear" w:pos="8640"/>
        <w:tab w:val="center" w:pos="4513"/>
        <w:tab w:val="right" w:pos="9026"/>
      </w:tabs>
      <w:spacing w:before="60" w:after="60"/>
      <w:jc w:val="right"/>
      <w:rPr>
        <w:sz w:val="16"/>
        <w:szCs w:val="20"/>
        <w:lang w:eastAsia="en-AU"/>
      </w:rPr>
    </w:pPr>
    <w:r w:rsidRPr="008016E3">
      <w:rPr>
        <w:sz w:val="16"/>
        <w:szCs w:val="20"/>
        <w:lang w:eastAsia="en-AU"/>
      </w:rPr>
      <w:fldChar w:fldCharType="begin"/>
    </w:r>
    <w:r w:rsidRPr="008016E3">
      <w:rPr>
        <w:sz w:val="16"/>
        <w:szCs w:val="20"/>
        <w:lang w:eastAsia="en-AU"/>
      </w:rPr>
      <w:instrText xml:space="preserve"> PAGE   \* MERGEFORMAT </w:instrText>
    </w:r>
    <w:r w:rsidRPr="008016E3">
      <w:rPr>
        <w:sz w:val="16"/>
        <w:szCs w:val="20"/>
        <w:lang w:eastAsia="en-AU"/>
      </w:rPr>
      <w:fldChar w:fldCharType="separate"/>
    </w:r>
    <w:r w:rsidR="002F2D64">
      <w:rPr>
        <w:noProof/>
        <w:sz w:val="16"/>
        <w:szCs w:val="20"/>
        <w:lang w:eastAsia="en-AU"/>
      </w:rPr>
      <w:t>18</w:t>
    </w:r>
    <w:r w:rsidRPr="008016E3">
      <w:rPr>
        <w:noProof/>
        <w:sz w:val="16"/>
        <w:szCs w:val="20"/>
        <w:lang w:eastAsia="en-AU"/>
      </w:rPr>
      <w:fldChar w:fldCharType="end"/>
    </w:r>
  </w:p>
  <w:p w14:paraId="4A88624D" w14:textId="26B7CD6A" w:rsidR="0066684D" w:rsidRPr="00964E7F" w:rsidRDefault="002F2D64" w:rsidP="00D0596A">
    <w:pPr>
      <w:pStyle w:val="Footer"/>
      <w:jc w:val="center"/>
      <w:rPr>
        <w:sz w:val="16"/>
        <w:szCs w:val="16"/>
      </w:rPr>
    </w:pPr>
    <w:sdt>
      <w:sdtPr>
        <w:id w:val="1614486906"/>
        <w:docPartObj>
          <w:docPartGallery w:val="Page Numbers (Bottom of Page)"/>
          <w:docPartUnique/>
        </w:docPartObj>
      </w:sdtPr>
      <w:sdtEndPr>
        <w:rPr>
          <w:noProof/>
          <w:sz w:val="16"/>
          <w:szCs w:val="16"/>
        </w:rPr>
      </w:sdtEnd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2C456" w14:textId="38614E5C" w:rsidR="0066684D" w:rsidRDefault="008016E3" w:rsidP="00D0596A">
    <w:pPr>
      <w:jc w:val="right"/>
      <w:rPr>
        <w:sz w:val="16"/>
        <w:szCs w:val="16"/>
      </w:rPr>
    </w:pPr>
    <w:r>
      <w:rPr>
        <w:sz w:val="16"/>
        <w:szCs w:val="16"/>
      </w:rPr>
      <w:t xml:space="preserve">Jobs Act AIP plan </w:t>
    </w:r>
    <w:r w:rsidR="00F6732D">
      <w:rPr>
        <w:sz w:val="16"/>
        <w:szCs w:val="16"/>
      </w:rPr>
      <w:t>T</w:t>
    </w:r>
    <w:r>
      <w:rPr>
        <w:sz w:val="16"/>
        <w:szCs w:val="16"/>
      </w:rPr>
      <w:t>emplate</w:t>
    </w:r>
  </w:p>
  <w:p w14:paraId="10704B70" w14:textId="435078F1" w:rsidR="008016E3" w:rsidRPr="00964E7F" w:rsidRDefault="008016E3" w:rsidP="00D0596A">
    <w:pPr>
      <w:jc w:val="right"/>
      <w:rPr>
        <w:sz w:val="16"/>
        <w:szCs w:val="16"/>
      </w:rPr>
    </w:pPr>
    <w:r>
      <w:rPr>
        <w:sz w:val="16"/>
        <w:szCs w:val="16"/>
      </w:rPr>
      <w:t>Version 2.</w:t>
    </w:r>
    <w:r w:rsidR="00381412">
      <w:rPr>
        <w:sz w:val="16"/>
        <w:szCs w:val="16"/>
      </w:rPr>
      <w:t>0 July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25BF4" w14:textId="77777777" w:rsidR="0066684D" w:rsidRDefault="0066684D">
      <w:r>
        <w:separator/>
      </w:r>
    </w:p>
    <w:p w14:paraId="727E7761" w14:textId="77777777" w:rsidR="0066684D" w:rsidRDefault="0066684D"/>
  </w:footnote>
  <w:footnote w:type="continuationSeparator" w:id="0">
    <w:p w14:paraId="14E328AA" w14:textId="77777777" w:rsidR="0066684D" w:rsidRDefault="0066684D">
      <w:r>
        <w:continuationSeparator/>
      </w:r>
    </w:p>
    <w:p w14:paraId="699BAD24" w14:textId="77777777" w:rsidR="0066684D" w:rsidRDefault="006668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DE922" w14:textId="051CA59D" w:rsidR="00F6732D" w:rsidRDefault="00F6732D">
    <w:pPr>
      <w:pStyle w:val="Header"/>
    </w:pPr>
    <w:r>
      <w:rPr>
        <w:noProof/>
        <w:lang w:eastAsia="en-AU"/>
      </w:rPr>
      <w:drawing>
        <wp:inline distT="0" distB="0" distL="0" distR="0" wp14:anchorId="370A3447" wp14:editId="1D846322">
          <wp:extent cx="5362575" cy="1076325"/>
          <wp:effectExtent l="0" t="0" r="9525" b="9525"/>
          <wp:docPr id="1" name="Picture 1" descr="AIP Author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Hristovski\Local Settings\Temporary Internet Files\Content.Word\DeptIndustry_AIPA_BW_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575" cy="10763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76957" w14:textId="77777777" w:rsidR="0066684D" w:rsidRDefault="0066684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32141" w14:textId="77777777" w:rsidR="0066684D" w:rsidRDefault="0066684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13C0" w14:textId="77777777" w:rsidR="0066684D" w:rsidRDefault="006668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A8A63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54A4D5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34288C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E4A12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B562EA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2A212F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0D407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8DED90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5AECFC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EFAFF7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7AC36EA"/>
    <w:lvl w:ilvl="0">
      <w:start w:val="1"/>
      <w:numFmt w:val="bullet"/>
      <w:pStyle w:val="ListBullet"/>
      <w:lvlText w:val=""/>
      <w:lvlJc w:val="left"/>
      <w:pPr>
        <w:tabs>
          <w:tab w:val="num" w:pos="360"/>
        </w:tabs>
        <w:ind w:left="360" w:hanging="360"/>
      </w:pPr>
      <w:rPr>
        <w:rFonts w:ascii="Wingdings" w:hAnsi="Wingdings" w:hint="default"/>
      </w:rPr>
    </w:lvl>
  </w:abstractNum>
  <w:abstractNum w:abstractNumId="11" w15:restartNumberingAfterBreak="0">
    <w:nsid w:val="01B77F36"/>
    <w:multiLevelType w:val="multilevel"/>
    <w:tmpl w:val="66D8CF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3DF243F"/>
    <w:multiLevelType w:val="hybridMultilevel"/>
    <w:tmpl w:val="7D92BC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0136374"/>
    <w:multiLevelType w:val="hybridMultilevel"/>
    <w:tmpl w:val="65F83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10E6C53"/>
    <w:multiLevelType w:val="multilevel"/>
    <w:tmpl w:val="7B42141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D017419"/>
    <w:multiLevelType w:val="hybridMultilevel"/>
    <w:tmpl w:val="77B03032"/>
    <w:lvl w:ilvl="0" w:tplc="65B43EA8">
      <w:start w:val="1"/>
      <w:numFmt w:val="bullet"/>
      <w:pStyle w:val="ListParagraph"/>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26BE71D3"/>
    <w:multiLevelType w:val="multilevel"/>
    <w:tmpl w:val="0A0814E0"/>
    <w:lvl w:ilvl="0">
      <w:start w:val="1"/>
      <w:numFmt w:val="decimal"/>
      <w:pStyle w:val="ListContinue2"/>
      <w:lvlText w:val="%1"/>
      <w:lvlJc w:val="left"/>
      <w:pPr>
        <w:tabs>
          <w:tab w:val="num" w:pos="0"/>
        </w:tabs>
        <w:ind w:left="360" w:hanging="360"/>
      </w:pPr>
      <w:rPr>
        <w:rFonts w:hint="default"/>
        <w:sz w:val="20"/>
      </w:rPr>
    </w:lvl>
    <w:lvl w:ilvl="1">
      <w:start w:val="1"/>
      <w:numFmt w:val="lowerRoman"/>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355C5355"/>
    <w:multiLevelType w:val="hybridMultilevel"/>
    <w:tmpl w:val="869483AE"/>
    <w:lvl w:ilvl="0" w:tplc="93408002">
      <w:start w:val="1"/>
      <w:numFmt w:val="decimal"/>
      <w:pStyle w:val="StrongNumbered"/>
      <w:lvlText w:val="%1."/>
      <w:lvlJc w:val="left"/>
      <w:pPr>
        <w:ind w:left="502"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BD51955"/>
    <w:multiLevelType w:val="multilevel"/>
    <w:tmpl w:val="2966B798"/>
    <w:lvl w:ilvl="0">
      <w:start w:val="1"/>
      <w:numFmt w:val="bullet"/>
      <w:pStyle w:val="ListContinue"/>
      <w:lvlText w:val=""/>
      <w:lvlJc w:val="left"/>
      <w:pPr>
        <w:tabs>
          <w:tab w:val="num" w:pos="360"/>
        </w:tabs>
        <w:ind w:left="360" w:hanging="360"/>
      </w:pPr>
      <w:rPr>
        <w:rFonts w:ascii="Wingdings" w:hAnsi="Wingdings"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ED369F4"/>
    <w:multiLevelType w:val="hybridMultilevel"/>
    <w:tmpl w:val="998AF196"/>
    <w:lvl w:ilvl="0" w:tplc="FE8C01D4">
      <w:start w:val="1"/>
      <w:numFmt w:val="lowerLetter"/>
      <w:lvlText w:val="%1."/>
      <w:lvlJc w:val="left"/>
      <w:pPr>
        <w:ind w:left="732" w:hanging="360"/>
      </w:pPr>
      <w:rPr>
        <w:rFonts w:hint="default"/>
        <w:i w:val="0"/>
      </w:rPr>
    </w:lvl>
    <w:lvl w:ilvl="1" w:tplc="0C090003">
      <w:start w:val="1"/>
      <w:numFmt w:val="bullet"/>
      <w:lvlText w:val="o"/>
      <w:lvlJc w:val="left"/>
      <w:pPr>
        <w:ind w:left="1452" w:hanging="360"/>
      </w:pPr>
      <w:rPr>
        <w:rFonts w:ascii="Courier New" w:hAnsi="Courier New" w:cs="Courier New" w:hint="default"/>
      </w:rPr>
    </w:lvl>
    <w:lvl w:ilvl="2" w:tplc="0C090005" w:tentative="1">
      <w:start w:val="1"/>
      <w:numFmt w:val="bullet"/>
      <w:lvlText w:val=""/>
      <w:lvlJc w:val="left"/>
      <w:pPr>
        <w:ind w:left="2172" w:hanging="360"/>
      </w:pPr>
      <w:rPr>
        <w:rFonts w:ascii="Wingdings" w:hAnsi="Wingdings" w:hint="default"/>
      </w:rPr>
    </w:lvl>
    <w:lvl w:ilvl="3" w:tplc="0C090001" w:tentative="1">
      <w:start w:val="1"/>
      <w:numFmt w:val="bullet"/>
      <w:lvlText w:val=""/>
      <w:lvlJc w:val="left"/>
      <w:pPr>
        <w:ind w:left="2892" w:hanging="360"/>
      </w:pPr>
      <w:rPr>
        <w:rFonts w:ascii="Symbol" w:hAnsi="Symbol" w:hint="default"/>
      </w:rPr>
    </w:lvl>
    <w:lvl w:ilvl="4" w:tplc="0C090003" w:tentative="1">
      <w:start w:val="1"/>
      <w:numFmt w:val="bullet"/>
      <w:lvlText w:val="o"/>
      <w:lvlJc w:val="left"/>
      <w:pPr>
        <w:ind w:left="3612" w:hanging="360"/>
      </w:pPr>
      <w:rPr>
        <w:rFonts w:ascii="Courier New" w:hAnsi="Courier New" w:cs="Courier New" w:hint="default"/>
      </w:rPr>
    </w:lvl>
    <w:lvl w:ilvl="5" w:tplc="0C090005" w:tentative="1">
      <w:start w:val="1"/>
      <w:numFmt w:val="bullet"/>
      <w:lvlText w:val=""/>
      <w:lvlJc w:val="left"/>
      <w:pPr>
        <w:ind w:left="4332" w:hanging="360"/>
      </w:pPr>
      <w:rPr>
        <w:rFonts w:ascii="Wingdings" w:hAnsi="Wingdings" w:hint="default"/>
      </w:rPr>
    </w:lvl>
    <w:lvl w:ilvl="6" w:tplc="0C090001" w:tentative="1">
      <w:start w:val="1"/>
      <w:numFmt w:val="bullet"/>
      <w:lvlText w:val=""/>
      <w:lvlJc w:val="left"/>
      <w:pPr>
        <w:ind w:left="5052" w:hanging="360"/>
      </w:pPr>
      <w:rPr>
        <w:rFonts w:ascii="Symbol" w:hAnsi="Symbol" w:hint="default"/>
      </w:rPr>
    </w:lvl>
    <w:lvl w:ilvl="7" w:tplc="0C090003" w:tentative="1">
      <w:start w:val="1"/>
      <w:numFmt w:val="bullet"/>
      <w:lvlText w:val="o"/>
      <w:lvlJc w:val="left"/>
      <w:pPr>
        <w:ind w:left="5772" w:hanging="360"/>
      </w:pPr>
      <w:rPr>
        <w:rFonts w:ascii="Courier New" w:hAnsi="Courier New" w:cs="Courier New" w:hint="default"/>
      </w:rPr>
    </w:lvl>
    <w:lvl w:ilvl="8" w:tplc="0C090005" w:tentative="1">
      <w:start w:val="1"/>
      <w:numFmt w:val="bullet"/>
      <w:lvlText w:val=""/>
      <w:lvlJc w:val="left"/>
      <w:pPr>
        <w:ind w:left="6492" w:hanging="360"/>
      </w:pPr>
      <w:rPr>
        <w:rFonts w:ascii="Wingdings" w:hAnsi="Wingdings" w:hint="default"/>
      </w:rPr>
    </w:lvl>
  </w:abstractNum>
  <w:abstractNum w:abstractNumId="20" w15:restartNumberingAfterBreak="0">
    <w:nsid w:val="4877412B"/>
    <w:multiLevelType w:val="hybridMultilevel"/>
    <w:tmpl w:val="446E80F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72340384"/>
    <w:multiLevelType w:val="multilevel"/>
    <w:tmpl w:val="7054B48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numFmt w:val="none"/>
      <w:lvlText w:val=""/>
      <w:lvlJc w:val="left"/>
      <w:pPr>
        <w:tabs>
          <w:tab w:val="num" w:pos="360"/>
        </w:tabs>
      </w:p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4A2491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16"/>
  </w:num>
  <w:num w:numId="13">
    <w:abstractNumId w:val="22"/>
  </w:num>
  <w:num w:numId="14">
    <w:abstractNumId w:val="0"/>
  </w:num>
  <w:num w:numId="15">
    <w:abstractNumId w:val="14"/>
  </w:num>
  <w:num w:numId="16">
    <w:abstractNumId w:val="11"/>
  </w:num>
  <w:num w:numId="17">
    <w:abstractNumId w:val="21"/>
  </w:num>
  <w:num w:numId="18">
    <w:abstractNumId w:val="15"/>
  </w:num>
  <w:num w:numId="19">
    <w:abstractNumId w:val="17"/>
  </w:num>
  <w:num w:numId="20">
    <w:abstractNumId w:val="17"/>
    <w:lvlOverride w:ilvl="0">
      <w:startOverride w:val="1"/>
    </w:lvlOverride>
  </w:num>
  <w:num w:numId="21">
    <w:abstractNumId w:val="17"/>
    <w:lvlOverride w:ilvl="0">
      <w:startOverride w:val="1"/>
    </w:lvlOverride>
  </w:num>
  <w:num w:numId="22">
    <w:abstractNumId w:val="17"/>
    <w:lvlOverride w:ilvl="0">
      <w:startOverride w:val="1"/>
    </w:lvlOverride>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17"/>
    <w:lvlOverride w:ilvl="0">
      <w:startOverride w:val="1"/>
    </w:lvlOverride>
  </w:num>
  <w:num w:numId="29">
    <w:abstractNumId w:val="17"/>
    <w:lvlOverride w:ilvl="0">
      <w:startOverride w:val="1"/>
    </w:lvlOverride>
  </w:num>
  <w:num w:numId="30">
    <w:abstractNumId w:val="17"/>
    <w:lvlOverride w:ilvl="0">
      <w:startOverride w:val="1"/>
    </w:lvlOverride>
  </w:num>
  <w:num w:numId="31">
    <w:abstractNumId w:val="17"/>
    <w:lvlOverride w:ilvl="0">
      <w:startOverride w:val="1"/>
    </w:lvlOverride>
  </w:num>
  <w:num w:numId="32">
    <w:abstractNumId w:val="17"/>
    <w:lvlOverride w:ilvl="0">
      <w:startOverride w:val="1"/>
    </w:lvlOverride>
  </w:num>
  <w:num w:numId="33">
    <w:abstractNumId w:val="17"/>
    <w:lvlOverride w:ilvl="0">
      <w:startOverride w:val="1"/>
    </w:lvlOverride>
  </w:num>
  <w:num w:numId="34">
    <w:abstractNumId w:val="17"/>
    <w:lvlOverride w:ilvl="0">
      <w:startOverride w:val="1"/>
    </w:lvlOverride>
  </w:num>
  <w:num w:numId="35">
    <w:abstractNumId w:val="17"/>
    <w:lvlOverride w:ilvl="0">
      <w:startOverride w:val="1"/>
    </w:lvlOverride>
  </w:num>
  <w:num w:numId="36">
    <w:abstractNumId w:val="17"/>
    <w:lvlOverride w:ilvl="0">
      <w:startOverride w:val="1"/>
    </w:lvlOverride>
  </w:num>
  <w:num w:numId="37">
    <w:abstractNumId w:val="17"/>
    <w:lvlOverride w:ilvl="0">
      <w:startOverride w:val="1"/>
    </w:lvlOverride>
  </w:num>
  <w:num w:numId="38">
    <w:abstractNumId w:val="17"/>
    <w:lvlOverride w:ilvl="0">
      <w:startOverride w:val="1"/>
    </w:lvlOverride>
  </w:num>
  <w:num w:numId="39">
    <w:abstractNumId w:val="17"/>
    <w:lvlOverride w:ilvl="0">
      <w:startOverride w:val="1"/>
    </w:lvlOverride>
  </w:num>
  <w:num w:numId="40">
    <w:abstractNumId w:val="17"/>
    <w:lvlOverride w:ilvl="0">
      <w:startOverride w:val="1"/>
    </w:lvlOverride>
  </w:num>
  <w:num w:numId="41">
    <w:abstractNumId w:val="17"/>
    <w:lvlOverride w:ilvl="0">
      <w:startOverride w:val="1"/>
    </w:lvlOverride>
  </w:num>
  <w:num w:numId="42">
    <w:abstractNumId w:val="17"/>
    <w:lvlOverride w:ilvl="0">
      <w:startOverride w:val="1"/>
    </w:lvlOverride>
  </w:num>
  <w:num w:numId="43">
    <w:abstractNumId w:val="17"/>
    <w:lvlOverride w:ilvl="0">
      <w:startOverride w:val="1"/>
    </w:lvlOverride>
  </w:num>
  <w:num w:numId="44">
    <w:abstractNumId w:val="17"/>
    <w:lvlOverride w:ilvl="0">
      <w:startOverride w:val="1"/>
    </w:lvlOverride>
  </w:num>
  <w:num w:numId="45">
    <w:abstractNumId w:val="17"/>
    <w:lvlOverride w:ilvl="0">
      <w:startOverride w:val="1"/>
    </w:lvlOverride>
  </w:num>
  <w:num w:numId="46">
    <w:abstractNumId w:val="17"/>
    <w:lvlOverride w:ilvl="0">
      <w:startOverride w:val="1"/>
    </w:lvlOverride>
  </w:num>
  <w:num w:numId="47">
    <w:abstractNumId w:val="13"/>
  </w:num>
  <w:num w:numId="48">
    <w:abstractNumId w:val="12"/>
  </w:num>
  <w:num w:numId="49">
    <w:abstractNumId w:val="19"/>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autoFormatOverride/>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2A8"/>
    <w:rsid w:val="00001D78"/>
    <w:rsid w:val="0000660D"/>
    <w:rsid w:val="00010506"/>
    <w:rsid w:val="000113AC"/>
    <w:rsid w:val="00017C56"/>
    <w:rsid w:val="00023A16"/>
    <w:rsid w:val="00034669"/>
    <w:rsid w:val="00034EFF"/>
    <w:rsid w:val="000369C9"/>
    <w:rsid w:val="0004128E"/>
    <w:rsid w:val="00051011"/>
    <w:rsid w:val="00057BA8"/>
    <w:rsid w:val="000611C6"/>
    <w:rsid w:val="00061796"/>
    <w:rsid w:val="00061B73"/>
    <w:rsid w:val="00063B2F"/>
    <w:rsid w:val="0007360D"/>
    <w:rsid w:val="00074708"/>
    <w:rsid w:val="00076F0E"/>
    <w:rsid w:val="00087DD0"/>
    <w:rsid w:val="00091BEC"/>
    <w:rsid w:val="000A6218"/>
    <w:rsid w:val="000B0CA0"/>
    <w:rsid w:val="000B3E83"/>
    <w:rsid w:val="000B5280"/>
    <w:rsid w:val="000B5DC9"/>
    <w:rsid w:val="000B5F66"/>
    <w:rsid w:val="000C1528"/>
    <w:rsid w:val="000C5348"/>
    <w:rsid w:val="000C779E"/>
    <w:rsid w:val="000E086A"/>
    <w:rsid w:val="000E0F76"/>
    <w:rsid w:val="000E2801"/>
    <w:rsid w:val="000E34EB"/>
    <w:rsid w:val="000F0AD6"/>
    <w:rsid w:val="000F4E9C"/>
    <w:rsid w:val="0010154C"/>
    <w:rsid w:val="001103D9"/>
    <w:rsid w:val="001132D8"/>
    <w:rsid w:val="0011611B"/>
    <w:rsid w:val="00125006"/>
    <w:rsid w:val="001261B6"/>
    <w:rsid w:val="00126BDB"/>
    <w:rsid w:val="001272D8"/>
    <w:rsid w:val="00132580"/>
    <w:rsid w:val="0013501F"/>
    <w:rsid w:val="001374FF"/>
    <w:rsid w:val="00142DEB"/>
    <w:rsid w:val="001442A3"/>
    <w:rsid w:val="00145DCC"/>
    <w:rsid w:val="00157234"/>
    <w:rsid w:val="001600FC"/>
    <w:rsid w:val="0016180C"/>
    <w:rsid w:val="00164014"/>
    <w:rsid w:val="0016791C"/>
    <w:rsid w:val="00173789"/>
    <w:rsid w:val="00177971"/>
    <w:rsid w:val="001803A4"/>
    <w:rsid w:val="00180C58"/>
    <w:rsid w:val="00181C19"/>
    <w:rsid w:val="00184141"/>
    <w:rsid w:val="00184F28"/>
    <w:rsid w:val="00186549"/>
    <w:rsid w:val="00187579"/>
    <w:rsid w:val="00197C2C"/>
    <w:rsid w:val="001A210D"/>
    <w:rsid w:val="001A7C6C"/>
    <w:rsid w:val="001B16BF"/>
    <w:rsid w:val="001B1F9F"/>
    <w:rsid w:val="001B3574"/>
    <w:rsid w:val="001B5160"/>
    <w:rsid w:val="001C1094"/>
    <w:rsid w:val="001C562B"/>
    <w:rsid w:val="001C5D39"/>
    <w:rsid w:val="001C6F5D"/>
    <w:rsid w:val="001D54D0"/>
    <w:rsid w:val="001D6E9E"/>
    <w:rsid w:val="001D7249"/>
    <w:rsid w:val="001E2B34"/>
    <w:rsid w:val="001E723A"/>
    <w:rsid w:val="001F1E8F"/>
    <w:rsid w:val="001F42F4"/>
    <w:rsid w:val="001F53B7"/>
    <w:rsid w:val="0020577D"/>
    <w:rsid w:val="0020680C"/>
    <w:rsid w:val="002160E0"/>
    <w:rsid w:val="0022040E"/>
    <w:rsid w:val="00226D9E"/>
    <w:rsid w:val="002278A8"/>
    <w:rsid w:val="0023207D"/>
    <w:rsid w:val="00235ECC"/>
    <w:rsid w:val="002376A5"/>
    <w:rsid w:val="00241EAD"/>
    <w:rsid w:val="00243776"/>
    <w:rsid w:val="0025089E"/>
    <w:rsid w:val="002602B1"/>
    <w:rsid w:val="00262BEF"/>
    <w:rsid w:val="002678C8"/>
    <w:rsid w:val="002749ED"/>
    <w:rsid w:val="002753DC"/>
    <w:rsid w:val="002825DA"/>
    <w:rsid w:val="00282C47"/>
    <w:rsid w:val="00285D65"/>
    <w:rsid w:val="0028652E"/>
    <w:rsid w:val="00291A1A"/>
    <w:rsid w:val="00295735"/>
    <w:rsid w:val="00295D6F"/>
    <w:rsid w:val="00297960"/>
    <w:rsid w:val="002A3AAD"/>
    <w:rsid w:val="002A730D"/>
    <w:rsid w:val="002B1647"/>
    <w:rsid w:val="002B5AEE"/>
    <w:rsid w:val="002C08F3"/>
    <w:rsid w:val="002C3B24"/>
    <w:rsid w:val="002D2FD6"/>
    <w:rsid w:val="002E1778"/>
    <w:rsid w:val="002E5EF5"/>
    <w:rsid w:val="002F1A60"/>
    <w:rsid w:val="002F2D64"/>
    <w:rsid w:val="00300AB2"/>
    <w:rsid w:val="00304450"/>
    <w:rsid w:val="00304EE2"/>
    <w:rsid w:val="003168EF"/>
    <w:rsid w:val="003177AB"/>
    <w:rsid w:val="0032249E"/>
    <w:rsid w:val="003239D3"/>
    <w:rsid w:val="00323D86"/>
    <w:rsid w:val="003317A6"/>
    <w:rsid w:val="00331AB4"/>
    <w:rsid w:val="00333F21"/>
    <w:rsid w:val="00335ADA"/>
    <w:rsid w:val="00335CF0"/>
    <w:rsid w:val="00341D24"/>
    <w:rsid w:val="0034649A"/>
    <w:rsid w:val="00350277"/>
    <w:rsid w:val="003547CB"/>
    <w:rsid w:val="00357300"/>
    <w:rsid w:val="00360974"/>
    <w:rsid w:val="00363BC8"/>
    <w:rsid w:val="003772EA"/>
    <w:rsid w:val="00377C7A"/>
    <w:rsid w:val="00381412"/>
    <w:rsid w:val="0038317C"/>
    <w:rsid w:val="0038616D"/>
    <w:rsid w:val="00387D24"/>
    <w:rsid w:val="00390032"/>
    <w:rsid w:val="00394CF0"/>
    <w:rsid w:val="003A1A7D"/>
    <w:rsid w:val="003A5509"/>
    <w:rsid w:val="003B4A4B"/>
    <w:rsid w:val="003B71F1"/>
    <w:rsid w:val="003C08D8"/>
    <w:rsid w:val="003C0A10"/>
    <w:rsid w:val="003C2E27"/>
    <w:rsid w:val="003C480B"/>
    <w:rsid w:val="003C7E10"/>
    <w:rsid w:val="003D353B"/>
    <w:rsid w:val="003D3D75"/>
    <w:rsid w:val="003D437A"/>
    <w:rsid w:val="003D53DE"/>
    <w:rsid w:val="003D5D38"/>
    <w:rsid w:val="003D6692"/>
    <w:rsid w:val="003E2CBD"/>
    <w:rsid w:val="003E4D34"/>
    <w:rsid w:val="003F078F"/>
    <w:rsid w:val="003F72F6"/>
    <w:rsid w:val="003F7490"/>
    <w:rsid w:val="00401F16"/>
    <w:rsid w:val="004038B4"/>
    <w:rsid w:val="0040760F"/>
    <w:rsid w:val="00411C95"/>
    <w:rsid w:val="004134CB"/>
    <w:rsid w:val="004172AC"/>
    <w:rsid w:val="00422ABF"/>
    <w:rsid w:val="00423A4C"/>
    <w:rsid w:val="004242F9"/>
    <w:rsid w:val="004338E5"/>
    <w:rsid w:val="0043581B"/>
    <w:rsid w:val="0044347A"/>
    <w:rsid w:val="00447816"/>
    <w:rsid w:val="00450197"/>
    <w:rsid w:val="0045034A"/>
    <w:rsid w:val="004610A6"/>
    <w:rsid w:val="00464302"/>
    <w:rsid w:val="00466790"/>
    <w:rsid w:val="004677C1"/>
    <w:rsid w:val="00471E45"/>
    <w:rsid w:val="004748CC"/>
    <w:rsid w:val="00477381"/>
    <w:rsid w:val="004810F8"/>
    <w:rsid w:val="00485342"/>
    <w:rsid w:val="004969C5"/>
    <w:rsid w:val="004A77C1"/>
    <w:rsid w:val="004B4AC3"/>
    <w:rsid w:val="004B52C1"/>
    <w:rsid w:val="004C0380"/>
    <w:rsid w:val="004C659E"/>
    <w:rsid w:val="004C6EF5"/>
    <w:rsid w:val="004C770F"/>
    <w:rsid w:val="004D0ADF"/>
    <w:rsid w:val="004D2932"/>
    <w:rsid w:val="004D530F"/>
    <w:rsid w:val="004D62BA"/>
    <w:rsid w:val="004D72E5"/>
    <w:rsid w:val="004E5BD5"/>
    <w:rsid w:val="004E715D"/>
    <w:rsid w:val="004F2C77"/>
    <w:rsid w:val="004F34E5"/>
    <w:rsid w:val="004F4178"/>
    <w:rsid w:val="004F58DC"/>
    <w:rsid w:val="004F5B8E"/>
    <w:rsid w:val="004F5E76"/>
    <w:rsid w:val="004F6904"/>
    <w:rsid w:val="00500EC0"/>
    <w:rsid w:val="00502013"/>
    <w:rsid w:val="00511A0B"/>
    <w:rsid w:val="00520390"/>
    <w:rsid w:val="005253F9"/>
    <w:rsid w:val="00527712"/>
    <w:rsid w:val="00534920"/>
    <w:rsid w:val="00545262"/>
    <w:rsid w:val="00546976"/>
    <w:rsid w:val="00547DAB"/>
    <w:rsid w:val="00551182"/>
    <w:rsid w:val="00551DD3"/>
    <w:rsid w:val="00552ABD"/>
    <w:rsid w:val="00567DC3"/>
    <w:rsid w:val="00570C6E"/>
    <w:rsid w:val="0057122F"/>
    <w:rsid w:val="00574FAC"/>
    <w:rsid w:val="0057509D"/>
    <w:rsid w:val="005766B6"/>
    <w:rsid w:val="00580C97"/>
    <w:rsid w:val="005844BE"/>
    <w:rsid w:val="00593A1C"/>
    <w:rsid w:val="005975A8"/>
    <w:rsid w:val="005A2A43"/>
    <w:rsid w:val="005A7DD5"/>
    <w:rsid w:val="005B0E72"/>
    <w:rsid w:val="005B6C00"/>
    <w:rsid w:val="005D20B7"/>
    <w:rsid w:val="005D7368"/>
    <w:rsid w:val="005D77A0"/>
    <w:rsid w:val="005E18ED"/>
    <w:rsid w:val="005E1FE1"/>
    <w:rsid w:val="005E287C"/>
    <w:rsid w:val="005E2E1D"/>
    <w:rsid w:val="005F2A00"/>
    <w:rsid w:val="00610376"/>
    <w:rsid w:val="00610501"/>
    <w:rsid w:val="006119BF"/>
    <w:rsid w:val="0061248C"/>
    <w:rsid w:val="0061729E"/>
    <w:rsid w:val="0061772D"/>
    <w:rsid w:val="006178D2"/>
    <w:rsid w:val="00624188"/>
    <w:rsid w:val="006258CE"/>
    <w:rsid w:val="00625C33"/>
    <w:rsid w:val="00626BA7"/>
    <w:rsid w:val="00641279"/>
    <w:rsid w:val="006438C4"/>
    <w:rsid w:val="0065165E"/>
    <w:rsid w:val="006604EB"/>
    <w:rsid w:val="0066684D"/>
    <w:rsid w:val="00666C56"/>
    <w:rsid w:val="00667AAB"/>
    <w:rsid w:val="006707FC"/>
    <w:rsid w:val="00682B63"/>
    <w:rsid w:val="00683997"/>
    <w:rsid w:val="0068514F"/>
    <w:rsid w:val="00690763"/>
    <w:rsid w:val="006907CB"/>
    <w:rsid w:val="00692E06"/>
    <w:rsid w:val="006A238C"/>
    <w:rsid w:val="006A31A3"/>
    <w:rsid w:val="006A6AAC"/>
    <w:rsid w:val="006B4119"/>
    <w:rsid w:val="006C0136"/>
    <w:rsid w:val="006C3678"/>
    <w:rsid w:val="006D3E4E"/>
    <w:rsid w:val="006D69AF"/>
    <w:rsid w:val="006D6F21"/>
    <w:rsid w:val="006E154A"/>
    <w:rsid w:val="006E44AA"/>
    <w:rsid w:val="006F08AE"/>
    <w:rsid w:val="006F40FC"/>
    <w:rsid w:val="00701E30"/>
    <w:rsid w:val="00703899"/>
    <w:rsid w:val="00707F59"/>
    <w:rsid w:val="00717E58"/>
    <w:rsid w:val="00721FA0"/>
    <w:rsid w:val="00727A4D"/>
    <w:rsid w:val="0073012A"/>
    <w:rsid w:val="00733D0C"/>
    <w:rsid w:val="00740BE1"/>
    <w:rsid w:val="00747590"/>
    <w:rsid w:val="00760E5C"/>
    <w:rsid w:val="00762E65"/>
    <w:rsid w:val="00763D7B"/>
    <w:rsid w:val="0077039B"/>
    <w:rsid w:val="00775A63"/>
    <w:rsid w:val="00780BB8"/>
    <w:rsid w:val="00784866"/>
    <w:rsid w:val="00785A84"/>
    <w:rsid w:val="007868B8"/>
    <w:rsid w:val="00791EF6"/>
    <w:rsid w:val="00792CF4"/>
    <w:rsid w:val="007A3852"/>
    <w:rsid w:val="007A5265"/>
    <w:rsid w:val="007B4E46"/>
    <w:rsid w:val="007B528B"/>
    <w:rsid w:val="007C4671"/>
    <w:rsid w:val="007C5149"/>
    <w:rsid w:val="007C54A1"/>
    <w:rsid w:val="007C7BA2"/>
    <w:rsid w:val="007D3B52"/>
    <w:rsid w:val="007D497E"/>
    <w:rsid w:val="007E0753"/>
    <w:rsid w:val="007E6344"/>
    <w:rsid w:val="007E7AB7"/>
    <w:rsid w:val="007E7B97"/>
    <w:rsid w:val="007F104C"/>
    <w:rsid w:val="007F5DDB"/>
    <w:rsid w:val="00800FAA"/>
    <w:rsid w:val="008016E3"/>
    <w:rsid w:val="00803425"/>
    <w:rsid w:val="00803A99"/>
    <w:rsid w:val="00812EE1"/>
    <w:rsid w:val="0081454F"/>
    <w:rsid w:val="0081513E"/>
    <w:rsid w:val="00817D3B"/>
    <w:rsid w:val="008207F9"/>
    <w:rsid w:val="008227F3"/>
    <w:rsid w:val="0082601B"/>
    <w:rsid w:val="008361A1"/>
    <w:rsid w:val="00862C4C"/>
    <w:rsid w:val="008632BA"/>
    <w:rsid w:val="0086497D"/>
    <w:rsid w:val="0087052E"/>
    <w:rsid w:val="00874D58"/>
    <w:rsid w:val="0087576D"/>
    <w:rsid w:val="0088164D"/>
    <w:rsid w:val="00881E6E"/>
    <w:rsid w:val="00882C32"/>
    <w:rsid w:val="008841FD"/>
    <w:rsid w:val="00884752"/>
    <w:rsid w:val="00885276"/>
    <w:rsid w:val="008853B5"/>
    <w:rsid w:val="008961BE"/>
    <w:rsid w:val="008A58D8"/>
    <w:rsid w:val="008B4D03"/>
    <w:rsid w:val="008B6E67"/>
    <w:rsid w:val="008C0AC9"/>
    <w:rsid w:val="008C37B7"/>
    <w:rsid w:val="008C4794"/>
    <w:rsid w:val="008D0687"/>
    <w:rsid w:val="008D14BB"/>
    <w:rsid w:val="008F0BDB"/>
    <w:rsid w:val="008F2F89"/>
    <w:rsid w:val="008F34D5"/>
    <w:rsid w:val="008F5A56"/>
    <w:rsid w:val="008F60C8"/>
    <w:rsid w:val="008F7D62"/>
    <w:rsid w:val="0090032C"/>
    <w:rsid w:val="009013F7"/>
    <w:rsid w:val="009014EB"/>
    <w:rsid w:val="0090273F"/>
    <w:rsid w:val="00904D3E"/>
    <w:rsid w:val="0090574C"/>
    <w:rsid w:val="0090582F"/>
    <w:rsid w:val="009064FA"/>
    <w:rsid w:val="00913713"/>
    <w:rsid w:val="00914317"/>
    <w:rsid w:val="009175A0"/>
    <w:rsid w:val="00917E67"/>
    <w:rsid w:val="0092003C"/>
    <w:rsid w:val="00922DBC"/>
    <w:rsid w:val="00924A08"/>
    <w:rsid w:val="00926817"/>
    <w:rsid w:val="00934396"/>
    <w:rsid w:val="0093453D"/>
    <w:rsid w:val="00934FDA"/>
    <w:rsid w:val="00935C24"/>
    <w:rsid w:val="0093749B"/>
    <w:rsid w:val="00940D17"/>
    <w:rsid w:val="00945A4C"/>
    <w:rsid w:val="0094658C"/>
    <w:rsid w:val="00946954"/>
    <w:rsid w:val="00950B31"/>
    <w:rsid w:val="00956C48"/>
    <w:rsid w:val="00957286"/>
    <w:rsid w:val="0096484D"/>
    <w:rsid w:val="009663B9"/>
    <w:rsid w:val="00966B89"/>
    <w:rsid w:val="00972A05"/>
    <w:rsid w:val="00972EA5"/>
    <w:rsid w:val="00974C49"/>
    <w:rsid w:val="0097579E"/>
    <w:rsid w:val="0098078A"/>
    <w:rsid w:val="009866F9"/>
    <w:rsid w:val="00992581"/>
    <w:rsid w:val="00995B0D"/>
    <w:rsid w:val="009970DB"/>
    <w:rsid w:val="009A0BB0"/>
    <w:rsid w:val="009A268E"/>
    <w:rsid w:val="009A52F4"/>
    <w:rsid w:val="009A57EF"/>
    <w:rsid w:val="009B4953"/>
    <w:rsid w:val="009C09E3"/>
    <w:rsid w:val="009C4D1F"/>
    <w:rsid w:val="009C5344"/>
    <w:rsid w:val="009E4B65"/>
    <w:rsid w:val="009F1B5A"/>
    <w:rsid w:val="009F39CE"/>
    <w:rsid w:val="009F41C2"/>
    <w:rsid w:val="009F7D2E"/>
    <w:rsid w:val="00A049EB"/>
    <w:rsid w:val="00A075C7"/>
    <w:rsid w:val="00A11183"/>
    <w:rsid w:val="00A13BAB"/>
    <w:rsid w:val="00A13F40"/>
    <w:rsid w:val="00A17FF4"/>
    <w:rsid w:val="00A20428"/>
    <w:rsid w:val="00A25E47"/>
    <w:rsid w:val="00A33059"/>
    <w:rsid w:val="00A3419F"/>
    <w:rsid w:val="00A4143D"/>
    <w:rsid w:val="00A532E6"/>
    <w:rsid w:val="00A578C1"/>
    <w:rsid w:val="00A57E48"/>
    <w:rsid w:val="00A620B0"/>
    <w:rsid w:val="00A621F4"/>
    <w:rsid w:val="00A64B6E"/>
    <w:rsid w:val="00A664BF"/>
    <w:rsid w:val="00A67C14"/>
    <w:rsid w:val="00A703AE"/>
    <w:rsid w:val="00A7187E"/>
    <w:rsid w:val="00A76D03"/>
    <w:rsid w:val="00A8093A"/>
    <w:rsid w:val="00A8260E"/>
    <w:rsid w:val="00A87457"/>
    <w:rsid w:val="00A87E6A"/>
    <w:rsid w:val="00A93246"/>
    <w:rsid w:val="00A93C1B"/>
    <w:rsid w:val="00AA21C2"/>
    <w:rsid w:val="00AA2752"/>
    <w:rsid w:val="00AA7182"/>
    <w:rsid w:val="00AB1FEC"/>
    <w:rsid w:val="00AB52E6"/>
    <w:rsid w:val="00AB57CB"/>
    <w:rsid w:val="00AC0884"/>
    <w:rsid w:val="00AC29DC"/>
    <w:rsid w:val="00AC4CB8"/>
    <w:rsid w:val="00AD27B1"/>
    <w:rsid w:val="00AD2EA4"/>
    <w:rsid w:val="00AD4927"/>
    <w:rsid w:val="00AD5454"/>
    <w:rsid w:val="00AD6C57"/>
    <w:rsid w:val="00AE0EA2"/>
    <w:rsid w:val="00AE501B"/>
    <w:rsid w:val="00AE60BD"/>
    <w:rsid w:val="00AE695F"/>
    <w:rsid w:val="00AF0B3E"/>
    <w:rsid w:val="00AF7665"/>
    <w:rsid w:val="00B03494"/>
    <w:rsid w:val="00B1220C"/>
    <w:rsid w:val="00B13FBB"/>
    <w:rsid w:val="00B157EF"/>
    <w:rsid w:val="00B23472"/>
    <w:rsid w:val="00B23C49"/>
    <w:rsid w:val="00B25505"/>
    <w:rsid w:val="00B34101"/>
    <w:rsid w:val="00B348E6"/>
    <w:rsid w:val="00B36CAD"/>
    <w:rsid w:val="00B37488"/>
    <w:rsid w:val="00B45458"/>
    <w:rsid w:val="00B454B7"/>
    <w:rsid w:val="00B50B55"/>
    <w:rsid w:val="00B5648A"/>
    <w:rsid w:val="00B57D57"/>
    <w:rsid w:val="00B709E7"/>
    <w:rsid w:val="00B70BB3"/>
    <w:rsid w:val="00B7195C"/>
    <w:rsid w:val="00B721AF"/>
    <w:rsid w:val="00B73197"/>
    <w:rsid w:val="00B74F0D"/>
    <w:rsid w:val="00B76E64"/>
    <w:rsid w:val="00B77B72"/>
    <w:rsid w:val="00B85973"/>
    <w:rsid w:val="00B8604A"/>
    <w:rsid w:val="00B8625F"/>
    <w:rsid w:val="00B86552"/>
    <w:rsid w:val="00B86EE3"/>
    <w:rsid w:val="00B873CA"/>
    <w:rsid w:val="00B93FED"/>
    <w:rsid w:val="00B9455C"/>
    <w:rsid w:val="00B96943"/>
    <w:rsid w:val="00BA16E8"/>
    <w:rsid w:val="00BA3500"/>
    <w:rsid w:val="00BA4034"/>
    <w:rsid w:val="00BA550C"/>
    <w:rsid w:val="00BB2258"/>
    <w:rsid w:val="00BB2F5F"/>
    <w:rsid w:val="00BB4258"/>
    <w:rsid w:val="00BC4289"/>
    <w:rsid w:val="00BC5634"/>
    <w:rsid w:val="00BD7AE5"/>
    <w:rsid w:val="00BE298F"/>
    <w:rsid w:val="00BE3720"/>
    <w:rsid w:val="00BE3AAE"/>
    <w:rsid w:val="00BE3C23"/>
    <w:rsid w:val="00BE526D"/>
    <w:rsid w:val="00BF119A"/>
    <w:rsid w:val="00BF39E4"/>
    <w:rsid w:val="00BF6D71"/>
    <w:rsid w:val="00BF71DD"/>
    <w:rsid w:val="00C030DD"/>
    <w:rsid w:val="00C12BF4"/>
    <w:rsid w:val="00C1470D"/>
    <w:rsid w:val="00C147DC"/>
    <w:rsid w:val="00C17748"/>
    <w:rsid w:val="00C178D1"/>
    <w:rsid w:val="00C21283"/>
    <w:rsid w:val="00C30560"/>
    <w:rsid w:val="00C307A1"/>
    <w:rsid w:val="00C30E16"/>
    <w:rsid w:val="00C317C5"/>
    <w:rsid w:val="00C36C3A"/>
    <w:rsid w:val="00C471C2"/>
    <w:rsid w:val="00C474DD"/>
    <w:rsid w:val="00C50580"/>
    <w:rsid w:val="00C50C41"/>
    <w:rsid w:val="00C51013"/>
    <w:rsid w:val="00C53761"/>
    <w:rsid w:val="00C540F9"/>
    <w:rsid w:val="00C57763"/>
    <w:rsid w:val="00C57D13"/>
    <w:rsid w:val="00C617EC"/>
    <w:rsid w:val="00C61AC4"/>
    <w:rsid w:val="00C632A8"/>
    <w:rsid w:val="00C67C0B"/>
    <w:rsid w:val="00C70B0E"/>
    <w:rsid w:val="00C7268D"/>
    <w:rsid w:val="00C743A7"/>
    <w:rsid w:val="00C76FB8"/>
    <w:rsid w:val="00C819CD"/>
    <w:rsid w:val="00CA3AAE"/>
    <w:rsid w:val="00CA7FF7"/>
    <w:rsid w:val="00CB1FCA"/>
    <w:rsid w:val="00CB44C7"/>
    <w:rsid w:val="00CB5B62"/>
    <w:rsid w:val="00CB629A"/>
    <w:rsid w:val="00CB63D2"/>
    <w:rsid w:val="00CC1433"/>
    <w:rsid w:val="00CC3847"/>
    <w:rsid w:val="00CC3D3F"/>
    <w:rsid w:val="00CC7CA5"/>
    <w:rsid w:val="00CD3F84"/>
    <w:rsid w:val="00CE08A7"/>
    <w:rsid w:val="00CE22DC"/>
    <w:rsid w:val="00CE66A1"/>
    <w:rsid w:val="00D01EF4"/>
    <w:rsid w:val="00D03E0B"/>
    <w:rsid w:val="00D052DB"/>
    <w:rsid w:val="00D05589"/>
    <w:rsid w:val="00D0596A"/>
    <w:rsid w:val="00D12553"/>
    <w:rsid w:val="00D12CC2"/>
    <w:rsid w:val="00D214A7"/>
    <w:rsid w:val="00D27CCA"/>
    <w:rsid w:val="00D317E1"/>
    <w:rsid w:val="00D32748"/>
    <w:rsid w:val="00D37FF3"/>
    <w:rsid w:val="00D41BDF"/>
    <w:rsid w:val="00D41E59"/>
    <w:rsid w:val="00D459A6"/>
    <w:rsid w:val="00D50A47"/>
    <w:rsid w:val="00D525E2"/>
    <w:rsid w:val="00D564D3"/>
    <w:rsid w:val="00D574DD"/>
    <w:rsid w:val="00D637A0"/>
    <w:rsid w:val="00D6644E"/>
    <w:rsid w:val="00D73BAB"/>
    <w:rsid w:val="00D76D67"/>
    <w:rsid w:val="00D8113D"/>
    <w:rsid w:val="00D82575"/>
    <w:rsid w:val="00D8333E"/>
    <w:rsid w:val="00D839B9"/>
    <w:rsid w:val="00D87555"/>
    <w:rsid w:val="00D90380"/>
    <w:rsid w:val="00D9414C"/>
    <w:rsid w:val="00D953F3"/>
    <w:rsid w:val="00DA4220"/>
    <w:rsid w:val="00DA456C"/>
    <w:rsid w:val="00DB03D5"/>
    <w:rsid w:val="00DB6720"/>
    <w:rsid w:val="00DC5393"/>
    <w:rsid w:val="00DC7A73"/>
    <w:rsid w:val="00DC7F06"/>
    <w:rsid w:val="00DD62D8"/>
    <w:rsid w:val="00DD630F"/>
    <w:rsid w:val="00DD6691"/>
    <w:rsid w:val="00DE24BF"/>
    <w:rsid w:val="00DE45BE"/>
    <w:rsid w:val="00DE628B"/>
    <w:rsid w:val="00DF7F00"/>
    <w:rsid w:val="00E00A6C"/>
    <w:rsid w:val="00E01EB0"/>
    <w:rsid w:val="00E05415"/>
    <w:rsid w:val="00E056C6"/>
    <w:rsid w:val="00E07045"/>
    <w:rsid w:val="00E100C5"/>
    <w:rsid w:val="00E12F7D"/>
    <w:rsid w:val="00E2147D"/>
    <w:rsid w:val="00E25E7F"/>
    <w:rsid w:val="00E33790"/>
    <w:rsid w:val="00E35683"/>
    <w:rsid w:val="00E4053C"/>
    <w:rsid w:val="00E450DE"/>
    <w:rsid w:val="00E50854"/>
    <w:rsid w:val="00E5310B"/>
    <w:rsid w:val="00E55694"/>
    <w:rsid w:val="00E5602A"/>
    <w:rsid w:val="00E61784"/>
    <w:rsid w:val="00E62466"/>
    <w:rsid w:val="00E6602A"/>
    <w:rsid w:val="00E71F9B"/>
    <w:rsid w:val="00E74F3F"/>
    <w:rsid w:val="00E779D9"/>
    <w:rsid w:val="00E83E86"/>
    <w:rsid w:val="00E841FC"/>
    <w:rsid w:val="00E85043"/>
    <w:rsid w:val="00E9123F"/>
    <w:rsid w:val="00E97E08"/>
    <w:rsid w:val="00EA117F"/>
    <w:rsid w:val="00EA3477"/>
    <w:rsid w:val="00EB1CFD"/>
    <w:rsid w:val="00EB47F0"/>
    <w:rsid w:val="00EC77E4"/>
    <w:rsid w:val="00EC7C2D"/>
    <w:rsid w:val="00EE2E18"/>
    <w:rsid w:val="00F13304"/>
    <w:rsid w:val="00F2191C"/>
    <w:rsid w:val="00F26157"/>
    <w:rsid w:val="00F2758C"/>
    <w:rsid w:val="00F27596"/>
    <w:rsid w:val="00F32298"/>
    <w:rsid w:val="00F3527A"/>
    <w:rsid w:val="00F364D2"/>
    <w:rsid w:val="00F36B48"/>
    <w:rsid w:val="00F37189"/>
    <w:rsid w:val="00F41946"/>
    <w:rsid w:val="00F41D06"/>
    <w:rsid w:val="00F43404"/>
    <w:rsid w:val="00F45626"/>
    <w:rsid w:val="00F457F8"/>
    <w:rsid w:val="00F5470D"/>
    <w:rsid w:val="00F57EFB"/>
    <w:rsid w:val="00F57FAD"/>
    <w:rsid w:val="00F63B6D"/>
    <w:rsid w:val="00F6732D"/>
    <w:rsid w:val="00F72D61"/>
    <w:rsid w:val="00F73118"/>
    <w:rsid w:val="00F759BB"/>
    <w:rsid w:val="00F81681"/>
    <w:rsid w:val="00F879E9"/>
    <w:rsid w:val="00F94B42"/>
    <w:rsid w:val="00FA3BDC"/>
    <w:rsid w:val="00FA4479"/>
    <w:rsid w:val="00FC3281"/>
    <w:rsid w:val="00FC3EBB"/>
    <w:rsid w:val="00FC412D"/>
    <w:rsid w:val="00FD0A8D"/>
    <w:rsid w:val="00FD2D9D"/>
    <w:rsid w:val="00FD2F2D"/>
    <w:rsid w:val="00FE25F2"/>
    <w:rsid w:val="00FE7AF7"/>
    <w:rsid w:val="00FF0999"/>
    <w:rsid w:val="00FF2ED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6B425611"/>
  <w15:docId w15:val="{DF3BB664-1E2A-40F8-8635-F51BA3A77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locked="1"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locked="1"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lsdException w:name="Table Grid" w:uiPriority="59"/>
    <w:lsdException w:name="Table Theme" w:locked="1" w:semiHidden="1" w:unhideWhenUsed="1"/>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FF4"/>
    <w:pPr>
      <w:spacing w:before="120" w:after="120"/>
    </w:pPr>
    <w:rPr>
      <w:rFonts w:ascii="Calibri" w:hAnsi="Calibri"/>
      <w:sz w:val="22"/>
      <w:szCs w:val="24"/>
    </w:rPr>
  </w:style>
  <w:style w:type="paragraph" w:styleId="Heading1">
    <w:name w:val="heading 1"/>
    <w:basedOn w:val="Normal"/>
    <w:next w:val="Normal"/>
    <w:link w:val="Heading1Char"/>
    <w:autoRedefine/>
    <w:qFormat/>
    <w:rsid w:val="00471E45"/>
    <w:pPr>
      <w:keepNext/>
      <w:spacing w:after="200"/>
      <w:outlineLvl w:val="0"/>
    </w:pPr>
    <w:rPr>
      <w:rFonts w:cs="Arial"/>
      <w:b/>
      <w:bCs/>
      <w:color w:val="005677"/>
      <w:kern w:val="32"/>
      <w:sz w:val="40"/>
      <w:szCs w:val="44"/>
    </w:rPr>
  </w:style>
  <w:style w:type="paragraph" w:styleId="Heading2">
    <w:name w:val="heading 2"/>
    <w:basedOn w:val="Normal"/>
    <w:next w:val="Normal"/>
    <w:link w:val="Heading2Char"/>
    <w:autoRedefine/>
    <w:qFormat/>
    <w:rsid w:val="006258CE"/>
    <w:pPr>
      <w:keepNext/>
      <w:spacing w:after="200"/>
      <w:outlineLvl w:val="1"/>
    </w:pPr>
    <w:rPr>
      <w:rFonts w:cs="Arial"/>
      <w:b/>
      <w:bCs/>
      <w:iCs/>
      <w:sz w:val="36"/>
      <w:szCs w:val="28"/>
    </w:rPr>
  </w:style>
  <w:style w:type="paragraph" w:styleId="Heading3">
    <w:name w:val="heading 3"/>
    <w:basedOn w:val="Normal"/>
    <w:next w:val="Normal"/>
    <w:link w:val="Heading3Char"/>
    <w:autoRedefine/>
    <w:qFormat/>
    <w:rsid w:val="00471E45"/>
    <w:pPr>
      <w:keepNext/>
      <w:spacing w:after="200"/>
      <w:outlineLvl w:val="2"/>
    </w:pPr>
    <w:rPr>
      <w:rFonts w:cs="Arial"/>
      <w:b/>
      <w:bCs/>
      <w:color w:val="005677"/>
      <w:sz w:val="32"/>
      <w:szCs w:val="26"/>
    </w:rPr>
  </w:style>
  <w:style w:type="paragraph" w:styleId="Heading4">
    <w:name w:val="heading 4"/>
    <w:basedOn w:val="Normal"/>
    <w:next w:val="Normal"/>
    <w:link w:val="Heading4Char"/>
    <w:autoRedefine/>
    <w:qFormat/>
    <w:rsid w:val="00AE0EA2"/>
    <w:pPr>
      <w:keepNext/>
      <w:spacing w:before="0" w:after="0"/>
      <w:outlineLvl w:val="3"/>
    </w:pPr>
    <w:rPr>
      <w:b/>
      <w:bCs/>
      <w:sz w:val="28"/>
      <w:szCs w:val="28"/>
    </w:rPr>
  </w:style>
  <w:style w:type="paragraph" w:styleId="Heading5">
    <w:name w:val="heading 5"/>
    <w:basedOn w:val="Normal"/>
    <w:next w:val="Normal"/>
    <w:link w:val="Heading5Char"/>
    <w:autoRedefine/>
    <w:qFormat/>
    <w:rsid w:val="00471E45"/>
    <w:pPr>
      <w:spacing w:after="200"/>
      <w:outlineLvl w:val="4"/>
    </w:pPr>
    <w:rPr>
      <w:b/>
      <w:bCs/>
      <w:color w:val="005677"/>
      <w:sz w:val="26"/>
      <w:szCs w:val="26"/>
    </w:rPr>
  </w:style>
  <w:style w:type="paragraph" w:styleId="Heading6">
    <w:name w:val="heading 6"/>
    <w:basedOn w:val="Normal"/>
    <w:next w:val="Normal"/>
    <w:autoRedefine/>
    <w:qFormat/>
    <w:rsid w:val="001C1094"/>
    <w:pPr>
      <w:spacing w:after="200"/>
      <w:outlineLvl w:val="5"/>
    </w:pPr>
    <w:rPr>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ISRTEFOOTER">
    <w:name w:val="DIISRTE FOOTER"/>
    <w:basedOn w:val="Normal"/>
    <w:autoRedefine/>
    <w:locked/>
    <w:rsid w:val="005E18ED"/>
    <w:pPr>
      <w:tabs>
        <w:tab w:val="center" w:pos="4320"/>
        <w:tab w:val="right" w:pos="8640"/>
      </w:tabs>
      <w:spacing w:line="360" w:lineRule="auto"/>
      <w:ind w:right="360"/>
      <w:jc w:val="right"/>
    </w:pPr>
    <w:rPr>
      <w:sz w:val="16"/>
    </w:rPr>
  </w:style>
  <w:style w:type="paragraph" w:styleId="BodyTextIndent2">
    <w:name w:val="Body Text Indent 2"/>
    <w:basedOn w:val="Normal"/>
    <w:semiHidden/>
    <w:rsid w:val="00D317E1"/>
    <w:pPr>
      <w:spacing w:line="480" w:lineRule="auto"/>
      <w:ind w:left="283"/>
    </w:pPr>
  </w:style>
  <w:style w:type="paragraph" w:customStyle="1" w:styleId="CSMsubheadings">
    <w:name w:val="CSM sub headings"/>
    <w:basedOn w:val="Normal"/>
    <w:semiHidden/>
    <w:locked/>
    <w:rsid w:val="00D317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7"/>
    </w:pPr>
    <w:rPr>
      <w:rFonts w:ascii="Helvetica" w:hAnsi="Helvetica"/>
      <w:b/>
      <w:color w:val="56678E"/>
      <w:lang w:val="en-US"/>
    </w:rPr>
  </w:style>
  <w:style w:type="table" w:customStyle="1" w:styleId="DIISRTETableThree">
    <w:name w:val="DIISRTE Table Thre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Symbol" w:hAnsi="Symbol"/>
        <w:b/>
        <w:sz w:val="20"/>
      </w:rPr>
    </w:tblStylePr>
    <w:tblStylePr w:type="lastRow">
      <w:rPr>
        <w:rFonts w:ascii="Symbol" w:hAnsi="Symbol"/>
        <w:b/>
        <w:sz w:val="20"/>
      </w:rPr>
    </w:tblStylePr>
    <w:tblStylePr w:type="firstCol">
      <w:rPr>
        <w:rFonts w:ascii="Symbol" w:hAnsi="Symbol"/>
        <w:b/>
        <w:sz w:val="20"/>
      </w:rPr>
    </w:tblStylePr>
  </w:style>
  <w:style w:type="table" w:customStyle="1" w:styleId="DIISRTETableTwo">
    <w:name w:val="DIISRTE Table Two"/>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tblStylePr w:type="lastCol">
      <w:rPr>
        <w:b/>
      </w:rPr>
      <w:tblPr/>
      <w:tcPr>
        <w:tcBorders>
          <w:top w:val="nil"/>
          <w:left w:val="nil"/>
          <w:bottom w:val="nil"/>
          <w:right w:val="nil"/>
          <w:insideH w:val="nil"/>
          <w:insideV w:val="nil"/>
          <w:tl2br w:val="nil"/>
          <w:tr2bl w:val="nil"/>
        </w:tcBorders>
      </w:tcPr>
    </w:tblStylePr>
  </w:style>
  <w:style w:type="paragraph" w:customStyle="1" w:styleId="FMHeader">
    <w:name w:val="FM Header"/>
    <w:semiHidden/>
    <w:locked/>
    <w:rsid w:val="00D317E1"/>
    <w:pPr>
      <w:spacing w:before="120" w:after="120" w:line="360" w:lineRule="auto"/>
    </w:pPr>
    <w:rPr>
      <w:rFonts w:ascii="Arial" w:hAnsi="Arial"/>
      <w:b/>
      <w:color w:val="165387"/>
      <w:sz w:val="40"/>
      <w:szCs w:val="24"/>
    </w:rPr>
  </w:style>
  <w:style w:type="paragraph" w:customStyle="1" w:styleId="PilbrowBodyText">
    <w:name w:val="Pilbrow Body Text"/>
    <w:semiHidden/>
    <w:locked/>
    <w:rsid w:val="00D317E1"/>
    <w:pPr>
      <w:spacing w:before="120" w:after="120" w:line="360" w:lineRule="auto"/>
      <w:ind w:left="-425" w:right="-204"/>
    </w:pPr>
    <w:rPr>
      <w:rFonts w:ascii="Arial" w:hAnsi="Arial"/>
      <w:b/>
      <w:color w:val="D35200"/>
      <w:sz w:val="28"/>
      <w:szCs w:val="24"/>
    </w:rPr>
  </w:style>
  <w:style w:type="paragraph" w:customStyle="1" w:styleId="PilbrowHeaderCover">
    <w:name w:val="Pilbrow Header Cover"/>
    <w:semiHidden/>
    <w:locked/>
    <w:rsid w:val="00D317E1"/>
    <w:pPr>
      <w:spacing w:before="360" w:after="360"/>
      <w:ind w:left="-425" w:right="-204"/>
    </w:pPr>
    <w:rPr>
      <w:rFonts w:ascii="Arial" w:hAnsi="Arial"/>
      <w:b/>
      <w:color w:val="D1530B"/>
      <w:sz w:val="48"/>
      <w:szCs w:val="24"/>
    </w:rPr>
  </w:style>
  <w:style w:type="paragraph" w:customStyle="1" w:styleId="PilbrowHeaderOne">
    <w:name w:val="Pilbrow Header One"/>
    <w:next w:val="PilbrowBodyText"/>
    <w:semiHidden/>
    <w:locked/>
    <w:rsid w:val="00D317E1"/>
    <w:rPr>
      <w:rFonts w:ascii="Arial" w:hAnsi="Arial"/>
      <w:b/>
      <w:color w:val="D35200"/>
      <w:sz w:val="32"/>
      <w:szCs w:val="24"/>
    </w:rPr>
  </w:style>
  <w:style w:type="paragraph" w:customStyle="1" w:styleId="PilbrowHeaderOnenotab">
    <w:name w:val="Pilbrow Header One (no tab)"/>
    <w:semiHidden/>
    <w:locked/>
    <w:rsid w:val="00D317E1"/>
    <w:rPr>
      <w:rFonts w:ascii="Arial" w:hAnsi="Arial"/>
      <w:b/>
      <w:color w:val="D35200"/>
      <w:sz w:val="32"/>
      <w:szCs w:val="24"/>
    </w:rPr>
  </w:style>
  <w:style w:type="paragraph" w:customStyle="1" w:styleId="PilbrowHeaderTwo">
    <w:name w:val="Pilbrow Header Two"/>
    <w:basedOn w:val="PilbrowBodyText"/>
    <w:semiHidden/>
    <w:locked/>
    <w:rsid w:val="00D317E1"/>
    <w:rPr>
      <w:color w:val="333333"/>
    </w:rPr>
  </w:style>
  <w:style w:type="paragraph" w:customStyle="1" w:styleId="PilbrowSubHeaderCover">
    <w:name w:val="Pilbrow Sub Header Cover"/>
    <w:basedOn w:val="PilbrowHeaderCover"/>
    <w:semiHidden/>
    <w:locked/>
    <w:rsid w:val="00D317E1"/>
    <w:rPr>
      <w:color w:val="333333"/>
      <w:sz w:val="36"/>
    </w:rPr>
  </w:style>
  <w:style w:type="paragraph" w:customStyle="1" w:styleId="PlibrowHeaderOnenotab">
    <w:name w:val="Plibrow Header One (no tab)"/>
    <w:basedOn w:val="PilbrowBodyText"/>
    <w:semiHidden/>
    <w:locked/>
    <w:rsid w:val="00D317E1"/>
    <w:pPr>
      <w:ind w:left="0"/>
    </w:pPr>
    <w:rPr>
      <w:sz w:val="32"/>
    </w:rPr>
  </w:style>
  <w:style w:type="paragraph" w:styleId="Header">
    <w:name w:val="header"/>
    <w:basedOn w:val="Normal"/>
    <w:link w:val="HeaderChar"/>
    <w:autoRedefine/>
    <w:uiPriority w:val="99"/>
    <w:rsid w:val="00226D9E"/>
    <w:pPr>
      <w:tabs>
        <w:tab w:val="center" w:pos="4320"/>
        <w:tab w:val="right" w:pos="8640"/>
      </w:tabs>
    </w:pPr>
    <w:rPr>
      <w:sz w:val="18"/>
    </w:rPr>
  </w:style>
  <w:style w:type="paragraph" w:styleId="TOC1">
    <w:name w:val="toc 1"/>
    <w:basedOn w:val="Normal"/>
    <w:next w:val="Normal"/>
    <w:autoRedefine/>
    <w:semiHidden/>
    <w:rsid w:val="00B8625F"/>
  </w:style>
  <w:style w:type="paragraph" w:styleId="ListBullet">
    <w:name w:val="List Bullet"/>
    <w:basedOn w:val="Normal"/>
    <w:autoRedefine/>
    <w:rsid w:val="00226D9E"/>
    <w:pPr>
      <w:numPr>
        <w:numId w:val="1"/>
      </w:numPr>
      <w:spacing w:after="200"/>
    </w:pPr>
  </w:style>
  <w:style w:type="paragraph" w:styleId="ListNumber">
    <w:name w:val="List Number"/>
    <w:basedOn w:val="Normal"/>
    <w:rsid w:val="00226D9E"/>
    <w:pPr>
      <w:numPr>
        <w:numId w:val="6"/>
      </w:numPr>
      <w:spacing w:after="200"/>
    </w:pPr>
  </w:style>
  <w:style w:type="table" w:customStyle="1" w:styleId="DIISRTETableOne">
    <w:name w:val="DIISRTE Table On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style>
  <w:style w:type="paragraph" w:styleId="TOC2">
    <w:name w:val="toc 2"/>
    <w:basedOn w:val="Normal"/>
    <w:next w:val="Normal"/>
    <w:autoRedefine/>
    <w:semiHidden/>
    <w:rsid w:val="00181C19"/>
    <w:pPr>
      <w:ind w:left="240"/>
    </w:pPr>
  </w:style>
  <w:style w:type="paragraph" w:styleId="TOC3">
    <w:name w:val="toc 3"/>
    <w:basedOn w:val="Normal"/>
    <w:next w:val="Normal"/>
    <w:autoRedefine/>
    <w:semiHidden/>
    <w:rsid w:val="00181C19"/>
    <w:pPr>
      <w:ind w:left="480"/>
    </w:pPr>
  </w:style>
  <w:style w:type="paragraph" w:styleId="TOC4">
    <w:name w:val="toc 4"/>
    <w:basedOn w:val="Normal"/>
    <w:next w:val="Normal"/>
    <w:autoRedefine/>
    <w:semiHidden/>
    <w:rsid w:val="00181C19"/>
    <w:pPr>
      <w:ind w:left="720"/>
    </w:pPr>
  </w:style>
  <w:style w:type="paragraph" w:styleId="TOC5">
    <w:name w:val="toc 5"/>
    <w:basedOn w:val="Normal"/>
    <w:next w:val="Normal"/>
    <w:autoRedefine/>
    <w:semiHidden/>
    <w:rsid w:val="00181C19"/>
    <w:pPr>
      <w:ind w:left="960"/>
    </w:pPr>
  </w:style>
  <w:style w:type="character" w:styleId="Hyperlink">
    <w:name w:val="Hyperlink"/>
    <w:uiPriority w:val="99"/>
    <w:rsid w:val="005975A8"/>
    <w:rPr>
      <w:color w:val="0000FF"/>
      <w:u w:val="single"/>
    </w:rPr>
  </w:style>
  <w:style w:type="character" w:styleId="PageNumber">
    <w:name w:val="page number"/>
    <w:rsid w:val="0094658C"/>
    <w:rPr>
      <w:rFonts w:ascii="Arial" w:hAnsi="Arial"/>
      <w:sz w:val="16"/>
    </w:rPr>
  </w:style>
  <w:style w:type="paragraph" w:styleId="HTMLAddress">
    <w:name w:val="HTML Address"/>
    <w:basedOn w:val="Normal"/>
    <w:rsid w:val="00924A08"/>
    <w:rPr>
      <w:i/>
      <w:iCs/>
    </w:rPr>
  </w:style>
  <w:style w:type="character" w:styleId="Strong">
    <w:name w:val="Strong"/>
    <w:qFormat/>
    <w:rsid w:val="00812EE1"/>
    <w:rPr>
      <w:b/>
      <w:color w:val="auto"/>
    </w:rPr>
  </w:style>
  <w:style w:type="character" w:styleId="Emphasis">
    <w:name w:val="Emphasis"/>
    <w:uiPriority w:val="20"/>
    <w:qFormat/>
    <w:rsid w:val="00D32748"/>
    <w:rPr>
      <w:i/>
    </w:rPr>
  </w:style>
  <w:style w:type="paragraph" w:styleId="BodyTextIndent">
    <w:name w:val="Body Text Indent"/>
    <w:basedOn w:val="Normal"/>
    <w:next w:val="Normal"/>
    <w:autoRedefine/>
    <w:rsid w:val="009866F9"/>
    <w:pPr>
      <w:ind w:left="360"/>
    </w:pPr>
  </w:style>
  <w:style w:type="paragraph" w:styleId="Footer">
    <w:name w:val="footer"/>
    <w:basedOn w:val="Normal"/>
    <w:link w:val="FooterChar"/>
    <w:uiPriority w:val="99"/>
    <w:rsid w:val="00226D9E"/>
    <w:pPr>
      <w:tabs>
        <w:tab w:val="center" w:pos="4320"/>
        <w:tab w:val="right" w:pos="8640"/>
      </w:tabs>
    </w:pPr>
    <w:rPr>
      <w:sz w:val="18"/>
    </w:rPr>
  </w:style>
  <w:style w:type="paragraph" w:styleId="TOC6">
    <w:name w:val="toc 6"/>
    <w:basedOn w:val="Normal"/>
    <w:next w:val="Normal"/>
    <w:autoRedefine/>
    <w:semiHidden/>
    <w:rsid w:val="00946954"/>
    <w:pPr>
      <w:ind w:left="1200"/>
    </w:pPr>
  </w:style>
  <w:style w:type="paragraph" w:styleId="ListContinue2">
    <w:name w:val="List Continue 2"/>
    <w:basedOn w:val="Normal"/>
    <w:rsid w:val="00226D9E"/>
    <w:pPr>
      <w:numPr>
        <w:numId w:val="12"/>
      </w:numPr>
      <w:spacing w:after="200"/>
    </w:pPr>
  </w:style>
  <w:style w:type="paragraph" w:styleId="BodyText">
    <w:name w:val="Body Text"/>
    <w:basedOn w:val="Normal"/>
    <w:rsid w:val="00D32748"/>
    <w:pPr>
      <w:spacing w:after="200"/>
    </w:pPr>
  </w:style>
  <w:style w:type="paragraph" w:styleId="ListContinue">
    <w:name w:val="List Continue"/>
    <w:basedOn w:val="Normal"/>
    <w:rsid w:val="00EC7C2D"/>
    <w:pPr>
      <w:numPr>
        <w:numId w:val="11"/>
      </w:numPr>
      <w:spacing w:after="200"/>
    </w:pPr>
  </w:style>
  <w:style w:type="paragraph" w:styleId="Caption">
    <w:name w:val="caption"/>
    <w:basedOn w:val="Normal"/>
    <w:next w:val="Normal"/>
    <w:qFormat/>
    <w:rsid w:val="00226D9E"/>
    <w:rPr>
      <w:rFonts w:eastAsia="MS Mincho"/>
      <w:b/>
      <w:sz w:val="18"/>
      <w:lang w:val="en-US"/>
    </w:rPr>
  </w:style>
  <w:style w:type="paragraph" w:styleId="BlockText">
    <w:name w:val="Block Text"/>
    <w:basedOn w:val="Normal"/>
    <w:rsid w:val="00D32748"/>
    <w:pPr>
      <w:spacing w:after="200"/>
      <w:ind w:left="357" w:right="357"/>
    </w:pPr>
    <w:rPr>
      <w:rFonts w:eastAsia="MS Mincho"/>
      <w:color w:val="000000"/>
      <w:sz w:val="20"/>
      <w:lang w:val="en-US"/>
    </w:rPr>
  </w:style>
  <w:style w:type="paragraph" w:styleId="BalloonText">
    <w:name w:val="Balloon Text"/>
    <w:basedOn w:val="Normal"/>
    <w:link w:val="BalloonTextChar"/>
    <w:uiPriority w:val="99"/>
    <w:rsid w:val="006707FC"/>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6707FC"/>
    <w:rPr>
      <w:rFonts w:ascii="Lucida Grande" w:hAnsi="Lucida Grande" w:cs="Lucida Grande"/>
      <w:color w:val="333333"/>
      <w:sz w:val="18"/>
      <w:szCs w:val="18"/>
    </w:rPr>
  </w:style>
  <w:style w:type="table" w:styleId="TableGrid">
    <w:name w:val="Table Grid"/>
    <w:basedOn w:val="TableNormal"/>
    <w:uiPriority w:val="59"/>
    <w:rsid w:val="00D059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D0596A"/>
    <w:rPr>
      <w:rFonts w:ascii="Arial" w:hAnsi="Arial"/>
      <w:color w:val="333333"/>
      <w:sz w:val="18"/>
      <w:szCs w:val="24"/>
    </w:rPr>
  </w:style>
  <w:style w:type="character" w:customStyle="1" w:styleId="FooterChar">
    <w:name w:val="Footer Char"/>
    <w:basedOn w:val="DefaultParagraphFont"/>
    <w:link w:val="Footer"/>
    <w:uiPriority w:val="99"/>
    <w:rsid w:val="00D0596A"/>
    <w:rPr>
      <w:rFonts w:ascii="Arial" w:hAnsi="Arial"/>
      <w:color w:val="333333"/>
      <w:sz w:val="18"/>
      <w:szCs w:val="24"/>
    </w:rPr>
  </w:style>
  <w:style w:type="paragraph" w:styleId="ListParagraph">
    <w:name w:val="List Paragraph"/>
    <w:basedOn w:val="Normal"/>
    <w:link w:val="ListParagraphChar"/>
    <w:uiPriority w:val="34"/>
    <w:qFormat/>
    <w:rsid w:val="00D0596A"/>
    <w:pPr>
      <w:numPr>
        <w:numId w:val="18"/>
      </w:numPr>
      <w:ind w:left="357" w:hanging="357"/>
      <w:contextualSpacing/>
    </w:pPr>
    <w:rPr>
      <w:rFonts w:eastAsiaTheme="minorHAnsi" w:cstheme="minorBidi"/>
      <w:szCs w:val="22"/>
    </w:rPr>
  </w:style>
  <w:style w:type="paragraph" w:customStyle="1" w:styleId="Default">
    <w:name w:val="Default"/>
    <w:rsid w:val="00D0596A"/>
    <w:pPr>
      <w:autoSpaceDE w:val="0"/>
      <w:autoSpaceDN w:val="0"/>
      <w:adjustRightInd w:val="0"/>
    </w:pPr>
    <w:rPr>
      <w:rFonts w:ascii="Arial" w:eastAsiaTheme="minorHAnsi" w:hAnsi="Arial" w:cs="Arial"/>
      <w:color w:val="000000"/>
      <w:sz w:val="24"/>
      <w:szCs w:val="24"/>
    </w:rPr>
  </w:style>
  <w:style w:type="character" w:styleId="CommentReference">
    <w:name w:val="annotation reference"/>
    <w:basedOn w:val="DefaultParagraphFont"/>
    <w:uiPriority w:val="99"/>
    <w:unhideWhenUsed/>
    <w:rsid w:val="00D0596A"/>
    <w:rPr>
      <w:sz w:val="16"/>
      <w:szCs w:val="16"/>
    </w:rPr>
  </w:style>
  <w:style w:type="paragraph" w:styleId="CommentText">
    <w:name w:val="annotation text"/>
    <w:basedOn w:val="Normal"/>
    <w:link w:val="CommentTextChar"/>
    <w:uiPriority w:val="99"/>
    <w:unhideWhenUsed/>
    <w:rsid w:val="00D0596A"/>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0596A"/>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D0596A"/>
    <w:rPr>
      <w:b/>
      <w:bCs/>
    </w:rPr>
  </w:style>
  <w:style w:type="character" w:customStyle="1" w:styleId="CommentSubjectChar">
    <w:name w:val="Comment Subject Char"/>
    <w:basedOn w:val="CommentTextChar"/>
    <w:link w:val="CommentSubject"/>
    <w:uiPriority w:val="99"/>
    <w:rsid w:val="00D0596A"/>
    <w:rPr>
      <w:rFonts w:asciiTheme="minorHAnsi" w:eastAsiaTheme="minorHAnsi" w:hAnsiTheme="minorHAnsi" w:cstheme="minorBidi"/>
      <w:b/>
      <w:bCs/>
    </w:rPr>
  </w:style>
  <w:style w:type="character" w:customStyle="1" w:styleId="Heading2Char">
    <w:name w:val="Heading 2 Char"/>
    <w:basedOn w:val="DefaultParagraphFont"/>
    <w:link w:val="Heading2"/>
    <w:rsid w:val="00D0596A"/>
    <w:rPr>
      <w:rFonts w:ascii="Arial" w:hAnsi="Arial" w:cs="Arial"/>
      <w:b/>
      <w:bCs/>
      <w:iCs/>
      <w:sz w:val="36"/>
      <w:szCs w:val="28"/>
    </w:rPr>
  </w:style>
  <w:style w:type="character" w:customStyle="1" w:styleId="Heading3Char">
    <w:name w:val="Heading 3 Char"/>
    <w:basedOn w:val="DefaultParagraphFont"/>
    <w:link w:val="Heading3"/>
    <w:rsid w:val="00471E45"/>
    <w:rPr>
      <w:rFonts w:ascii="Calibri" w:hAnsi="Calibri" w:cs="Arial"/>
      <w:b/>
      <w:bCs/>
      <w:color w:val="005677"/>
      <w:sz w:val="32"/>
      <w:szCs w:val="26"/>
    </w:rPr>
  </w:style>
  <w:style w:type="character" w:customStyle="1" w:styleId="Heading4Char">
    <w:name w:val="Heading 4 Char"/>
    <w:basedOn w:val="DefaultParagraphFont"/>
    <w:link w:val="Heading4"/>
    <w:rsid w:val="00AE0EA2"/>
    <w:rPr>
      <w:rFonts w:ascii="Calibri" w:hAnsi="Calibri"/>
      <w:b/>
      <w:bCs/>
      <w:sz w:val="28"/>
      <w:szCs w:val="28"/>
    </w:rPr>
  </w:style>
  <w:style w:type="character" w:customStyle="1" w:styleId="Heading5Char">
    <w:name w:val="Heading 5 Char"/>
    <w:basedOn w:val="DefaultParagraphFont"/>
    <w:link w:val="Heading5"/>
    <w:rsid w:val="00471E45"/>
    <w:rPr>
      <w:rFonts w:ascii="Calibri" w:hAnsi="Calibri"/>
      <w:b/>
      <w:bCs/>
      <w:color w:val="005677"/>
      <w:sz w:val="26"/>
      <w:szCs w:val="26"/>
    </w:rPr>
  </w:style>
  <w:style w:type="character" w:customStyle="1" w:styleId="Heading1Char">
    <w:name w:val="Heading 1 Char"/>
    <w:basedOn w:val="DefaultParagraphFont"/>
    <w:link w:val="Heading1"/>
    <w:rsid w:val="00471E45"/>
    <w:rPr>
      <w:rFonts w:ascii="Calibri" w:hAnsi="Calibri" w:cs="Arial"/>
      <w:b/>
      <w:bCs/>
      <w:color w:val="005677"/>
      <w:kern w:val="32"/>
      <w:sz w:val="40"/>
      <w:szCs w:val="44"/>
    </w:rPr>
  </w:style>
  <w:style w:type="character" w:styleId="PlaceholderText">
    <w:name w:val="Placeholder Text"/>
    <w:basedOn w:val="DefaultParagraphFont"/>
    <w:uiPriority w:val="99"/>
    <w:rsid w:val="00D0596A"/>
    <w:rPr>
      <w:color w:val="808080"/>
    </w:rPr>
  </w:style>
  <w:style w:type="paragraph" w:customStyle="1" w:styleId="BodyText1">
    <w:name w:val="Body Text1"/>
    <w:link w:val="BODYTEXTChar"/>
    <w:autoRedefine/>
    <w:rsid w:val="00D0596A"/>
    <w:pPr>
      <w:spacing w:after="120"/>
    </w:pPr>
    <w:rPr>
      <w:rFonts w:ascii="Arial" w:hAnsi="Arial"/>
      <w:noProof/>
      <w:color w:val="000000"/>
      <w:szCs w:val="24"/>
    </w:rPr>
  </w:style>
  <w:style w:type="character" w:customStyle="1" w:styleId="BODYTEXTChar">
    <w:name w:val="BODY TEXT Char"/>
    <w:link w:val="BodyText1"/>
    <w:rsid w:val="00D0596A"/>
    <w:rPr>
      <w:rFonts w:ascii="Arial" w:hAnsi="Arial"/>
      <w:noProof/>
      <w:color w:val="000000"/>
      <w:szCs w:val="24"/>
    </w:rPr>
  </w:style>
  <w:style w:type="paragraph" w:customStyle="1" w:styleId="StrongNumbered">
    <w:name w:val="Strong Numbered"/>
    <w:basedOn w:val="ListParagraph"/>
    <w:link w:val="StrongNumberedChar"/>
    <w:qFormat/>
    <w:rsid w:val="00D0596A"/>
    <w:pPr>
      <w:numPr>
        <w:numId w:val="19"/>
      </w:numPr>
    </w:pPr>
    <w:rPr>
      <w:b/>
    </w:rPr>
  </w:style>
  <w:style w:type="character" w:customStyle="1" w:styleId="ListParagraphChar">
    <w:name w:val="List Paragraph Char"/>
    <w:basedOn w:val="DefaultParagraphFont"/>
    <w:link w:val="ListParagraph"/>
    <w:uiPriority w:val="34"/>
    <w:rsid w:val="00D0596A"/>
    <w:rPr>
      <w:rFonts w:ascii="Calibri" w:eastAsiaTheme="minorHAnsi" w:hAnsi="Calibri" w:cstheme="minorBidi"/>
      <w:sz w:val="22"/>
      <w:szCs w:val="22"/>
    </w:rPr>
  </w:style>
  <w:style w:type="character" w:customStyle="1" w:styleId="StrongNumberedChar">
    <w:name w:val="Strong Numbered Char"/>
    <w:basedOn w:val="ListParagraphChar"/>
    <w:link w:val="StrongNumbered"/>
    <w:rsid w:val="00D0596A"/>
    <w:rPr>
      <w:rFonts w:ascii="Calibri" w:eastAsiaTheme="minorHAnsi" w:hAnsi="Calibri" w:cstheme="minorBidi"/>
      <w:b/>
      <w:sz w:val="22"/>
      <w:szCs w:val="22"/>
    </w:rPr>
  </w:style>
  <w:style w:type="paragraph" w:styleId="Revision">
    <w:name w:val="Revision"/>
    <w:hidden/>
    <w:uiPriority w:val="71"/>
    <w:rsid w:val="00551182"/>
    <w:rPr>
      <w:rFonts w:ascii="Calibri" w:hAnsi="Calibri"/>
      <w:sz w:val="22"/>
      <w:szCs w:val="24"/>
    </w:rPr>
  </w:style>
  <w:style w:type="paragraph" w:customStyle="1" w:styleId="Numbered">
    <w:name w:val="Numbered"/>
    <w:basedOn w:val="StrongNumbered"/>
    <w:link w:val="NumberedChar"/>
    <w:qFormat/>
    <w:rsid w:val="00F2191C"/>
    <w:pPr>
      <w:numPr>
        <w:numId w:val="0"/>
      </w:numPr>
      <w:ind w:left="357" w:hanging="357"/>
      <w:contextualSpacing w:val="0"/>
    </w:pPr>
    <w:rPr>
      <w:b w:val="0"/>
    </w:rPr>
  </w:style>
  <w:style w:type="character" w:customStyle="1" w:styleId="NumberedChar">
    <w:name w:val="Numbered Char"/>
    <w:basedOn w:val="StrongNumberedChar"/>
    <w:link w:val="Numbered"/>
    <w:rsid w:val="00F2191C"/>
    <w:rPr>
      <w:rFonts w:ascii="Calibri" w:eastAsiaTheme="minorHAnsi" w:hAnsi="Calibri" w:cstheme="minorBidi"/>
      <w:b w:val="0"/>
      <w:sz w:val="22"/>
      <w:szCs w:val="22"/>
    </w:rPr>
  </w:style>
  <w:style w:type="paragraph" w:customStyle="1" w:styleId="Footnote">
    <w:name w:val="Footnote"/>
    <w:basedOn w:val="Footer"/>
    <w:link w:val="FootnoteChar"/>
    <w:qFormat/>
    <w:rsid w:val="00E05415"/>
    <w:pPr>
      <w:tabs>
        <w:tab w:val="clear" w:pos="4320"/>
        <w:tab w:val="clear" w:pos="8640"/>
        <w:tab w:val="center" w:pos="4513"/>
        <w:tab w:val="right" w:pos="9026"/>
      </w:tabs>
      <w:spacing w:before="60" w:after="60"/>
      <w:jc w:val="right"/>
    </w:pPr>
    <w:rPr>
      <w:sz w:val="16"/>
      <w:szCs w:val="20"/>
      <w:lang w:eastAsia="en-AU"/>
    </w:rPr>
  </w:style>
  <w:style w:type="character" w:customStyle="1" w:styleId="FootnoteChar">
    <w:name w:val="Footnote Char"/>
    <w:basedOn w:val="FooterChar"/>
    <w:link w:val="Footnote"/>
    <w:rsid w:val="00E05415"/>
    <w:rPr>
      <w:rFonts w:ascii="Calibri" w:hAnsi="Calibri"/>
      <w:color w:val="333333"/>
      <w:sz w:val="16"/>
      <w:szCs w:val="24"/>
      <w:lang w:eastAsia="en-AU"/>
    </w:rPr>
  </w:style>
  <w:style w:type="character" w:customStyle="1" w:styleId="AIPAH1Char">
    <w:name w:val="AIPA H1 Char"/>
    <w:basedOn w:val="Heading1Char"/>
    <w:link w:val="AIPAH1"/>
    <w:rsid w:val="00061796"/>
    <w:rPr>
      <w:rFonts w:ascii="Calibri" w:hAnsi="Calibri" w:cs="Arial"/>
      <w:b/>
      <w:bCs/>
      <w:color w:val="005677"/>
      <w:kern w:val="32"/>
      <w:sz w:val="40"/>
      <w:szCs w:val="44"/>
    </w:rPr>
  </w:style>
  <w:style w:type="paragraph" w:customStyle="1" w:styleId="AIPAH1">
    <w:name w:val="AIPA H1"/>
    <w:basedOn w:val="Heading1"/>
    <w:link w:val="AIPAH1Char"/>
    <w:qFormat/>
    <w:rsid w:val="00061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91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http://dochub/div/sectoralgrowthpolicy/businessfunctions/australianindustryparticipation/australianindustryparticipationauthority/aipauthorityadministration/docs/Jobs%20Act%20AIP%20plan%20Template%20revision%20May1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25A2A24AF2E4ED9B7E7452484DFE523"/>
        <w:category>
          <w:name w:val="General"/>
          <w:gallery w:val="placeholder"/>
        </w:category>
        <w:types>
          <w:type w:val="bbPlcHdr"/>
        </w:types>
        <w:behaviors>
          <w:behavior w:val="content"/>
        </w:behaviors>
        <w:guid w:val="{4F02AB4C-20E4-4085-B2E1-4658F80A1850}"/>
      </w:docPartPr>
      <w:docPartBody>
        <w:p w:rsidR="009F2480" w:rsidRDefault="009F2480">
          <w:pPr>
            <w:pStyle w:val="625A2A24AF2E4ED9B7E7452484DFE523"/>
          </w:pPr>
          <w:r>
            <w:rPr>
              <w:rStyle w:val="PlaceholderText"/>
            </w:rPr>
            <w:t>Enter business name of designated project proponent here</w:t>
          </w:r>
        </w:p>
      </w:docPartBody>
    </w:docPart>
    <w:docPart>
      <w:docPartPr>
        <w:name w:val="CCCC2969EFEC4769929EDECEC16CC999"/>
        <w:category>
          <w:name w:val="General"/>
          <w:gallery w:val="placeholder"/>
        </w:category>
        <w:types>
          <w:type w:val="bbPlcHdr"/>
        </w:types>
        <w:behaviors>
          <w:behavior w:val="content"/>
        </w:behaviors>
        <w:guid w:val="{2320478E-B20B-476B-BD62-770A51835854}"/>
      </w:docPartPr>
      <w:docPartBody>
        <w:p w:rsidR="009F2480" w:rsidRDefault="009F2480">
          <w:pPr>
            <w:pStyle w:val="CCCC2969EFEC4769929EDECEC16CC999"/>
          </w:pPr>
          <w:r>
            <w:rPr>
              <w:rStyle w:val="PlaceholderText"/>
            </w:rPr>
            <w:t>Enter ABN of designated project proponent here</w:t>
          </w:r>
        </w:p>
      </w:docPartBody>
    </w:docPart>
    <w:docPart>
      <w:docPartPr>
        <w:name w:val="590C6BD358E14BEF9730B67CCABC6929"/>
        <w:category>
          <w:name w:val="General"/>
          <w:gallery w:val="placeholder"/>
        </w:category>
        <w:types>
          <w:type w:val="bbPlcHdr"/>
        </w:types>
        <w:behaviors>
          <w:behavior w:val="content"/>
        </w:behaviors>
        <w:guid w:val="{F598AA70-F029-4334-937C-A51560D99A54}"/>
      </w:docPartPr>
      <w:docPartBody>
        <w:p w:rsidR="009F2480" w:rsidRDefault="009F2480">
          <w:pPr>
            <w:pStyle w:val="590C6BD358E14BEF9730B67CCABC6929"/>
          </w:pPr>
          <w:r>
            <w:rPr>
              <w:rStyle w:val="PlaceholderText"/>
            </w:rPr>
            <w:t>Enter ACN of designated project proponent here</w:t>
          </w:r>
        </w:p>
      </w:docPartBody>
    </w:docPart>
    <w:docPart>
      <w:docPartPr>
        <w:name w:val="CA251EE5F2EC4504B6CFBCDA96D01FE3"/>
        <w:category>
          <w:name w:val="General"/>
          <w:gallery w:val="placeholder"/>
        </w:category>
        <w:types>
          <w:type w:val="bbPlcHdr"/>
        </w:types>
        <w:behaviors>
          <w:behavior w:val="content"/>
        </w:behaviors>
        <w:guid w:val="{8F603A58-CB26-4CE5-A6E5-E4A5038F0532}"/>
      </w:docPartPr>
      <w:docPartBody>
        <w:p w:rsidR="009F2480" w:rsidRDefault="009F2480">
          <w:pPr>
            <w:pStyle w:val="CA251EE5F2EC4504B6CFBCDA96D01FE3"/>
          </w:pPr>
          <w:r>
            <w:rPr>
              <w:rStyle w:val="PlaceholderText"/>
            </w:rPr>
            <w:t>Enter contact person here</w:t>
          </w:r>
        </w:p>
      </w:docPartBody>
    </w:docPart>
    <w:docPart>
      <w:docPartPr>
        <w:name w:val="564E7B39736B4C6B9D65C6C2201BBEB1"/>
        <w:category>
          <w:name w:val="General"/>
          <w:gallery w:val="placeholder"/>
        </w:category>
        <w:types>
          <w:type w:val="bbPlcHdr"/>
        </w:types>
        <w:behaviors>
          <w:behavior w:val="content"/>
        </w:behaviors>
        <w:guid w:val="{27090895-56B8-43BD-9070-C245E2F6B787}"/>
      </w:docPartPr>
      <w:docPartBody>
        <w:p w:rsidR="009F2480" w:rsidRDefault="009F2480">
          <w:pPr>
            <w:pStyle w:val="564E7B39736B4C6B9D65C6C2201BBEB1"/>
          </w:pPr>
          <w:r>
            <w:rPr>
              <w:rStyle w:val="PlaceholderText"/>
            </w:rPr>
            <w:t>Enter contact phone number here</w:t>
          </w:r>
        </w:p>
      </w:docPartBody>
    </w:docPart>
    <w:docPart>
      <w:docPartPr>
        <w:name w:val="003C8D58B5084E48B906BB9D20A35891"/>
        <w:category>
          <w:name w:val="General"/>
          <w:gallery w:val="placeholder"/>
        </w:category>
        <w:types>
          <w:type w:val="bbPlcHdr"/>
        </w:types>
        <w:behaviors>
          <w:behavior w:val="content"/>
        </w:behaviors>
        <w:guid w:val="{9B582E70-19AF-452F-A8EB-BCD351AF8DD1}"/>
      </w:docPartPr>
      <w:docPartBody>
        <w:p w:rsidR="009F2480" w:rsidRDefault="009F2480">
          <w:pPr>
            <w:pStyle w:val="003C8D58B5084E48B906BB9D20A35891"/>
          </w:pPr>
          <w:r>
            <w:rPr>
              <w:rStyle w:val="PlaceholderText"/>
            </w:rPr>
            <w:t>Enter contact e-mail address here</w:t>
          </w:r>
        </w:p>
      </w:docPartBody>
    </w:docPart>
    <w:docPart>
      <w:docPartPr>
        <w:name w:val="C69E8BD360EB4ACC8BD0C48C1387A0DF"/>
        <w:category>
          <w:name w:val="General"/>
          <w:gallery w:val="placeholder"/>
        </w:category>
        <w:types>
          <w:type w:val="bbPlcHdr"/>
        </w:types>
        <w:behaviors>
          <w:behavior w:val="content"/>
        </w:behaviors>
        <w:guid w:val="{1EABCE20-D0BF-4156-8B21-96CAF032D7D0}"/>
      </w:docPartPr>
      <w:docPartBody>
        <w:p w:rsidR="009F2480" w:rsidRDefault="009F2480">
          <w:pPr>
            <w:pStyle w:val="C69E8BD360EB4ACC8BD0C48C1387A0DF"/>
          </w:pPr>
          <w:r>
            <w:rPr>
              <w:rStyle w:val="PlaceholderText"/>
            </w:rPr>
            <w:t>Enter postal address here</w:t>
          </w:r>
        </w:p>
      </w:docPartBody>
    </w:docPart>
    <w:docPart>
      <w:docPartPr>
        <w:name w:val="8100A621D1C54E708862B1919AE1273E"/>
        <w:category>
          <w:name w:val="General"/>
          <w:gallery w:val="placeholder"/>
        </w:category>
        <w:types>
          <w:type w:val="bbPlcHdr"/>
        </w:types>
        <w:behaviors>
          <w:behavior w:val="content"/>
        </w:behaviors>
        <w:guid w:val="{0693344A-D249-402E-BA4A-C20D16355672}"/>
      </w:docPartPr>
      <w:docPartBody>
        <w:p w:rsidR="009F2480" w:rsidRDefault="009F2480">
          <w:pPr>
            <w:pStyle w:val="8100A621D1C54E708862B1919AE1273E"/>
          </w:pPr>
          <w:r>
            <w:rPr>
              <w:rStyle w:val="PlaceholderText"/>
            </w:rPr>
            <w:t>Enter project proponent/s type here</w:t>
          </w:r>
        </w:p>
      </w:docPartBody>
    </w:docPart>
    <w:docPart>
      <w:docPartPr>
        <w:name w:val="DAFED4F43A744617A425D6F3CD43AAE8"/>
        <w:category>
          <w:name w:val="General"/>
          <w:gallery w:val="placeholder"/>
        </w:category>
        <w:types>
          <w:type w:val="bbPlcHdr"/>
        </w:types>
        <w:behaviors>
          <w:behavior w:val="content"/>
        </w:behaviors>
        <w:guid w:val="{CB0BECDF-6619-4061-924C-F2F6000B8422}"/>
      </w:docPartPr>
      <w:docPartBody>
        <w:p w:rsidR="009F2480" w:rsidRDefault="009F2480">
          <w:pPr>
            <w:pStyle w:val="DAFED4F43A744617A425D6F3CD43AAE8"/>
          </w:pPr>
          <w:r>
            <w:rPr>
              <w:rStyle w:val="PlaceholderText"/>
            </w:rPr>
            <w:t>Enter business name of other project proponents here</w:t>
          </w:r>
        </w:p>
      </w:docPartBody>
    </w:docPart>
    <w:docPart>
      <w:docPartPr>
        <w:name w:val="9138050809CD4A549D7B8843065E5836"/>
        <w:category>
          <w:name w:val="General"/>
          <w:gallery w:val="placeholder"/>
        </w:category>
        <w:types>
          <w:type w:val="bbPlcHdr"/>
        </w:types>
        <w:behaviors>
          <w:behavior w:val="content"/>
        </w:behaviors>
        <w:guid w:val="{04A24712-C828-4A81-8419-62B3E99239C9}"/>
      </w:docPartPr>
      <w:docPartBody>
        <w:p w:rsidR="009F2480" w:rsidRDefault="009F2480">
          <w:pPr>
            <w:pStyle w:val="9138050809CD4A549D7B8843065E5836"/>
          </w:pPr>
          <w:r>
            <w:rPr>
              <w:rStyle w:val="PlaceholderText"/>
            </w:rPr>
            <w:t>Enter ABN of other project proponents here</w:t>
          </w:r>
        </w:p>
      </w:docPartBody>
    </w:docPart>
    <w:docPart>
      <w:docPartPr>
        <w:name w:val="06A54A83E4FA430983B472846187CB44"/>
        <w:category>
          <w:name w:val="General"/>
          <w:gallery w:val="placeholder"/>
        </w:category>
        <w:types>
          <w:type w:val="bbPlcHdr"/>
        </w:types>
        <w:behaviors>
          <w:behavior w:val="content"/>
        </w:behaviors>
        <w:guid w:val="{8C294FF9-1DC6-4256-A2D4-158B63B2BFA8}"/>
      </w:docPartPr>
      <w:docPartBody>
        <w:p w:rsidR="009F2480" w:rsidRDefault="009F2480">
          <w:pPr>
            <w:pStyle w:val="06A54A83E4FA430983B472846187CB44"/>
          </w:pPr>
          <w:r>
            <w:rPr>
              <w:rStyle w:val="PlaceholderText"/>
            </w:rPr>
            <w:t>Enter ACN of other project proponents here</w:t>
          </w:r>
        </w:p>
      </w:docPartBody>
    </w:docPart>
    <w:docPart>
      <w:docPartPr>
        <w:name w:val="777CBAD59B144AC4B51CFA1C00479CDB"/>
        <w:category>
          <w:name w:val="General"/>
          <w:gallery w:val="placeholder"/>
        </w:category>
        <w:types>
          <w:type w:val="bbPlcHdr"/>
        </w:types>
        <w:behaviors>
          <w:behavior w:val="content"/>
        </w:behaviors>
        <w:guid w:val="{7F7CC05C-E444-4DFF-9EFF-A9D82B40FBEA}"/>
      </w:docPartPr>
      <w:docPartBody>
        <w:p w:rsidR="009F2480" w:rsidRDefault="009F2480">
          <w:pPr>
            <w:pStyle w:val="777CBAD59B144AC4B51CFA1C00479CDB"/>
          </w:pPr>
          <w:r>
            <w:rPr>
              <w:rStyle w:val="PlaceholderText"/>
            </w:rPr>
            <w:t>Enter project name here</w:t>
          </w:r>
        </w:p>
      </w:docPartBody>
    </w:docPart>
    <w:docPart>
      <w:docPartPr>
        <w:name w:val="4BDC6C11A804445C9332BE6D3292F612"/>
        <w:category>
          <w:name w:val="General"/>
          <w:gallery w:val="placeholder"/>
        </w:category>
        <w:types>
          <w:type w:val="bbPlcHdr"/>
        </w:types>
        <w:behaviors>
          <w:behavior w:val="content"/>
        </w:behaviors>
        <w:guid w:val="{1C91F996-84D3-42CB-B822-91B2D605B97D}"/>
      </w:docPartPr>
      <w:docPartBody>
        <w:p w:rsidR="009F2480" w:rsidRDefault="009F2480">
          <w:pPr>
            <w:pStyle w:val="4BDC6C11A804445C9332BE6D3292F612"/>
          </w:pPr>
          <w:r>
            <w:rPr>
              <w:rStyle w:val="PlaceholderText"/>
            </w:rPr>
            <w:t>Enter project location here</w:t>
          </w:r>
        </w:p>
      </w:docPartBody>
    </w:docPart>
    <w:docPart>
      <w:docPartPr>
        <w:name w:val="F441183A47594AF7A6873AED824DF7C4"/>
        <w:category>
          <w:name w:val="General"/>
          <w:gallery w:val="placeholder"/>
        </w:category>
        <w:types>
          <w:type w:val="bbPlcHdr"/>
        </w:types>
        <w:behaviors>
          <w:behavior w:val="content"/>
        </w:behaviors>
        <w:guid w:val="{C1898B90-B1B2-47C7-AD20-6CAB687E5623}"/>
      </w:docPartPr>
      <w:docPartBody>
        <w:p w:rsidR="009F2480" w:rsidRDefault="009F2480">
          <w:pPr>
            <w:pStyle w:val="F441183A47594AF7A6873AED824DF7C4"/>
          </w:pPr>
          <w:r>
            <w:rPr>
              <w:rStyle w:val="PlaceholderText"/>
            </w:rPr>
            <w:t>Enter total estimated project value here</w:t>
          </w:r>
        </w:p>
      </w:docPartBody>
    </w:docPart>
    <w:docPart>
      <w:docPartPr>
        <w:name w:val="86AB5EE9E26645909ABAB99527BE85F2"/>
        <w:category>
          <w:name w:val="General"/>
          <w:gallery w:val="placeholder"/>
        </w:category>
        <w:types>
          <w:type w:val="bbPlcHdr"/>
        </w:types>
        <w:behaviors>
          <w:behavior w:val="content"/>
        </w:behaviors>
        <w:guid w:val="{470E22E7-0184-4175-9D6E-74B76A926FE9}"/>
      </w:docPartPr>
      <w:docPartBody>
        <w:p w:rsidR="009F2480" w:rsidRDefault="009F2480">
          <w:pPr>
            <w:pStyle w:val="86AB5EE9E26645909ABAB99527BE85F2"/>
          </w:pPr>
          <w:r>
            <w:rPr>
              <w:rStyle w:val="PlaceholderText"/>
            </w:rPr>
            <w:t>_________________</w:t>
          </w:r>
        </w:p>
      </w:docPartBody>
    </w:docPart>
    <w:docPart>
      <w:docPartPr>
        <w:name w:val="AF6A1BB653A545DEA0D42EE0BE6A49D4"/>
        <w:category>
          <w:name w:val="General"/>
          <w:gallery w:val="placeholder"/>
        </w:category>
        <w:types>
          <w:type w:val="bbPlcHdr"/>
        </w:types>
        <w:behaviors>
          <w:behavior w:val="content"/>
        </w:behaviors>
        <w:guid w:val="{28E4BCFB-8F9C-4DBC-AE8A-3FCE71EAE78E}"/>
      </w:docPartPr>
      <w:docPartBody>
        <w:p w:rsidR="009F2480" w:rsidRDefault="009F2480">
          <w:pPr>
            <w:pStyle w:val="AF6A1BB653A545DEA0D42EE0BE6A49D4"/>
          </w:pPr>
          <w:r>
            <w:rPr>
              <w:rStyle w:val="PlaceholderText"/>
            </w:rPr>
            <w:t>Enter project description here</w:t>
          </w:r>
        </w:p>
      </w:docPartBody>
    </w:docPart>
    <w:docPart>
      <w:docPartPr>
        <w:name w:val="8265E29A9C2748D382D5E337EDD7009B"/>
        <w:category>
          <w:name w:val="General"/>
          <w:gallery w:val="placeholder"/>
        </w:category>
        <w:types>
          <w:type w:val="bbPlcHdr"/>
        </w:types>
        <w:behaviors>
          <w:behavior w:val="content"/>
        </w:behaviors>
        <w:guid w:val="{C231F26E-D420-4D31-93D8-CE989D9D8790}"/>
      </w:docPartPr>
      <w:docPartBody>
        <w:p w:rsidR="009F2480" w:rsidRDefault="009F2480">
          <w:pPr>
            <w:pStyle w:val="8265E29A9C2748D382D5E337EDD7009B"/>
          </w:pPr>
          <w:r>
            <w:rPr>
              <w:rStyle w:val="PlaceholderText"/>
            </w:rPr>
            <w:t>Enter estimated date of completion here</w:t>
          </w:r>
        </w:p>
      </w:docPartBody>
    </w:docPart>
    <w:docPart>
      <w:docPartPr>
        <w:name w:val="0229508F5DF349D78ADA399BCC7871D2"/>
        <w:category>
          <w:name w:val="General"/>
          <w:gallery w:val="placeholder"/>
        </w:category>
        <w:types>
          <w:type w:val="bbPlcHdr"/>
        </w:types>
        <w:behaviors>
          <w:behavior w:val="content"/>
        </w:behaviors>
        <w:guid w:val="{F77156E0-414E-4548-9469-1E708478B2A3}"/>
      </w:docPartPr>
      <w:docPartBody>
        <w:p w:rsidR="009F2480" w:rsidRDefault="009F2480">
          <w:pPr>
            <w:pStyle w:val="0229508F5DF349D78ADA399BCC7871D2"/>
          </w:pPr>
          <w:r>
            <w:rPr>
              <w:rStyle w:val="PlaceholderText"/>
            </w:rPr>
            <w:t>___________________</w:t>
          </w:r>
        </w:p>
      </w:docPartBody>
    </w:docPart>
    <w:docPart>
      <w:docPartPr>
        <w:name w:val="A5E004B8A67644E284FBE1102057880C"/>
        <w:category>
          <w:name w:val="General"/>
          <w:gallery w:val="placeholder"/>
        </w:category>
        <w:types>
          <w:type w:val="bbPlcHdr"/>
        </w:types>
        <w:behaviors>
          <w:behavior w:val="content"/>
        </w:behaviors>
        <w:guid w:val="{899A26C5-E845-4EF9-B901-6C1420AD9BE3}"/>
      </w:docPartPr>
      <w:docPartBody>
        <w:p w:rsidR="009F2480" w:rsidRDefault="009F2480">
          <w:pPr>
            <w:pStyle w:val="A5E004B8A67644E284FBE1102057880C"/>
          </w:pPr>
          <w:r>
            <w:rPr>
              <w:rStyle w:val="PlaceholderText"/>
            </w:rPr>
            <w:t>&lt;select relevant AIP plan type&gt;</w:t>
          </w:r>
        </w:p>
      </w:docPartBody>
    </w:docPart>
    <w:docPart>
      <w:docPartPr>
        <w:name w:val="07DFBF84004D4DAB92EB287959963A44"/>
        <w:category>
          <w:name w:val="General"/>
          <w:gallery w:val="placeholder"/>
        </w:category>
        <w:types>
          <w:type w:val="bbPlcHdr"/>
        </w:types>
        <w:behaviors>
          <w:behavior w:val="content"/>
        </w:behaviors>
        <w:guid w:val="{E341F3C5-5D3F-42B3-8F7E-DB4F11C70DB0}"/>
      </w:docPartPr>
      <w:docPartBody>
        <w:p w:rsidR="009F2480" w:rsidRDefault="009F2480">
          <w:pPr>
            <w:pStyle w:val="07DFBF84004D4DAB92EB287959963A44"/>
          </w:pPr>
          <w:r>
            <w:rPr>
              <w:rStyle w:val="PlaceholderText"/>
            </w:rPr>
            <w:t>Enter position title here</w:t>
          </w:r>
        </w:p>
      </w:docPartBody>
    </w:docPart>
    <w:docPart>
      <w:docPartPr>
        <w:name w:val="12C2D4D5FEFF4A4F860BB9BA4D9DB165"/>
        <w:category>
          <w:name w:val="General"/>
          <w:gallery w:val="placeholder"/>
        </w:category>
        <w:types>
          <w:type w:val="bbPlcHdr"/>
        </w:types>
        <w:behaviors>
          <w:behavior w:val="content"/>
        </w:behaviors>
        <w:guid w:val="{9B175BE2-2463-40F6-9813-9B04FB1DFC2F}"/>
      </w:docPartPr>
      <w:docPartBody>
        <w:p w:rsidR="009F2480" w:rsidRDefault="009F2480">
          <w:pPr>
            <w:pStyle w:val="12C2D4D5FEFF4A4F860BB9BA4D9DB165"/>
          </w:pPr>
          <w:r w:rsidRPr="00572820">
            <w:rPr>
              <w:rStyle w:val="PlaceholderText"/>
            </w:rPr>
            <w:t>Click here to enter a date</w:t>
          </w:r>
        </w:p>
      </w:docPartBody>
    </w:docPart>
    <w:docPart>
      <w:docPartPr>
        <w:name w:val="88C97B80425341B8BD309106A2D7FC1E"/>
        <w:category>
          <w:name w:val="General"/>
          <w:gallery w:val="placeholder"/>
        </w:category>
        <w:types>
          <w:type w:val="bbPlcHdr"/>
        </w:types>
        <w:behaviors>
          <w:behavior w:val="content"/>
        </w:behaviors>
        <w:guid w:val="{B2CFBB97-DC20-40BD-B7CA-2B0F04401508}"/>
      </w:docPartPr>
      <w:docPartBody>
        <w:p w:rsidR="009F2480" w:rsidRDefault="009F2480">
          <w:pPr>
            <w:pStyle w:val="88C97B80425341B8BD309106A2D7FC1E"/>
          </w:pPr>
          <w:r>
            <w:rPr>
              <w:rStyle w:val="PlaceholderText"/>
            </w:rPr>
            <w:t>Enter business name of project proponent and/or operator here</w:t>
          </w:r>
        </w:p>
      </w:docPartBody>
    </w:docPart>
    <w:docPart>
      <w:docPartPr>
        <w:name w:val="C123A7086B64444F88639FBBB850ACA8"/>
        <w:category>
          <w:name w:val="General"/>
          <w:gallery w:val="placeholder"/>
        </w:category>
        <w:types>
          <w:type w:val="bbPlcHdr"/>
        </w:types>
        <w:behaviors>
          <w:behavior w:val="content"/>
        </w:behaviors>
        <w:guid w:val="{1FBD531C-9A34-4AD4-B562-2CEB24D76B57}"/>
      </w:docPartPr>
      <w:docPartBody>
        <w:p w:rsidR="009F2480" w:rsidRDefault="009F2480">
          <w:pPr>
            <w:pStyle w:val="C123A7086B64444F88639FBBB850ACA8"/>
          </w:pPr>
          <w:r>
            <w:rPr>
              <w:rStyle w:val="PlaceholderText"/>
            </w:rPr>
            <w:t>Enter name of authorised person here</w:t>
          </w:r>
        </w:p>
      </w:docPartBody>
    </w:docPart>
    <w:docPart>
      <w:docPartPr>
        <w:name w:val="51489A34AEBD42E08AE892D6BAE7ED63"/>
        <w:category>
          <w:name w:val="General"/>
          <w:gallery w:val="placeholder"/>
        </w:category>
        <w:types>
          <w:type w:val="bbPlcHdr"/>
        </w:types>
        <w:behaviors>
          <w:behavior w:val="content"/>
        </w:behaviors>
        <w:guid w:val="{E06AA4EC-2369-45D3-8CC5-1A4EBAB89FA5}"/>
      </w:docPartPr>
      <w:docPartBody>
        <w:p w:rsidR="009F2480" w:rsidRDefault="009F2480">
          <w:pPr>
            <w:pStyle w:val="51489A34AEBD42E08AE892D6BAE7ED63"/>
          </w:pPr>
          <w:r>
            <w:rPr>
              <w:rStyle w:val="PlaceholderText"/>
            </w:rPr>
            <w:t>Enter position title here</w:t>
          </w:r>
        </w:p>
      </w:docPartBody>
    </w:docPart>
    <w:docPart>
      <w:docPartPr>
        <w:name w:val="9D0580D66D634EF5BE8823931643DB02"/>
        <w:category>
          <w:name w:val="General"/>
          <w:gallery w:val="placeholder"/>
        </w:category>
        <w:types>
          <w:type w:val="bbPlcHdr"/>
        </w:types>
        <w:behaviors>
          <w:behavior w:val="content"/>
        </w:behaviors>
        <w:guid w:val="{3EF7C602-E34F-4C68-A68A-624C154FA504}"/>
      </w:docPartPr>
      <w:docPartBody>
        <w:p w:rsidR="009F2480" w:rsidRDefault="009F2480">
          <w:pPr>
            <w:pStyle w:val="9D0580D66D634EF5BE8823931643DB02"/>
          </w:pPr>
          <w:r w:rsidRPr="00572820">
            <w:rPr>
              <w:rStyle w:val="PlaceholderText"/>
            </w:rPr>
            <w:t>Click here to enter a date</w:t>
          </w:r>
        </w:p>
      </w:docPartBody>
    </w:docPart>
    <w:docPart>
      <w:docPartPr>
        <w:name w:val="76E84A63D8D7449F920BE9F7AC5BAE0B"/>
        <w:category>
          <w:name w:val="General"/>
          <w:gallery w:val="placeholder"/>
        </w:category>
        <w:types>
          <w:type w:val="bbPlcHdr"/>
        </w:types>
        <w:behaviors>
          <w:behavior w:val="content"/>
        </w:behaviors>
        <w:guid w:val="{B5C81729-7C06-45C1-80EC-B403A87746D2}"/>
      </w:docPartPr>
      <w:docPartBody>
        <w:p w:rsidR="009F2480" w:rsidRDefault="009F2480">
          <w:pPr>
            <w:pStyle w:val="76E84A63D8D7449F920BE9F7AC5BAE0B"/>
          </w:pPr>
          <w:r>
            <w:rPr>
              <w:rStyle w:val="PlaceholderText"/>
            </w:rPr>
            <w:t>Enter contact officer name here</w:t>
          </w:r>
        </w:p>
      </w:docPartBody>
    </w:docPart>
    <w:docPart>
      <w:docPartPr>
        <w:name w:val="B9AC14E94AB84ABCAC6AC2C924691A99"/>
        <w:category>
          <w:name w:val="General"/>
          <w:gallery w:val="placeholder"/>
        </w:category>
        <w:types>
          <w:type w:val="bbPlcHdr"/>
        </w:types>
        <w:behaviors>
          <w:behavior w:val="content"/>
        </w:behaviors>
        <w:guid w:val="{C23964EF-8E51-4BCD-A1FE-9B229F82D394}"/>
      </w:docPartPr>
      <w:docPartBody>
        <w:p w:rsidR="009F2480" w:rsidRDefault="009F2480">
          <w:pPr>
            <w:pStyle w:val="B9AC14E94AB84ABCAC6AC2C924691A99"/>
          </w:pPr>
          <w:r>
            <w:rPr>
              <w:rStyle w:val="PlaceholderText"/>
            </w:rPr>
            <w:t>Enter contact officer phone number here</w:t>
          </w:r>
        </w:p>
      </w:docPartBody>
    </w:docPart>
    <w:docPart>
      <w:docPartPr>
        <w:name w:val="A4CA40F509544409A1EEE8BCB61E734A"/>
        <w:category>
          <w:name w:val="General"/>
          <w:gallery w:val="placeholder"/>
        </w:category>
        <w:types>
          <w:type w:val="bbPlcHdr"/>
        </w:types>
        <w:behaviors>
          <w:behavior w:val="content"/>
        </w:behaviors>
        <w:guid w:val="{D6F32AD4-012A-480E-AB49-10F218D587E0}"/>
      </w:docPartPr>
      <w:docPartBody>
        <w:p w:rsidR="009F2480" w:rsidRDefault="009F2480">
          <w:pPr>
            <w:pStyle w:val="A4CA40F509544409A1EEE8BCB61E734A"/>
          </w:pPr>
          <w:r>
            <w:rPr>
              <w:rStyle w:val="PlaceholderText"/>
            </w:rPr>
            <w:t>Enter contact officer e-mail address here</w:t>
          </w:r>
        </w:p>
      </w:docPartBody>
    </w:docPart>
    <w:docPart>
      <w:docPartPr>
        <w:name w:val="F492ED1BFB60450E97C4D3DAC9DFFF34"/>
        <w:category>
          <w:name w:val="General"/>
          <w:gallery w:val="placeholder"/>
        </w:category>
        <w:types>
          <w:type w:val="bbPlcHdr"/>
        </w:types>
        <w:behaviors>
          <w:behavior w:val="content"/>
        </w:behaviors>
        <w:guid w:val="{911AB796-982D-4CA4-B207-1103BEE39CBE}"/>
      </w:docPartPr>
      <w:docPartBody>
        <w:p w:rsidR="009F2480" w:rsidRDefault="009F2480">
          <w:pPr>
            <w:pStyle w:val="F492ED1BFB60450E97C4D3DAC9DFFF34"/>
          </w:pPr>
          <w:r>
            <w:rPr>
              <w:rStyle w:val="PlaceholderText"/>
            </w:rPr>
            <w:t>Enter name here</w:t>
          </w:r>
        </w:p>
      </w:docPartBody>
    </w:docPart>
    <w:docPart>
      <w:docPartPr>
        <w:name w:val="3F125C9C041444B1AF3607341C4A1431"/>
        <w:category>
          <w:name w:val="General"/>
          <w:gallery w:val="placeholder"/>
        </w:category>
        <w:types>
          <w:type w:val="bbPlcHdr"/>
        </w:types>
        <w:behaviors>
          <w:behavior w:val="content"/>
        </w:behaviors>
        <w:guid w:val="{78EE6642-90D6-402C-95E7-B5FE5B15DDA0}"/>
      </w:docPartPr>
      <w:docPartBody>
        <w:p w:rsidR="009F2480" w:rsidRDefault="009F2480">
          <w:pPr>
            <w:pStyle w:val="3F125C9C041444B1AF3607341C4A1431"/>
          </w:pPr>
          <w:r>
            <w:rPr>
              <w:rStyle w:val="PlaceholderText"/>
            </w:rPr>
            <w:t>Enter position title here</w:t>
          </w:r>
        </w:p>
      </w:docPartBody>
    </w:docPart>
    <w:docPart>
      <w:docPartPr>
        <w:name w:val="E75D078EE16F4E50A70ADFCB1C0EADF9"/>
        <w:category>
          <w:name w:val="General"/>
          <w:gallery w:val="placeholder"/>
        </w:category>
        <w:types>
          <w:type w:val="bbPlcHdr"/>
        </w:types>
        <w:behaviors>
          <w:behavior w:val="content"/>
        </w:behaviors>
        <w:guid w:val="{A0850BD7-75AB-48D9-A9EF-01490C7CC94E}"/>
      </w:docPartPr>
      <w:docPartBody>
        <w:p w:rsidR="009F2480" w:rsidRDefault="009F2480">
          <w:pPr>
            <w:pStyle w:val="E75D078EE16F4E50A70ADFCB1C0EADF9"/>
          </w:pPr>
          <w:r>
            <w:rPr>
              <w:rStyle w:val="PlaceholderText"/>
            </w:rPr>
            <w:t>Enter phone number here</w:t>
          </w:r>
        </w:p>
      </w:docPartBody>
    </w:docPart>
    <w:docPart>
      <w:docPartPr>
        <w:name w:val="743B1FB62554498E81585CB9D9D14939"/>
        <w:category>
          <w:name w:val="General"/>
          <w:gallery w:val="placeholder"/>
        </w:category>
        <w:types>
          <w:type w:val="bbPlcHdr"/>
        </w:types>
        <w:behaviors>
          <w:behavior w:val="content"/>
        </w:behaviors>
        <w:guid w:val="{A48DA0E3-E265-48EE-8873-3E6F7D8F0EA7}"/>
      </w:docPartPr>
      <w:docPartBody>
        <w:p w:rsidR="009F2480" w:rsidRDefault="009F2480">
          <w:pPr>
            <w:pStyle w:val="743B1FB62554498E81585CB9D9D14939"/>
          </w:pPr>
          <w:r>
            <w:rPr>
              <w:rStyle w:val="PlaceholderText"/>
            </w:rPr>
            <w:t>Enter e-mail address here</w:t>
          </w:r>
        </w:p>
      </w:docPartBody>
    </w:docPart>
    <w:docPart>
      <w:docPartPr>
        <w:name w:val="D6438DB2AC8B48B1A79D7F41EA74D641"/>
        <w:category>
          <w:name w:val="General"/>
          <w:gallery w:val="placeholder"/>
        </w:category>
        <w:types>
          <w:type w:val="bbPlcHdr"/>
        </w:types>
        <w:behaviors>
          <w:behavior w:val="content"/>
        </w:behaviors>
        <w:guid w:val="{53D123F4-C0F0-4FAC-88D1-0E4DB00CF859}"/>
      </w:docPartPr>
      <w:docPartBody>
        <w:p w:rsidR="009F2480" w:rsidRDefault="009F2480">
          <w:pPr>
            <w:pStyle w:val="D6438DB2AC8B48B1A79D7F41EA74D641"/>
          </w:pPr>
          <w:r>
            <w:rPr>
              <w:rStyle w:val="PlaceholderText"/>
            </w:rPr>
            <w:t>Enter response here</w:t>
          </w:r>
        </w:p>
      </w:docPartBody>
    </w:docPart>
    <w:docPart>
      <w:docPartPr>
        <w:name w:val="0DEE14C1E78A48BABD5F6351696559BD"/>
        <w:category>
          <w:name w:val="General"/>
          <w:gallery w:val="placeholder"/>
        </w:category>
        <w:types>
          <w:type w:val="bbPlcHdr"/>
        </w:types>
        <w:behaviors>
          <w:behavior w:val="content"/>
        </w:behaviors>
        <w:guid w:val="{6AA4C75A-00CD-4CCB-9101-A1ECD1D351A5}"/>
      </w:docPartPr>
      <w:docPartBody>
        <w:p w:rsidR="009F2480" w:rsidRDefault="009F2480">
          <w:pPr>
            <w:pStyle w:val="0DEE14C1E78A48BABD5F6351696559BD"/>
          </w:pPr>
          <w:r w:rsidRPr="00662C3D">
            <w:rPr>
              <w:rStyle w:val="PlaceholderText"/>
            </w:rPr>
            <w:t>List goods to be purchased here</w:t>
          </w:r>
        </w:p>
      </w:docPartBody>
    </w:docPart>
    <w:docPart>
      <w:docPartPr>
        <w:name w:val="8120C911B8B84DCD975FAD6DA934E5DE"/>
        <w:category>
          <w:name w:val="General"/>
          <w:gallery w:val="placeholder"/>
        </w:category>
        <w:types>
          <w:type w:val="bbPlcHdr"/>
        </w:types>
        <w:behaviors>
          <w:behavior w:val="content"/>
        </w:behaviors>
        <w:guid w:val="{07CD4224-C9C8-49D5-87C4-47CCDC6661B0}"/>
      </w:docPartPr>
      <w:docPartBody>
        <w:p w:rsidR="009F2480" w:rsidRDefault="009F2480">
          <w:pPr>
            <w:pStyle w:val="8120C911B8B84DCD975FAD6DA934E5DE"/>
          </w:pPr>
          <w:r>
            <w:rPr>
              <w:rStyle w:val="PlaceholderText"/>
            </w:rPr>
            <w:t>Yes/No</w:t>
          </w:r>
        </w:p>
      </w:docPartBody>
    </w:docPart>
    <w:docPart>
      <w:docPartPr>
        <w:name w:val="1EC597064146479FA2A7723C6A8D5479"/>
        <w:category>
          <w:name w:val="General"/>
          <w:gallery w:val="placeholder"/>
        </w:category>
        <w:types>
          <w:type w:val="bbPlcHdr"/>
        </w:types>
        <w:behaviors>
          <w:behavior w:val="content"/>
        </w:behaviors>
        <w:guid w:val="{EA799DB7-AD2C-4638-A9E9-D2DA45246BD7}"/>
      </w:docPartPr>
      <w:docPartBody>
        <w:p w:rsidR="009F2480" w:rsidRDefault="009F2480">
          <w:pPr>
            <w:pStyle w:val="1EC597064146479FA2A7723C6A8D5479"/>
          </w:pPr>
          <w:r>
            <w:rPr>
              <w:rStyle w:val="PlaceholderText"/>
            </w:rPr>
            <w:t>Yes/No</w:t>
          </w:r>
        </w:p>
      </w:docPartBody>
    </w:docPart>
    <w:docPart>
      <w:docPartPr>
        <w:name w:val="8EDAA62B9A204EC8A8135B991DBCB0C2"/>
        <w:category>
          <w:name w:val="General"/>
          <w:gallery w:val="placeholder"/>
        </w:category>
        <w:types>
          <w:type w:val="bbPlcHdr"/>
        </w:types>
        <w:behaviors>
          <w:behavior w:val="content"/>
        </w:behaviors>
        <w:guid w:val="{192BE23B-B2D7-4118-8175-24B5D11A3CE5}"/>
      </w:docPartPr>
      <w:docPartBody>
        <w:p w:rsidR="009F2480" w:rsidRDefault="009F2480">
          <w:pPr>
            <w:pStyle w:val="8EDAA62B9A204EC8A8135B991DBCB0C2"/>
          </w:pPr>
          <w:r w:rsidRPr="00662C3D">
            <w:rPr>
              <w:rStyle w:val="PlaceholderText"/>
            </w:rPr>
            <w:t>List goods to be purchased here</w:t>
          </w:r>
        </w:p>
      </w:docPartBody>
    </w:docPart>
    <w:docPart>
      <w:docPartPr>
        <w:name w:val="52800025D1544975B49EC3754E425808"/>
        <w:category>
          <w:name w:val="General"/>
          <w:gallery w:val="placeholder"/>
        </w:category>
        <w:types>
          <w:type w:val="bbPlcHdr"/>
        </w:types>
        <w:behaviors>
          <w:behavior w:val="content"/>
        </w:behaviors>
        <w:guid w:val="{4AA6BCD2-D87A-4470-B223-873C38BED1C3}"/>
      </w:docPartPr>
      <w:docPartBody>
        <w:p w:rsidR="009F2480" w:rsidRDefault="009F2480">
          <w:pPr>
            <w:pStyle w:val="52800025D1544975B49EC3754E425808"/>
          </w:pPr>
          <w:r>
            <w:rPr>
              <w:rStyle w:val="PlaceholderText"/>
            </w:rPr>
            <w:t>Yes/No</w:t>
          </w:r>
        </w:p>
      </w:docPartBody>
    </w:docPart>
    <w:docPart>
      <w:docPartPr>
        <w:name w:val="36592FD853E848E0A36435C1017B1694"/>
        <w:category>
          <w:name w:val="General"/>
          <w:gallery w:val="placeholder"/>
        </w:category>
        <w:types>
          <w:type w:val="bbPlcHdr"/>
        </w:types>
        <w:behaviors>
          <w:behavior w:val="content"/>
        </w:behaviors>
        <w:guid w:val="{98DB03DC-EFFE-4247-9798-E5EC0AEE5BA5}"/>
      </w:docPartPr>
      <w:docPartBody>
        <w:p w:rsidR="009F2480" w:rsidRDefault="009F2480">
          <w:pPr>
            <w:pStyle w:val="36592FD853E848E0A36435C1017B1694"/>
          </w:pPr>
          <w:r>
            <w:rPr>
              <w:rStyle w:val="PlaceholderText"/>
            </w:rPr>
            <w:t>Yes/No</w:t>
          </w:r>
        </w:p>
      </w:docPartBody>
    </w:docPart>
    <w:docPart>
      <w:docPartPr>
        <w:name w:val="0F3019724C404B11BE2F7C91677B625B"/>
        <w:category>
          <w:name w:val="General"/>
          <w:gallery w:val="placeholder"/>
        </w:category>
        <w:types>
          <w:type w:val="bbPlcHdr"/>
        </w:types>
        <w:behaviors>
          <w:behavior w:val="content"/>
        </w:behaviors>
        <w:guid w:val="{2E3A95D1-31CB-4B34-8149-4F4EA1873DE2}"/>
      </w:docPartPr>
      <w:docPartBody>
        <w:p w:rsidR="009F2480" w:rsidRDefault="009F2480">
          <w:pPr>
            <w:pStyle w:val="0F3019724C404B11BE2F7C91677B625B"/>
          </w:pPr>
          <w:r w:rsidRPr="00662C3D">
            <w:rPr>
              <w:rStyle w:val="PlaceholderText"/>
            </w:rPr>
            <w:t>List goods to be purchased here</w:t>
          </w:r>
        </w:p>
      </w:docPartBody>
    </w:docPart>
    <w:docPart>
      <w:docPartPr>
        <w:name w:val="26D3B40495704090A7260B62F3551A7E"/>
        <w:category>
          <w:name w:val="General"/>
          <w:gallery w:val="placeholder"/>
        </w:category>
        <w:types>
          <w:type w:val="bbPlcHdr"/>
        </w:types>
        <w:behaviors>
          <w:behavior w:val="content"/>
        </w:behaviors>
        <w:guid w:val="{AEEBF413-937E-4C7A-8B7C-0EA0F4C9996B}"/>
      </w:docPartPr>
      <w:docPartBody>
        <w:p w:rsidR="009F2480" w:rsidRDefault="009F2480">
          <w:pPr>
            <w:pStyle w:val="26D3B40495704090A7260B62F3551A7E"/>
          </w:pPr>
          <w:r>
            <w:rPr>
              <w:rStyle w:val="PlaceholderText"/>
            </w:rPr>
            <w:t>Yes/No</w:t>
          </w:r>
        </w:p>
      </w:docPartBody>
    </w:docPart>
    <w:docPart>
      <w:docPartPr>
        <w:name w:val="0D4171D642C5480C9650FA5519A2802C"/>
        <w:category>
          <w:name w:val="General"/>
          <w:gallery w:val="placeholder"/>
        </w:category>
        <w:types>
          <w:type w:val="bbPlcHdr"/>
        </w:types>
        <w:behaviors>
          <w:behavior w:val="content"/>
        </w:behaviors>
        <w:guid w:val="{9821DD86-89DE-487E-8CAA-4A82F29D8F8C}"/>
      </w:docPartPr>
      <w:docPartBody>
        <w:p w:rsidR="009F2480" w:rsidRDefault="009F2480">
          <w:pPr>
            <w:pStyle w:val="0D4171D642C5480C9650FA5519A2802C"/>
          </w:pPr>
          <w:r>
            <w:rPr>
              <w:rStyle w:val="PlaceholderText"/>
            </w:rPr>
            <w:t>Yes/No</w:t>
          </w:r>
        </w:p>
      </w:docPartBody>
    </w:docPart>
    <w:docPart>
      <w:docPartPr>
        <w:name w:val="26962B134F414814BECE2BAC711610C3"/>
        <w:category>
          <w:name w:val="General"/>
          <w:gallery w:val="placeholder"/>
        </w:category>
        <w:types>
          <w:type w:val="bbPlcHdr"/>
        </w:types>
        <w:behaviors>
          <w:behavior w:val="content"/>
        </w:behaviors>
        <w:guid w:val="{A0E486FF-D29E-461A-BF20-B3B13FD06519}"/>
      </w:docPartPr>
      <w:docPartBody>
        <w:p w:rsidR="009F2480" w:rsidRDefault="009F2480">
          <w:pPr>
            <w:pStyle w:val="26962B134F414814BECE2BAC711610C3"/>
          </w:pPr>
          <w:r>
            <w:rPr>
              <w:rStyle w:val="PlaceholderText"/>
            </w:rPr>
            <w:t>List goods to be purchased here – Insert additional rows if required</w:t>
          </w:r>
        </w:p>
      </w:docPartBody>
    </w:docPart>
    <w:docPart>
      <w:docPartPr>
        <w:name w:val="F780075912E64B3BA92DA974A2497221"/>
        <w:category>
          <w:name w:val="General"/>
          <w:gallery w:val="placeholder"/>
        </w:category>
        <w:types>
          <w:type w:val="bbPlcHdr"/>
        </w:types>
        <w:behaviors>
          <w:behavior w:val="content"/>
        </w:behaviors>
        <w:guid w:val="{4DE3C4D6-3180-4D65-A5D8-9BD4CB8002E8}"/>
      </w:docPartPr>
      <w:docPartBody>
        <w:p w:rsidR="009F2480" w:rsidRDefault="009F2480">
          <w:pPr>
            <w:pStyle w:val="F780075912E64B3BA92DA974A2497221"/>
          </w:pPr>
          <w:r>
            <w:rPr>
              <w:rStyle w:val="PlaceholderText"/>
            </w:rPr>
            <w:t>Yes/No</w:t>
          </w:r>
        </w:p>
      </w:docPartBody>
    </w:docPart>
    <w:docPart>
      <w:docPartPr>
        <w:name w:val="0A610D1548FC45A8899D1F0801F67011"/>
        <w:category>
          <w:name w:val="General"/>
          <w:gallery w:val="placeholder"/>
        </w:category>
        <w:types>
          <w:type w:val="bbPlcHdr"/>
        </w:types>
        <w:behaviors>
          <w:behavior w:val="content"/>
        </w:behaviors>
        <w:guid w:val="{47738246-9D1B-42C0-B762-FB9FD92232AB}"/>
      </w:docPartPr>
      <w:docPartBody>
        <w:p w:rsidR="009F2480" w:rsidRDefault="009F2480">
          <w:pPr>
            <w:pStyle w:val="0A610D1548FC45A8899D1F0801F67011"/>
          </w:pPr>
          <w:r>
            <w:rPr>
              <w:rStyle w:val="PlaceholderText"/>
            </w:rPr>
            <w:t>Yes/No</w:t>
          </w:r>
        </w:p>
      </w:docPartBody>
    </w:docPart>
    <w:docPart>
      <w:docPartPr>
        <w:name w:val="E8C0E18AE6DD4F27B192B8646D63F1F4"/>
        <w:category>
          <w:name w:val="General"/>
          <w:gallery w:val="placeholder"/>
        </w:category>
        <w:types>
          <w:type w:val="bbPlcHdr"/>
        </w:types>
        <w:behaviors>
          <w:behavior w:val="content"/>
        </w:behaviors>
        <w:guid w:val="{2DA3DF65-59A7-45FE-9FD6-3F6DD8E56DBF}"/>
      </w:docPartPr>
      <w:docPartBody>
        <w:p w:rsidR="009F2480" w:rsidRDefault="009F2480">
          <w:pPr>
            <w:pStyle w:val="E8C0E18AE6DD4F27B192B8646D63F1F4"/>
          </w:pPr>
          <w:r>
            <w:rPr>
              <w:rStyle w:val="PlaceholderText"/>
            </w:rPr>
            <w:t>List services to be purchased here</w:t>
          </w:r>
        </w:p>
      </w:docPartBody>
    </w:docPart>
    <w:docPart>
      <w:docPartPr>
        <w:name w:val="27A258A9EBE64BEC82524A548F26FA1A"/>
        <w:category>
          <w:name w:val="General"/>
          <w:gallery w:val="placeholder"/>
        </w:category>
        <w:types>
          <w:type w:val="bbPlcHdr"/>
        </w:types>
        <w:behaviors>
          <w:behavior w:val="content"/>
        </w:behaviors>
        <w:guid w:val="{670CF3BD-FE75-49C2-8B2A-6ED773D6FCD1}"/>
      </w:docPartPr>
      <w:docPartBody>
        <w:p w:rsidR="009F2480" w:rsidRDefault="009F2480">
          <w:pPr>
            <w:pStyle w:val="27A258A9EBE64BEC82524A548F26FA1A"/>
          </w:pPr>
          <w:r>
            <w:rPr>
              <w:rStyle w:val="PlaceholderText"/>
            </w:rPr>
            <w:t>Yes/No</w:t>
          </w:r>
        </w:p>
      </w:docPartBody>
    </w:docPart>
    <w:docPart>
      <w:docPartPr>
        <w:name w:val="C55E71B4C0C4494D9A76E921FDAA292F"/>
        <w:category>
          <w:name w:val="General"/>
          <w:gallery w:val="placeholder"/>
        </w:category>
        <w:types>
          <w:type w:val="bbPlcHdr"/>
        </w:types>
        <w:behaviors>
          <w:behavior w:val="content"/>
        </w:behaviors>
        <w:guid w:val="{473AC5BA-8E50-4A1A-9052-6A1BBC5A63CA}"/>
      </w:docPartPr>
      <w:docPartBody>
        <w:p w:rsidR="009F2480" w:rsidRDefault="009F2480">
          <w:pPr>
            <w:pStyle w:val="C55E71B4C0C4494D9A76E921FDAA292F"/>
          </w:pPr>
          <w:r>
            <w:rPr>
              <w:rStyle w:val="PlaceholderText"/>
            </w:rPr>
            <w:t>Yes/No</w:t>
          </w:r>
        </w:p>
      </w:docPartBody>
    </w:docPart>
    <w:docPart>
      <w:docPartPr>
        <w:name w:val="D99E3842ACB447BA9AD724FDC2381794"/>
        <w:category>
          <w:name w:val="General"/>
          <w:gallery w:val="placeholder"/>
        </w:category>
        <w:types>
          <w:type w:val="bbPlcHdr"/>
        </w:types>
        <w:behaviors>
          <w:behavior w:val="content"/>
        </w:behaviors>
        <w:guid w:val="{3CBB9B61-6815-404E-AEE6-3518B9FE86C8}"/>
      </w:docPartPr>
      <w:docPartBody>
        <w:p w:rsidR="009F2480" w:rsidRDefault="009F2480">
          <w:pPr>
            <w:pStyle w:val="D99E3842ACB447BA9AD724FDC2381794"/>
          </w:pPr>
          <w:r w:rsidRPr="00C80E41">
            <w:rPr>
              <w:rStyle w:val="PlaceholderText"/>
            </w:rPr>
            <w:t>List services to be purchased here</w:t>
          </w:r>
        </w:p>
      </w:docPartBody>
    </w:docPart>
    <w:docPart>
      <w:docPartPr>
        <w:name w:val="A7B8B6C8C492475DA2FC8F37A5E94A4B"/>
        <w:category>
          <w:name w:val="General"/>
          <w:gallery w:val="placeholder"/>
        </w:category>
        <w:types>
          <w:type w:val="bbPlcHdr"/>
        </w:types>
        <w:behaviors>
          <w:behavior w:val="content"/>
        </w:behaviors>
        <w:guid w:val="{322D727B-92B6-4B87-809E-80EA3E9420CA}"/>
      </w:docPartPr>
      <w:docPartBody>
        <w:p w:rsidR="009F2480" w:rsidRDefault="009F2480">
          <w:pPr>
            <w:pStyle w:val="A7B8B6C8C492475DA2FC8F37A5E94A4B"/>
          </w:pPr>
          <w:r>
            <w:rPr>
              <w:rStyle w:val="PlaceholderText"/>
            </w:rPr>
            <w:t>Yes/No</w:t>
          </w:r>
        </w:p>
      </w:docPartBody>
    </w:docPart>
    <w:docPart>
      <w:docPartPr>
        <w:name w:val="54D6F922B62C41D5A6E6F7FD269E31CA"/>
        <w:category>
          <w:name w:val="General"/>
          <w:gallery w:val="placeholder"/>
        </w:category>
        <w:types>
          <w:type w:val="bbPlcHdr"/>
        </w:types>
        <w:behaviors>
          <w:behavior w:val="content"/>
        </w:behaviors>
        <w:guid w:val="{BCDB9DB4-A341-4524-9F71-CF77899B5D22}"/>
      </w:docPartPr>
      <w:docPartBody>
        <w:p w:rsidR="009F2480" w:rsidRDefault="009F2480">
          <w:pPr>
            <w:pStyle w:val="54D6F922B62C41D5A6E6F7FD269E31CA"/>
          </w:pPr>
          <w:r>
            <w:rPr>
              <w:rStyle w:val="PlaceholderText"/>
            </w:rPr>
            <w:t>Yes/No</w:t>
          </w:r>
        </w:p>
      </w:docPartBody>
    </w:docPart>
    <w:docPart>
      <w:docPartPr>
        <w:name w:val="21C21B3B8F1449A2B7523CCFF11C373B"/>
        <w:category>
          <w:name w:val="General"/>
          <w:gallery w:val="placeholder"/>
        </w:category>
        <w:types>
          <w:type w:val="bbPlcHdr"/>
        </w:types>
        <w:behaviors>
          <w:behavior w:val="content"/>
        </w:behaviors>
        <w:guid w:val="{820E2573-AAF5-4633-97A2-BE535B3F0424}"/>
      </w:docPartPr>
      <w:docPartBody>
        <w:p w:rsidR="009F2480" w:rsidRDefault="009F2480">
          <w:pPr>
            <w:pStyle w:val="21C21B3B8F1449A2B7523CCFF11C373B"/>
          </w:pPr>
          <w:r w:rsidRPr="00C80E41">
            <w:rPr>
              <w:rStyle w:val="PlaceholderText"/>
            </w:rPr>
            <w:t>List services to be purchased here</w:t>
          </w:r>
        </w:p>
      </w:docPartBody>
    </w:docPart>
    <w:docPart>
      <w:docPartPr>
        <w:name w:val="022275F6AC834E73ACBC6795070B9FCD"/>
        <w:category>
          <w:name w:val="General"/>
          <w:gallery w:val="placeholder"/>
        </w:category>
        <w:types>
          <w:type w:val="bbPlcHdr"/>
        </w:types>
        <w:behaviors>
          <w:behavior w:val="content"/>
        </w:behaviors>
        <w:guid w:val="{1D7D9753-B74E-4912-886B-F895D9F88362}"/>
      </w:docPartPr>
      <w:docPartBody>
        <w:p w:rsidR="009F2480" w:rsidRDefault="009F2480">
          <w:pPr>
            <w:pStyle w:val="022275F6AC834E73ACBC6795070B9FCD"/>
          </w:pPr>
          <w:r>
            <w:rPr>
              <w:rStyle w:val="PlaceholderText"/>
            </w:rPr>
            <w:t>Yes/No</w:t>
          </w:r>
        </w:p>
      </w:docPartBody>
    </w:docPart>
    <w:docPart>
      <w:docPartPr>
        <w:name w:val="B06EA4692DD547298E09353DDB14997E"/>
        <w:category>
          <w:name w:val="General"/>
          <w:gallery w:val="placeholder"/>
        </w:category>
        <w:types>
          <w:type w:val="bbPlcHdr"/>
        </w:types>
        <w:behaviors>
          <w:behavior w:val="content"/>
        </w:behaviors>
        <w:guid w:val="{D4B65739-C867-4D21-BD7A-6DDBEFC21D80}"/>
      </w:docPartPr>
      <w:docPartBody>
        <w:p w:rsidR="009F2480" w:rsidRDefault="009F2480">
          <w:pPr>
            <w:pStyle w:val="B06EA4692DD547298E09353DDB14997E"/>
          </w:pPr>
          <w:r>
            <w:rPr>
              <w:rStyle w:val="PlaceholderText"/>
            </w:rPr>
            <w:t>Yes/No</w:t>
          </w:r>
        </w:p>
      </w:docPartBody>
    </w:docPart>
    <w:docPart>
      <w:docPartPr>
        <w:name w:val="F897111CA63A424B851CFA734BC95616"/>
        <w:category>
          <w:name w:val="General"/>
          <w:gallery w:val="placeholder"/>
        </w:category>
        <w:types>
          <w:type w:val="bbPlcHdr"/>
        </w:types>
        <w:behaviors>
          <w:behavior w:val="content"/>
        </w:behaviors>
        <w:guid w:val="{E8F19B6F-9971-4E39-AEE5-BDADD5659AF3}"/>
      </w:docPartPr>
      <w:docPartBody>
        <w:p w:rsidR="009F2480" w:rsidRDefault="009F2480">
          <w:pPr>
            <w:pStyle w:val="F897111CA63A424B851CFA734BC95616"/>
          </w:pPr>
          <w:r w:rsidRPr="00C80E41">
            <w:rPr>
              <w:rStyle w:val="PlaceholderText"/>
            </w:rPr>
            <w:t>List services to be purchased here</w:t>
          </w:r>
        </w:p>
      </w:docPartBody>
    </w:docPart>
    <w:docPart>
      <w:docPartPr>
        <w:name w:val="C99AB4CECE6941ECBE72BC8E5889E78F"/>
        <w:category>
          <w:name w:val="General"/>
          <w:gallery w:val="placeholder"/>
        </w:category>
        <w:types>
          <w:type w:val="bbPlcHdr"/>
        </w:types>
        <w:behaviors>
          <w:behavior w:val="content"/>
        </w:behaviors>
        <w:guid w:val="{E68C52E4-CA65-4835-A8D2-9811CD215C46}"/>
      </w:docPartPr>
      <w:docPartBody>
        <w:p w:rsidR="009F2480" w:rsidRDefault="009F2480">
          <w:pPr>
            <w:pStyle w:val="C99AB4CECE6941ECBE72BC8E5889E78F"/>
          </w:pPr>
          <w:r>
            <w:rPr>
              <w:rStyle w:val="PlaceholderText"/>
            </w:rPr>
            <w:t>Yes/No</w:t>
          </w:r>
        </w:p>
      </w:docPartBody>
    </w:docPart>
    <w:docPart>
      <w:docPartPr>
        <w:name w:val="BDA7D0FB37AF4CA5A4F7142DC92F8556"/>
        <w:category>
          <w:name w:val="General"/>
          <w:gallery w:val="placeholder"/>
        </w:category>
        <w:types>
          <w:type w:val="bbPlcHdr"/>
        </w:types>
        <w:behaviors>
          <w:behavior w:val="content"/>
        </w:behaviors>
        <w:guid w:val="{4829C37E-2C1E-423D-B980-EF9BA8D21316}"/>
      </w:docPartPr>
      <w:docPartBody>
        <w:p w:rsidR="009F2480" w:rsidRDefault="009F2480">
          <w:pPr>
            <w:pStyle w:val="BDA7D0FB37AF4CA5A4F7142DC92F8556"/>
          </w:pPr>
          <w:r>
            <w:rPr>
              <w:rStyle w:val="PlaceholderText"/>
            </w:rPr>
            <w:t>Yes/No</w:t>
          </w:r>
        </w:p>
      </w:docPartBody>
    </w:docPart>
    <w:docPart>
      <w:docPartPr>
        <w:name w:val="03290F83C5924F8EA78A97C33A6005AA"/>
        <w:category>
          <w:name w:val="General"/>
          <w:gallery w:val="placeholder"/>
        </w:category>
        <w:types>
          <w:type w:val="bbPlcHdr"/>
        </w:types>
        <w:behaviors>
          <w:behavior w:val="content"/>
        </w:behaviors>
        <w:guid w:val="{CD90F667-3078-4791-A41B-487C06DA5C71}"/>
      </w:docPartPr>
      <w:docPartBody>
        <w:p w:rsidR="009F2480" w:rsidRDefault="009F2480">
          <w:pPr>
            <w:pStyle w:val="03290F83C5924F8EA78A97C33A6005AA"/>
          </w:pPr>
          <w:r>
            <w:rPr>
              <w:rStyle w:val="PlaceholderText"/>
            </w:rPr>
            <w:t>List services to be purchased here – Insert additional rows if required</w:t>
          </w:r>
        </w:p>
      </w:docPartBody>
    </w:docPart>
    <w:docPart>
      <w:docPartPr>
        <w:name w:val="EFB8CCFB43D145E1A557F92DAB757153"/>
        <w:category>
          <w:name w:val="General"/>
          <w:gallery w:val="placeholder"/>
        </w:category>
        <w:types>
          <w:type w:val="bbPlcHdr"/>
        </w:types>
        <w:behaviors>
          <w:behavior w:val="content"/>
        </w:behaviors>
        <w:guid w:val="{8C058225-A22B-4FB5-B419-EE4C0DF1534A}"/>
      </w:docPartPr>
      <w:docPartBody>
        <w:p w:rsidR="009F2480" w:rsidRDefault="009F2480">
          <w:pPr>
            <w:pStyle w:val="EFB8CCFB43D145E1A557F92DAB757153"/>
          </w:pPr>
          <w:r>
            <w:rPr>
              <w:rStyle w:val="PlaceholderText"/>
            </w:rPr>
            <w:t>Yes/No</w:t>
          </w:r>
        </w:p>
      </w:docPartBody>
    </w:docPart>
    <w:docPart>
      <w:docPartPr>
        <w:name w:val="D71841C4674849D0A84AF2F0F50B4AE5"/>
        <w:category>
          <w:name w:val="General"/>
          <w:gallery w:val="placeholder"/>
        </w:category>
        <w:types>
          <w:type w:val="bbPlcHdr"/>
        </w:types>
        <w:behaviors>
          <w:behavior w:val="content"/>
        </w:behaviors>
        <w:guid w:val="{F1508A41-0BDE-4662-99E0-F38769E3D443}"/>
      </w:docPartPr>
      <w:docPartBody>
        <w:p w:rsidR="009F2480" w:rsidRDefault="009F2480">
          <w:pPr>
            <w:pStyle w:val="D71841C4674849D0A84AF2F0F50B4AE5"/>
          </w:pPr>
          <w:r>
            <w:rPr>
              <w:rStyle w:val="PlaceholderText"/>
            </w:rPr>
            <w:t>Yes/No</w:t>
          </w:r>
        </w:p>
      </w:docPartBody>
    </w:docPart>
    <w:docPart>
      <w:docPartPr>
        <w:name w:val="5A47733DA662484596BA87D2384B476E"/>
        <w:category>
          <w:name w:val="General"/>
          <w:gallery w:val="placeholder"/>
        </w:category>
        <w:types>
          <w:type w:val="bbPlcHdr"/>
        </w:types>
        <w:behaviors>
          <w:behavior w:val="content"/>
        </w:behaviors>
        <w:guid w:val="{ECB7CE63-B012-40F9-AE14-4D9031499C40}"/>
      </w:docPartPr>
      <w:docPartBody>
        <w:p w:rsidR="009F2480" w:rsidRDefault="009F2480">
          <w:pPr>
            <w:pStyle w:val="5A47733DA662484596BA87D2384B476E"/>
          </w:pPr>
          <w:r>
            <w:rPr>
              <w:rStyle w:val="PlaceholderText"/>
            </w:rPr>
            <w:t>Enter response here</w:t>
          </w:r>
        </w:p>
      </w:docPartBody>
    </w:docPart>
    <w:docPart>
      <w:docPartPr>
        <w:name w:val="A226874E52914510A840DF2C87A2EAB8"/>
        <w:category>
          <w:name w:val="General"/>
          <w:gallery w:val="placeholder"/>
        </w:category>
        <w:types>
          <w:type w:val="bbPlcHdr"/>
        </w:types>
        <w:behaviors>
          <w:behavior w:val="content"/>
        </w:behaviors>
        <w:guid w:val="{DF979442-04EB-41E7-BD88-B3D72E83D007}"/>
      </w:docPartPr>
      <w:docPartBody>
        <w:p w:rsidR="009F2480" w:rsidRDefault="009F2480">
          <w:pPr>
            <w:pStyle w:val="A226874E52914510A840DF2C87A2EAB8"/>
          </w:pPr>
          <w:r>
            <w:rPr>
              <w:rStyle w:val="PlaceholderText"/>
            </w:rPr>
            <w:t>Enter response here</w:t>
          </w:r>
        </w:p>
      </w:docPartBody>
    </w:docPart>
    <w:docPart>
      <w:docPartPr>
        <w:name w:val="4C1C5FC236B94F609AE3CB115E054B1B"/>
        <w:category>
          <w:name w:val="General"/>
          <w:gallery w:val="placeholder"/>
        </w:category>
        <w:types>
          <w:type w:val="bbPlcHdr"/>
        </w:types>
        <w:behaviors>
          <w:behavior w:val="content"/>
        </w:behaviors>
        <w:guid w:val="{006D380C-0071-4445-BE2B-E786E463B6CF}"/>
      </w:docPartPr>
      <w:docPartBody>
        <w:p w:rsidR="009F2480" w:rsidRDefault="009F2480">
          <w:pPr>
            <w:pStyle w:val="4C1C5FC236B94F609AE3CB115E054B1B"/>
          </w:pPr>
          <w:r>
            <w:rPr>
              <w:rStyle w:val="PlaceholderText"/>
            </w:rPr>
            <w:t>Enter response here</w:t>
          </w:r>
        </w:p>
      </w:docPartBody>
    </w:docPart>
    <w:docPart>
      <w:docPartPr>
        <w:name w:val="3E040F75CC3545D7AF046D92ED5AD9CA"/>
        <w:category>
          <w:name w:val="General"/>
          <w:gallery w:val="placeholder"/>
        </w:category>
        <w:types>
          <w:type w:val="bbPlcHdr"/>
        </w:types>
        <w:behaviors>
          <w:behavior w:val="content"/>
        </w:behaviors>
        <w:guid w:val="{4D37B250-CEB7-4DE3-89CB-F5D06D5ACD56}"/>
      </w:docPartPr>
      <w:docPartBody>
        <w:p w:rsidR="009F2480" w:rsidRDefault="009F2480">
          <w:pPr>
            <w:pStyle w:val="3E040F75CC3545D7AF046D92ED5AD9CA"/>
          </w:pPr>
          <w:r>
            <w:rPr>
              <w:rStyle w:val="PlaceholderText"/>
            </w:rPr>
            <w:t>Enter response here</w:t>
          </w:r>
        </w:p>
      </w:docPartBody>
    </w:docPart>
    <w:docPart>
      <w:docPartPr>
        <w:name w:val="51D1211983A747E983F845CAC9B32867"/>
        <w:category>
          <w:name w:val="General"/>
          <w:gallery w:val="placeholder"/>
        </w:category>
        <w:types>
          <w:type w:val="bbPlcHdr"/>
        </w:types>
        <w:behaviors>
          <w:behavior w:val="content"/>
        </w:behaviors>
        <w:guid w:val="{B114D39C-7F53-4C62-A5CD-5F2B1A0D7A2B}"/>
      </w:docPartPr>
      <w:docPartBody>
        <w:p w:rsidR="009F2480" w:rsidRDefault="009F2480">
          <w:pPr>
            <w:pStyle w:val="51D1211983A747E983F845CAC9B32867"/>
          </w:pPr>
          <w:r>
            <w:rPr>
              <w:rStyle w:val="PlaceholderText"/>
            </w:rPr>
            <w:t>Enter response here</w:t>
          </w:r>
        </w:p>
      </w:docPartBody>
    </w:docPart>
    <w:docPart>
      <w:docPartPr>
        <w:name w:val="C489CC242D2E471CBC295EC17EBCA5E7"/>
        <w:category>
          <w:name w:val="General"/>
          <w:gallery w:val="placeholder"/>
        </w:category>
        <w:types>
          <w:type w:val="bbPlcHdr"/>
        </w:types>
        <w:behaviors>
          <w:behavior w:val="content"/>
        </w:behaviors>
        <w:guid w:val="{EEA4851D-E60B-4FC6-A71E-BE3AD8465024}"/>
      </w:docPartPr>
      <w:docPartBody>
        <w:p w:rsidR="009F2480" w:rsidRDefault="009F2480">
          <w:pPr>
            <w:pStyle w:val="C489CC242D2E471CBC295EC17EBCA5E7"/>
          </w:pPr>
          <w:r>
            <w:rPr>
              <w:rStyle w:val="PlaceholderText"/>
            </w:rPr>
            <w:t>Enter response here</w:t>
          </w:r>
        </w:p>
      </w:docPartBody>
    </w:docPart>
    <w:docPart>
      <w:docPartPr>
        <w:name w:val="386A84163B6842B7A3EE050479FDE599"/>
        <w:category>
          <w:name w:val="General"/>
          <w:gallery w:val="placeholder"/>
        </w:category>
        <w:types>
          <w:type w:val="bbPlcHdr"/>
        </w:types>
        <w:behaviors>
          <w:behavior w:val="content"/>
        </w:behaviors>
        <w:guid w:val="{4206C6F3-D9D0-42CB-9604-4FB493D19B31}"/>
      </w:docPartPr>
      <w:docPartBody>
        <w:p w:rsidR="009F2480" w:rsidRDefault="009F2480">
          <w:pPr>
            <w:pStyle w:val="386A84163B6842B7A3EE050479FDE599"/>
          </w:pPr>
          <w:r>
            <w:rPr>
              <w:rStyle w:val="PlaceholderText"/>
            </w:rPr>
            <w:t>Enter response here</w:t>
          </w:r>
        </w:p>
      </w:docPartBody>
    </w:docPart>
    <w:docPart>
      <w:docPartPr>
        <w:name w:val="895A3250EB8B44D39523D0E9D190B71A"/>
        <w:category>
          <w:name w:val="General"/>
          <w:gallery w:val="placeholder"/>
        </w:category>
        <w:types>
          <w:type w:val="bbPlcHdr"/>
        </w:types>
        <w:behaviors>
          <w:behavior w:val="content"/>
        </w:behaviors>
        <w:guid w:val="{E052F016-BFBB-4FE6-86E6-9244854F8FD9}"/>
      </w:docPartPr>
      <w:docPartBody>
        <w:p w:rsidR="009F2480" w:rsidRDefault="009F2480">
          <w:pPr>
            <w:pStyle w:val="895A3250EB8B44D39523D0E9D190B71A"/>
          </w:pPr>
          <w:r>
            <w:rPr>
              <w:rStyle w:val="PlaceholderText"/>
            </w:rPr>
            <w:t>Enter response here</w:t>
          </w:r>
        </w:p>
      </w:docPartBody>
    </w:docPart>
    <w:docPart>
      <w:docPartPr>
        <w:name w:val="BC2C464D0B2441A4BE750F495DD774F5"/>
        <w:category>
          <w:name w:val="General"/>
          <w:gallery w:val="placeholder"/>
        </w:category>
        <w:types>
          <w:type w:val="bbPlcHdr"/>
        </w:types>
        <w:behaviors>
          <w:behavior w:val="content"/>
        </w:behaviors>
        <w:guid w:val="{7B78886F-CD76-432E-81D1-67128984D898}"/>
      </w:docPartPr>
      <w:docPartBody>
        <w:p w:rsidR="009F2480" w:rsidRDefault="009F2480">
          <w:pPr>
            <w:pStyle w:val="BC2C464D0B2441A4BE750F495DD774F5"/>
          </w:pPr>
          <w:r>
            <w:rPr>
              <w:rStyle w:val="PlaceholderText"/>
            </w:rPr>
            <w:t>Enter response here</w:t>
          </w:r>
        </w:p>
      </w:docPartBody>
    </w:docPart>
    <w:docPart>
      <w:docPartPr>
        <w:name w:val="419B4535D1D94F859FE773E29F435A40"/>
        <w:category>
          <w:name w:val="General"/>
          <w:gallery w:val="placeholder"/>
        </w:category>
        <w:types>
          <w:type w:val="bbPlcHdr"/>
        </w:types>
        <w:behaviors>
          <w:behavior w:val="content"/>
        </w:behaviors>
        <w:guid w:val="{C6EC61C2-B53A-4497-A8C9-184F864CE041}"/>
      </w:docPartPr>
      <w:docPartBody>
        <w:p w:rsidR="009F2480" w:rsidRDefault="009F2480">
          <w:pPr>
            <w:pStyle w:val="419B4535D1D94F859FE773E29F435A40"/>
          </w:pPr>
          <w:r>
            <w:rPr>
              <w:rStyle w:val="PlaceholderText"/>
            </w:rPr>
            <w:t>Enter response here</w:t>
          </w:r>
        </w:p>
      </w:docPartBody>
    </w:docPart>
    <w:docPart>
      <w:docPartPr>
        <w:name w:val="B07C80AAAE9743C68CECD27678148290"/>
        <w:category>
          <w:name w:val="General"/>
          <w:gallery w:val="placeholder"/>
        </w:category>
        <w:types>
          <w:type w:val="bbPlcHdr"/>
        </w:types>
        <w:behaviors>
          <w:behavior w:val="content"/>
        </w:behaviors>
        <w:guid w:val="{B531DCF1-24C1-4C7C-9029-C1813F715847}"/>
      </w:docPartPr>
      <w:docPartBody>
        <w:p w:rsidR="009F2480" w:rsidRDefault="009F2480">
          <w:pPr>
            <w:pStyle w:val="B07C80AAAE9743C68CECD27678148290"/>
          </w:pPr>
          <w:r>
            <w:rPr>
              <w:rStyle w:val="PlaceholderText"/>
            </w:rPr>
            <w:t>Enter response here</w:t>
          </w:r>
        </w:p>
      </w:docPartBody>
    </w:docPart>
    <w:docPart>
      <w:docPartPr>
        <w:name w:val="5C90F841042747919FE74C7503D91DDE"/>
        <w:category>
          <w:name w:val="General"/>
          <w:gallery w:val="placeholder"/>
        </w:category>
        <w:types>
          <w:type w:val="bbPlcHdr"/>
        </w:types>
        <w:behaviors>
          <w:behavior w:val="content"/>
        </w:behaviors>
        <w:guid w:val="{226E4A6C-DDD1-4B45-99C0-00DCB0AC6B5E}"/>
      </w:docPartPr>
      <w:docPartBody>
        <w:p w:rsidR="009F2480" w:rsidRDefault="009F2480">
          <w:pPr>
            <w:pStyle w:val="5C90F841042747919FE74C7503D91DDE"/>
          </w:pPr>
          <w:r>
            <w:rPr>
              <w:rStyle w:val="PlaceholderText"/>
            </w:rPr>
            <w:t>Enter business name of designated operator here</w:t>
          </w:r>
        </w:p>
      </w:docPartBody>
    </w:docPart>
    <w:docPart>
      <w:docPartPr>
        <w:name w:val="E7952F4B6AA543D5A68D2B9B332D0B2A"/>
        <w:category>
          <w:name w:val="General"/>
          <w:gallery w:val="placeholder"/>
        </w:category>
        <w:types>
          <w:type w:val="bbPlcHdr"/>
        </w:types>
        <w:behaviors>
          <w:behavior w:val="content"/>
        </w:behaviors>
        <w:guid w:val="{8A959428-650A-4F47-ABF7-DB42B86F1A81}"/>
      </w:docPartPr>
      <w:docPartBody>
        <w:p w:rsidR="009F2480" w:rsidRDefault="009F2480">
          <w:pPr>
            <w:pStyle w:val="E7952F4B6AA543D5A68D2B9B332D0B2A"/>
          </w:pPr>
          <w:r>
            <w:rPr>
              <w:rStyle w:val="PlaceholderText"/>
            </w:rPr>
            <w:t>Enter ABN of designated operator here</w:t>
          </w:r>
        </w:p>
      </w:docPartBody>
    </w:docPart>
    <w:docPart>
      <w:docPartPr>
        <w:name w:val="14940F0F523142F4882BB2916464394F"/>
        <w:category>
          <w:name w:val="General"/>
          <w:gallery w:val="placeholder"/>
        </w:category>
        <w:types>
          <w:type w:val="bbPlcHdr"/>
        </w:types>
        <w:behaviors>
          <w:behavior w:val="content"/>
        </w:behaviors>
        <w:guid w:val="{AB37E292-DB85-4A78-AB2C-A9DA9D2AE221}"/>
      </w:docPartPr>
      <w:docPartBody>
        <w:p w:rsidR="009F2480" w:rsidRDefault="009F2480">
          <w:pPr>
            <w:pStyle w:val="14940F0F523142F4882BB2916464394F"/>
          </w:pPr>
          <w:r>
            <w:rPr>
              <w:rStyle w:val="PlaceholderText"/>
            </w:rPr>
            <w:t>Enter ACN of designated operator here</w:t>
          </w:r>
        </w:p>
      </w:docPartBody>
    </w:docPart>
    <w:docPart>
      <w:docPartPr>
        <w:name w:val="5E6C259C94EA466980AEED5DFBA10404"/>
        <w:category>
          <w:name w:val="General"/>
          <w:gallery w:val="placeholder"/>
        </w:category>
        <w:types>
          <w:type w:val="bbPlcHdr"/>
        </w:types>
        <w:behaviors>
          <w:behavior w:val="content"/>
        </w:behaviors>
        <w:guid w:val="{A03E8B5F-92CA-4390-898B-5BE9EEBEAB49}"/>
      </w:docPartPr>
      <w:docPartBody>
        <w:p w:rsidR="009F2480" w:rsidRDefault="009F2480">
          <w:pPr>
            <w:pStyle w:val="5E6C259C94EA466980AEED5DFBA10404"/>
          </w:pPr>
          <w:r>
            <w:rPr>
              <w:rStyle w:val="PlaceholderText"/>
            </w:rPr>
            <w:t>Enter contact person here</w:t>
          </w:r>
        </w:p>
      </w:docPartBody>
    </w:docPart>
    <w:docPart>
      <w:docPartPr>
        <w:name w:val="D00BF0689E88421D9DED5613E9164CE1"/>
        <w:category>
          <w:name w:val="General"/>
          <w:gallery w:val="placeholder"/>
        </w:category>
        <w:types>
          <w:type w:val="bbPlcHdr"/>
        </w:types>
        <w:behaviors>
          <w:behavior w:val="content"/>
        </w:behaviors>
        <w:guid w:val="{4E49EDA9-FA49-4099-8197-857965291657}"/>
      </w:docPartPr>
      <w:docPartBody>
        <w:p w:rsidR="009F2480" w:rsidRDefault="009F2480">
          <w:pPr>
            <w:pStyle w:val="D00BF0689E88421D9DED5613E9164CE1"/>
          </w:pPr>
          <w:r>
            <w:rPr>
              <w:rStyle w:val="PlaceholderText"/>
            </w:rPr>
            <w:t>Enter contact phone number here</w:t>
          </w:r>
        </w:p>
      </w:docPartBody>
    </w:docPart>
    <w:docPart>
      <w:docPartPr>
        <w:name w:val="AE1FE61DC7194076A21CE7D22153CAEB"/>
        <w:category>
          <w:name w:val="General"/>
          <w:gallery w:val="placeholder"/>
        </w:category>
        <w:types>
          <w:type w:val="bbPlcHdr"/>
        </w:types>
        <w:behaviors>
          <w:behavior w:val="content"/>
        </w:behaviors>
        <w:guid w:val="{24E1D381-B803-4CDD-B9A7-F8C22E1B3B7F}"/>
      </w:docPartPr>
      <w:docPartBody>
        <w:p w:rsidR="009F2480" w:rsidRDefault="009F2480">
          <w:pPr>
            <w:pStyle w:val="AE1FE61DC7194076A21CE7D22153CAEB"/>
          </w:pPr>
          <w:r>
            <w:rPr>
              <w:rStyle w:val="PlaceholderText"/>
            </w:rPr>
            <w:t>Enter contact e-mail address here</w:t>
          </w:r>
        </w:p>
      </w:docPartBody>
    </w:docPart>
    <w:docPart>
      <w:docPartPr>
        <w:name w:val="306F597A0713494084F3AA11A28DBDF5"/>
        <w:category>
          <w:name w:val="General"/>
          <w:gallery w:val="placeholder"/>
        </w:category>
        <w:types>
          <w:type w:val="bbPlcHdr"/>
        </w:types>
        <w:behaviors>
          <w:behavior w:val="content"/>
        </w:behaviors>
        <w:guid w:val="{81D84F12-20C5-4C21-991B-27248D1CB5F2}"/>
      </w:docPartPr>
      <w:docPartBody>
        <w:p w:rsidR="009F2480" w:rsidRDefault="009F2480">
          <w:pPr>
            <w:pStyle w:val="306F597A0713494084F3AA11A28DBDF5"/>
          </w:pPr>
          <w:r>
            <w:rPr>
              <w:rStyle w:val="PlaceholderText"/>
            </w:rPr>
            <w:t>Enter postal address here</w:t>
          </w:r>
        </w:p>
      </w:docPartBody>
    </w:docPart>
    <w:docPart>
      <w:docPartPr>
        <w:name w:val="75EBC3D205EC4EA695B98EBF7CCC3CF4"/>
        <w:category>
          <w:name w:val="General"/>
          <w:gallery w:val="placeholder"/>
        </w:category>
        <w:types>
          <w:type w:val="bbPlcHdr"/>
        </w:types>
        <w:behaviors>
          <w:behavior w:val="content"/>
        </w:behaviors>
        <w:guid w:val="{F7ED6D5C-8619-4578-BE01-28DE5A25F183}"/>
      </w:docPartPr>
      <w:docPartBody>
        <w:p w:rsidR="009F2480" w:rsidRDefault="009F2480">
          <w:pPr>
            <w:pStyle w:val="75EBC3D205EC4EA695B98EBF7CCC3CF4"/>
          </w:pPr>
          <w:r>
            <w:rPr>
              <w:rStyle w:val="PlaceholderText"/>
            </w:rPr>
            <w:t>Enter operator/s type here</w:t>
          </w:r>
        </w:p>
      </w:docPartBody>
    </w:docPart>
    <w:docPart>
      <w:docPartPr>
        <w:name w:val="CA046EDC64D14676822FA1E19A76D051"/>
        <w:category>
          <w:name w:val="General"/>
          <w:gallery w:val="placeholder"/>
        </w:category>
        <w:types>
          <w:type w:val="bbPlcHdr"/>
        </w:types>
        <w:behaviors>
          <w:behavior w:val="content"/>
        </w:behaviors>
        <w:guid w:val="{C974B2F1-8B96-4978-891C-4513185EE085}"/>
      </w:docPartPr>
      <w:docPartBody>
        <w:p w:rsidR="009F2480" w:rsidRDefault="009F2480">
          <w:pPr>
            <w:pStyle w:val="CA046EDC64D14676822FA1E19A76D051"/>
          </w:pPr>
          <w:r>
            <w:rPr>
              <w:rStyle w:val="PlaceholderText"/>
            </w:rPr>
            <w:t>Enter business name of other operators here</w:t>
          </w:r>
        </w:p>
      </w:docPartBody>
    </w:docPart>
    <w:docPart>
      <w:docPartPr>
        <w:name w:val="E4D5B6B4EA73440A85BEEECAE2044E85"/>
        <w:category>
          <w:name w:val="General"/>
          <w:gallery w:val="placeholder"/>
        </w:category>
        <w:types>
          <w:type w:val="bbPlcHdr"/>
        </w:types>
        <w:behaviors>
          <w:behavior w:val="content"/>
        </w:behaviors>
        <w:guid w:val="{37D6C1D7-EBD8-4967-8137-C96DE6CB32FB}"/>
      </w:docPartPr>
      <w:docPartBody>
        <w:p w:rsidR="009F2480" w:rsidRDefault="009F2480">
          <w:pPr>
            <w:pStyle w:val="E4D5B6B4EA73440A85BEEECAE2044E85"/>
          </w:pPr>
          <w:r>
            <w:rPr>
              <w:rStyle w:val="PlaceholderText"/>
            </w:rPr>
            <w:t>Enter ABN of other operators here</w:t>
          </w:r>
        </w:p>
      </w:docPartBody>
    </w:docPart>
    <w:docPart>
      <w:docPartPr>
        <w:name w:val="F29E80E27B4D40F389DE2BB87250184E"/>
        <w:category>
          <w:name w:val="General"/>
          <w:gallery w:val="placeholder"/>
        </w:category>
        <w:types>
          <w:type w:val="bbPlcHdr"/>
        </w:types>
        <w:behaviors>
          <w:behavior w:val="content"/>
        </w:behaviors>
        <w:guid w:val="{72C30355-7466-4D0F-8105-EE58CABAF02D}"/>
      </w:docPartPr>
      <w:docPartBody>
        <w:p w:rsidR="009F2480" w:rsidRDefault="009F2480">
          <w:pPr>
            <w:pStyle w:val="F29E80E27B4D40F389DE2BB87250184E"/>
          </w:pPr>
          <w:r>
            <w:rPr>
              <w:rStyle w:val="PlaceholderText"/>
            </w:rPr>
            <w:t>Enter ACN of other operators here</w:t>
          </w:r>
        </w:p>
      </w:docPartBody>
    </w:docPart>
    <w:docPart>
      <w:docPartPr>
        <w:name w:val="372B5DDA364A4A949760F89D60E7F18E"/>
        <w:category>
          <w:name w:val="General"/>
          <w:gallery w:val="placeholder"/>
        </w:category>
        <w:types>
          <w:type w:val="bbPlcHdr"/>
        </w:types>
        <w:behaviors>
          <w:behavior w:val="content"/>
        </w:behaviors>
        <w:guid w:val="{645892AF-AE27-47B3-BC25-08D03EABFED5}"/>
      </w:docPartPr>
      <w:docPartBody>
        <w:p w:rsidR="009F2480" w:rsidRDefault="009F2480">
          <w:pPr>
            <w:pStyle w:val="372B5DDA364A4A949760F89D60E7F18E"/>
          </w:pPr>
          <w:r>
            <w:rPr>
              <w:rStyle w:val="PlaceholderText"/>
            </w:rPr>
            <w:t>Enter contact officer name here</w:t>
          </w:r>
        </w:p>
      </w:docPartBody>
    </w:docPart>
    <w:docPart>
      <w:docPartPr>
        <w:name w:val="333C8BC16799429BAB378D90A4B812F9"/>
        <w:category>
          <w:name w:val="General"/>
          <w:gallery w:val="placeholder"/>
        </w:category>
        <w:types>
          <w:type w:val="bbPlcHdr"/>
        </w:types>
        <w:behaviors>
          <w:behavior w:val="content"/>
        </w:behaviors>
        <w:guid w:val="{E3C7EDFB-AF4D-4BB3-AD0A-A006C39AF3F3}"/>
      </w:docPartPr>
      <w:docPartBody>
        <w:p w:rsidR="009F2480" w:rsidRDefault="009F2480">
          <w:pPr>
            <w:pStyle w:val="333C8BC16799429BAB378D90A4B812F9"/>
          </w:pPr>
          <w:r>
            <w:rPr>
              <w:rStyle w:val="PlaceholderText"/>
            </w:rPr>
            <w:t>Enter contact officer phone number here</w:t>
          </w:r>
        </w:p>
      </w:docPartBody>
    </w:docPart>
    <w:docPart>
      <w:docPartPr>
        <w:name w:val="1DC712400757491D95856227BD0117D4"/>
        <w:category>
          <w:name w:val="General"/>
          <w:gallery w:val="placeholder"/>
        </w:category>
        <w:types>
          <w:type w:val="bbPlcHdr"/>
        </w:types>
        <w:behaviors>
          <w:behavior w:val="content"/>
        </w:behaviors>
        <w:guid w:val="{046E6385-9B3C-4E0B-BFC6-E65CDE73BA97}"/>
      </w:docPartPr>
      <w:docPartBody>
        <w:p w:rsidR="009F2480" w:rsidRDefault="009F2480">
          <w:pPr>
            <w:pStyle w:val="1DC712400757491D95856227BD0117D4"/>
          </w:pPr>
          <w:r>
            <w:rPr>
              <w:rStyle w:val="PlaceholderText"/>
            </w:rPr>
            <w:t>Enter contact officer e-mail address here</w:t>
          </w:r>
        </w:p>
      </w:docPartBody>
    </w:docPart>
    <w:docPart>
      <w:docPartPr>
        <w:name w:val="9223C4ABACD64D878C96E152A1F22AB1"/>
        <w:category>
          <w:name w:val="General"/>
          <w:gallery w:val="placeholder"/>
        </w:category>
        <w:types>
          <w:type w:val="bbPlcHdr"/>
        </w:types>
        <w:behaviors>
          <w:behavior w:val="content"/>
        </w:behaviors>
        <w:guid w:val="{D9931BD4-3651-4E6A-8468-C0ED507176BE}"/>
      </w:docPartPr>
      <w:docPartBody>
        <w:p w:rsidR="009F2480" w:rsidRDefault="009F2480">
          <w:pPr>
            <w:pStyle w:val="9223C4ABACD64D878C96E152A1F22AB1"/>
          </w:pPr>
          <w:r>
            <w:rPr>
              <w:rStyle w:val="PlaceholderText"/>
            </w:rPr>
            <w:t>Enter name here</w:t>
          </w:r>
        </w:p>
      </w:docPartBody>
    </w:docPart>
    <w:docPart>
      <w:docPartPr>
        <w:name w:val="6CCC38B16FEC41CF8521ED98AA6AA797"/>
        <w:category>
          <w:name w:val="General"/>
          <w:gallery w:val="placeholder"/>
        </w:category>
        <w:types>
          <w:type w:val="bbPlcHdr"/>
        </w:types>
        <w:behaviors>
          <w:behavior w:val="content"/>
        </w:behaviors>
        <w:guid w:val="{075221E2-4871-446C-9FDD-6B7B9BCA1475}"/>
      </w:docPartPr>
      <w:docPartBody>
        <w:p w:rsidR="009F2480" w:rsidRDefault="009F2480">
          <w:pPr>
            <w:pStyle w:val="6CCC38B16FEC41CF8521ED98AA6AA797"/>
          </w:pPr>
          <w:r>
            <w:rPr>
              <w:rStyle w:val="PlaceholderText"/>
            </w:rPr>
            <w:t>Enter position title here</w:t>
          </w:r>
        </w:p>
      </w:docPartBody>
    </w:docPart>
    <w:docPart>
      <w:docPartPr>
        <w:name w:val="383FC6861DE64912A3CAD269923FBF24"/>
        <w:category>
          <w:name w:val="General"/>
          <w:gallery w:val="placeholder"/>
        </w:category>
        <w:types>
          <w:type w:val="bbPlcHdr"/>
        </w:types>
        <w:behaviors>
          <w:behavior w:val="content"/>
        </w:behaviors>
        <w:guid w:val="{6A94723C-B564-46EF-A5B3-564F75A81E01}"/>
      </w:docPartPr>
      <w:docPartBody>
        <w:p w:rsidR="009F2480" w:rsidRDefault="009F2480">
          <w:pPr>
            <w:pStyle w:val="383FC6861DE64912A3CAD269923FBF24"/>
          </w:pPr>
          <w:r>
            <w:rPr>
              <w:rStyle w:val="PlaceholderText"/>
            </w:rPr>
            <w:t>Enter phone number here</w:t>
          </w:r>
        </w:p>
      </w:docPartBody>
    </w:docPart>
    <w:docPart>
      <w:docPartPr>
        <w:name w:val="60DAAF7530EB4CE6B64CFFE714373A4D"/>
        <w:category>
          <w:name w:val="General"/>
          <w:gallery w:val="placeholder"/>
        </w:category>
        <w:types>
          <w:type w:val="bbPlcHdr"/>
        </w:types>
        <w:behaviors>
          <w:behavior w:val="content"/>
        </w:behaviors>
        <w:guid w:val="{448904DA-26C3-4B07-9B16-7FE56ABB2851}"/>
      </w:docPartPr>
      <w:docPartBody>
        <w:p w:rsidR="009F2480" w:rsidRDefault="009F2480">
          <w:pPr>
            <w:pStyle w:val="60DAAF7530EB4CE6B64CFFE714373A4D"/>
          </w:pPr>
          <w:r>
            <w:rPr>
              <w:rStyle w:val="PlaceholderText"/>
            </w:rPr>
            <w:t>Enter e-mail address here</w:t>
          </w:r>
        </w:p>
      </w:docPartBody>
    </w:docPart>
    <w:docPart>
      <w:docPartPr>
        <w:name w:val="A1F4E1C31ADE48C2B3B2207DC1E06899"/>
        <w:category>
          <w:name w:val="General"/>
          <w:gallery w:val="placeholder"/>
        </w:category>
        <w:types>
          <w:type w:val="bbPlcHdr"/>
        </w:types>
        <w:behaviors>
          <w:behavior w:val="content"/>
        </w:behaviors>
        <w:guid w:val="{8D797A7A-F2B0-4CC7-83D9-E1768A6F31F7}"/>
      </w:docPartPr>
      <w:docPartBody>
        <w:p w:rsidR="009F2480" w:rsidRDefault="009F2480">
          <w:pPr>
            <w:pStyle w:val="A1F4E1C31ADE48C2B3B2207DC1E06899"/>
          </w:pPr>
          <w:r>
            <w:rPr>
              <w:rStyle w:val="PlaceholderText"/>
            </w:rPr>
            <w:t>Enter response here</w:t>
          </w:r>
        </w:p>
      </w:docPartBody>
    </w:docPart>
    <w:docPart>
      <w:docPartPr>
        <w:name w:val="E1BAC54F718D4D09B5A2821D7160EDF7"/>
        <w:category>
          <w:name w:val="General"/>
          <w:gallery w:val="placeholder"/>
        </w:category>
        <w:types>
          <w:type w:val="bbPlcHdr"/>
        </w:types>
        <w:behaviors>
          <w:behavior w:val="content"/>
        </w:behaviors>
        <w:guid w:val="{7D34509F-5897-41C8-A554-F67CA52677B1}"/>
      </w:docPartPr>
      <w:docPartBody>
        <w:p w:rsidR="009F2480" w:rsidRDefault="009F2480">
          <w:pPr>
            <w:pStyle w:val="E1BAC54F718D4D09B5A2821D7160EDF7"/>
          </w:pPr>
          <w:r>
            <w:rPr>
              <w:rStyle w:val="PlaceholderText"/>
            </w:rPr>
            <w:t>List goods to be purchased here</w:t>
          </w:r>
        </w:p>
      </w:docPartBody>
    </w:docPart>
    <w:docPart>
      <w:docPartPr>
        <w:name w:val="2D1FEFAE4D164ED582FB16C081C97839"/>
        <w:category>
          <w:name w:val="General"/>
          <w:gallery w:val="placeholder"/>
        </w:category>
        <w:types>
          <w:type w:val="bbPlcHdr"/>
        </w:types>
        <w:behaviors>
          <w:behavior w:val="content"/>
        </w:behaviors>
        <w:guid w:val="{096F5815-481B-49B3-ACE6-4585D455E52C}"/>
      </w:docPartPr>
      <w:docPartBody>
        <w:p w:rsidR="009F2480" w:rsidRDefault="009F2480">
          <w:pPr>
            <w:pStyle w:val="2D1FEFAE4D164ED582FB16C081C97839"/>
          </w:pPr>
          <w:r>
            <w:rPr>
              <w:rStyle w:val="PlaceholderText"/>
            </w:rPr>
            <w:t>Yes/No</w:t>
          </w:r>
        </w:p>
      </w:docPartBody>
    </w:docPart>
    <w:docPart>
      <w:docPartPr>
        <w:name w:val="06222F5806744B39AA4E1EFA42E8F87E"/>
        <w:category>
          <w:name w:val="General"/>
          <w:gallery w:val="placeholder"/>
        </w:category>
        <w:types>
          <w:type w:val="bbPlcHdr"/>
        </w:types>
        <w:behaviors>
          <w:behavior w:val="content"/>
        </w:behaviors>
        <w:guid w:val="{CF298DD0-72B1-4D64-9517-1EB23E9BB80A}"/>
      </w:docPartPr>
      <w:docPartBody>
        <w:p w:rsidR="009F2480" w:rsidRDefault="009F2480">
          <w:pPr>
            <w:pStyle w:val="06222F5806744B39AA4E1EFA42E8F87E"/>
          </w:pPr>
          <w:r>
            <w:rPr>
              <w:rStyle w:val="PlaceholderText"/>
            </w:rPr>
            <w:t>Yes/No</w:t>
          </w:r>
        </w:p>
      </w:docPartBody>
    </w:docPart>
    <w:docPart>
      <w:docPartPr>
        <w:name w:val="EE10F04BF5BD4D8B9EF0E07B876B6207"/>
        <w:category>
          <w:name w:val="General"/>
          <w:gallery w:val="placeholder"/>
        </w:category>
        <w:types>
          <w:type w:val="bbPlcHdr"/>
        </w:types>
        <w:behaviors>
          <w:behavior w:val="content"/>
        </w:behaviors>
        <w:guid w:val="{F78D3CA9-8EC1-4A24-91C1-026ADAAD1435}"/>
      </w:docPartPr>
      <w:docPartBody>
        <w:p w:rsidR="009F2480" w:rsidRDefault="009F2480">
          <w:pPr>
            <w:pStyle w:val="EE10F04BF5BD4D8B9EF0E07B876B6207"/>
          </w:pPr>
          <w:r>
            <w:rPr>
              <w:rStyle w:val="PlaceholderText"/>
            </w:rPr>
            <w:t>List goods to be purchased here</w:t>
          </w:r>
        </w:p>
      </w:docPartBody>
    </w:docPart>
    <w:docPart>
      <w:docPartPr>
        <w:name w:val="F99BD17B627D418EA69A2852F0610E78"/>
        <w:category>
          <w:name w:val="General"/>
          <w:gallery w:val="placeholder"/>
        </w:category>
        <w:types>
          <w:type w:val="bbPlcHdr"/>
        </w:types>
        <w:behaviors>
          <w:behavior w:val="content"/>
        </w:behaviors>
        <w:guid w:val="{7BC54A80-AFDD-400A-8BDA-2A729FEF7470}"/>
      </w:docPartPr>
      <w:docPartBody>
        <w:p w:rsidR="009F2480" w:rsidRDefault="009F2480">
          <w:pPr>
            <w:pStyle w:val="F99BD17B627D418EA69A2852F0610E78"/>
          </w:pPr>
          <w:r>
            <w:rPr>
              <w:rStyle w:val="PlaceholderText"/>
            </w:rPr>
            <w:t>Yes/No</w:t>
          </w:r>
        </w:p>
      </w:docPartBody>
    </w:docPart>
    <w:docPart>
      <w:docPartPr>
        <w:name w:val="3D2C07A505D04ACC8905D1B797FAE19A"/>
        <w:category>
          <w:name w:val="General"/>
          <w:gallery w:val="placeholder"/>
        </w:category>
        <w:types>
          <w:type w:val="bbPlcHdr"/>
        </w:types>
        <w:behaviors>
          <w:behavior w:val="content"/>
        </w:behaviors>
        <w:guid w:val="{354A76E9-C5E8-45A3-904D-6574BEDD2F40}"/>
      </w:docPartPr>
      <w:docPartBody>
        <w:p w:rsidR="009F2480" w:rsidRDefault="009F2480">
          <w:pPr>
            <w:pStyle w:val="3D2C07A505D04ACC8905D1B797FAE19A"/>
          </w:pPr>
          <w:r>
            <w:rPr>
              <w:rStyle w:val="PlaceholderText"/>
            </w:rPr>
            <w:t>Yes/No</w:t>
          </w:r>
        </w:p>
      </w:docPartBody>
    </w:docPart>
    <w:docPart>
      <w:docPartPr>
        <w:name w:val="20B38E0A547547D1B3A1EF9F85478D0C"/>
        <w:category>
          <w:name w:val="General"/>
          <w:gallery w:val="placeholder"/>
        </w:category>
        <w:types>
          <w:type w:val="bbPlcHdr"/>
        </w:types>
        <w:behaviors>
          <w:behavior w:val="content"/>
        </w:behaviors>
        <w:guid w:val="{1778B9E4-22CA-4AA4-820E-1B7BEAE78175}"/>
      </w:docPartPr>
      <w:docPartBody>
        <w:p w:rsidR="009F2480" w:rsidRDefault="009F2480">
          <w:pPr>
            <w:pStyle w:val="20B38E0A547547D1B3A1EF9F85478D0C"/>
          </w:pPr>
          <w:r>
            <w:rPr>
              <w:rStyle w:val="PlaceholderText"/>
            </w:rPr>
            <w:t>List goods to be purchased here</w:t>
          </w:r>
        </w:p>
      </w:docPartBody>
    </w:docPart>
    <w:docPart>
      <w:docPartPr>
        <w:name w:val="420E2638C5B14C58A146C0FC71403D04"/>
        <w:category>
          <w:name w:val="General"/>
          <w:gallery w:val="placeholder"/>
        </w:category>
        <w:types>
          <w:type w:val="bbPlcHdr"/>
        </w:types>
        <w:behaviors>
          <w:behavior w:val="content"/>
        </w:behaviors>
        <w:guid w:val="{27C0497C-012C-4671-9105-EF29543BA78A}"/>
      </w:docPartPr>
      <w:docPartBody>
        <w:p w:rsidR="009F2480" w:rsidRDefault="009F2480">
          <w:pPr>
            <w:pStyle w:val="420E2638C5B14C58A146C0FC71403D04"/>
          </w:pPr>
          <w:r>
            <w:rPr>
              <w:rStyle w:val="PlaceholderText"/>
            </w:rPr>
            <w:t>Yes/No</w:t>
          </w:r>
        </w:p>
      </w:docPartBody>
    </w:docPart>
    <w:docPart>
      <w:docPartPr>
        <w:name w:val="19A53CDC542644ABAE5A9F0CBA91AA12"/>
        <w:category>
          <w:name w:val="General"/>
          <w:gallery w:val="placeholder"/>
        </w:category>
        <w:types>
          <w:type w:val="bbPlcHdr"/>
        </w:types>
        <w:behaviors>
          <w:behavior w:val="content"/>
        </w:behaviors>
        <w:guid w:val="{CA2E3C4F-864F-47A3-8551-6772C4DAEE79}"/>
      </w:docPartPr>
      <w:docPartBody>
        <w:p w:rsidR="009F2480" w:rsidRDefault="009F2480">
          <w:pPr>
            <w:pStyle w:val="19A53CDC542644ABAE5A9F0CBA91AA12"/>
          </w:pPr>
          <w:r>
            <w:rPr>
              <w:rStyle w:val="PlaceholderText"/>
            </w:rPr>
            <w:t>Yes/No</w:t>
          </w:r>
        </w:p>
      </w:docPartBody>
    </w:docPart>
    <w:docPart>
      <w:docPartPr>
        <w:name w:val="D568C6CBDAF44A0BA6885A650F150661"/>
        <w:category>
          <w:name w:val="General"/>
          <w:gallery w:val="placeholder"/>
        </w:category>
        <w:types>
          <w:type w:val="bbPlcHdr"/>
        </w:types>
        <w:behaviors>
          <w:behavior w:val="content"/>
        </w:behaviors>
        <w:guid w:val="{AE2554E6-9B92-4F12-A7C2-1E5DF35418AB}"/>
      </w:docPartPr>
      <w:docPartBody>
        <w:p w:rsidR="00070657" w:rsidRDefault="00E977D6" w:rsidP="00E977D6">
          <w:pPr>
            <w:pStyle w:val="D568C6CBDAF44A0BA6885A650F150661"/>
          </w:pPr>
          <w:r>
            <w:rPr>
              <w:rStyle w:val="PlaceholderText"/>
            </w:rPr>
            <w:t>Enter response here</w:t>
          </w:r>
        </w:p>
      </w:docPartBody>
    </w:docPart>
    <w:docPart>
      <w:docPartPr>
        <w:name w:val="96D39A6895E3471281FD01E8558A3D97"/>
        <w:category>
          <w:name w:val="General"/>
          <w:gallery w:val="placeholder"/>
        </w:category>
        <w:types>
          <w:type w:val="bbPlcHdr"/>
        </w:types>
        <w:behaviors>
          <w:behavior w:val="content"/>
        </w:behaviors>
        <w:guid w:val="{05AC76EC-B4DA-41B0-941A-418B38E8840B}"/>
      </w:docPartPr>
      <w:docPartBody>
        <w:p w:rsidR="002D2C0E" w:rsidRDefault="002D2C0E" w:rsidP="002D2C0E">
          <w:pPr>
            <w:pStyle w:val="96D39A6895E3471281FD01E8558A3D97"/>
          </w:pPr>
          <w:r>
            <w:rPr>
              <w:rStyle w:val="PlaceholderText"/>
            </w:rPr>
            <w:t>&lt;reporting period&gt;</w:t>
          </w:r>
        </w:p>
      </w:docPartBody>
    </w:docPart>
    <w:docPart>
      <w:docPartPr>
        <w:name w:val="0D5F598FC50F4619B3105EFEFBE1B876"/>
        <w:category>
          <w:name w:val="General"/>
          <w:gallery w:val="placeholder"/>
        </w:category>
        <w:types>
          <w:type w:val="bbPlcHdr"/>
        </w:types>
        <w:behaviors>
          <w:behavior w:val="content"/>
        </w:behaviors>
        <w:guid w:val="{2BAF644C-040E-414E-B8EF-DA13C02F0CD7}"/>
      </w:docPartPr>
      <w:docPartBody>
        <w:p w:rsidR="00907D1C" w:rsidRDefault="00515B50" w:rsidP="00515B50">
          <w:pPr>
            <w:pStyle w:val="0D5F598FC50F4619B3105EFEFBE1B876"/>
          </w:pPr>
          <w:r>
            <w:rPr>
              <w:rStyle w:val="PlaceholderText"/>
            </w:rPr>
            <w:t>Enter response here</w:t>
          </w:r>
        </w:p>
      </w:docPartBody>
    </w:docPart>
    <w:docPart>
      <w:docPartPr>
        <w:name w:val="8F997F40BBA849B8975D57CE4EBD43B4"/>
        <w:category>
          <w:name w:val="General"/>
          <w:gallery w:val="placeholder"/>
        </w:category>
        <w:types>
          <w:type w:val="bbPlcHdr"/>
        </w:types>
        <w:behaviors>
          <w:behavior w:val="content"/>
        </w:behaviors>
        <w:guid w:val="{B807668D-315B-43FF-B2BF-198BD4A2CBB8}"/>
      </w:docPartPr>
      <w:docPartBody>
        <w:p w:rsidR="00907D1C" w:rsidRDefault="00515B50" w:rsidP="00515B50">
          <w:pPr>
            <w:pStyle w:val="8F997F40BBA849B8975D57CE4EBD43B4"/>
          </w:pPr>
          <w:r>
            <w:rPr>
              <w:rStyle w:val="PlaceholderText"/>
            </w:rPr>
            <w:t>Enter response here</w:t>
          </w:r>
        </w:p>
      </w:docPartBody>
    </w:docPart>
    <w:docPart>
      <w:docPartPr>
        <w:name w:val="4FEAA45FAE8A4277A6CB5636F2AF6493"/>
        <w:category>
          <w:name w:val="General"/>
          <w:gallery w:val="placeholder"/>
        </w:category>
        <w:types>
          <w:type w:val="bbPlcHdr"/>
        </w:types>
        <w:behaviors>
          <w:behavior w:val="content"/>
        </w:behaviors>
        <w:guid w:val="{81190069-E786-46BA-B4BA-415DCE6AFCCA}"/>
      </w:docPartPr>
      <w:docPartBody>
        <w:p w:rsidR="00907D1C" w:rsidRDefault="00515B50" w:rsidP="00515B50">
          <w:pPr>
            <w:pStyle w:val="4FEAA45FAE8A4277A6CB5636F2AF6493"/>
          </w:pPr>
          <w:r>
            <w:rPr>
              <w:rStyle w:val="PlaceholderText"/>
            </w:rPr>
            <w:t>Enter response here</w:t>
          </w:r>
        </w:p>
      </w:docPartBody>
    </w:docPart>
    <w:docPart>
      <w:docPartPr>
        <w:name w:val="AF5C5643DB9C4AFFBDE31A14AB8C0F0E"/>
        <w:category>
          <w:name w:val="General"/>
          <w:gallery w:val="placeholder"/>
        </w:category>
        <w:types>
          <w:type w:val="bbPlcHdr"/>
        </w:types>
        <w:behaviors>
          <w:behavior w:val="content"/>
        </w:behaviors>
        <w:guid w:val="{A4BA8926-C70F-411F-B2E3-7DE68ACFC4BA}"/>
      </w:docPartPr>
      <w:docPartBody>
        <w:p w:rsidR="00907D1C" w:rsidRDefault="00515B50" w:rsidP="00515B50">
          <w:pPr>
            <w:pStyle w:val="AF5C5643DB9C4AFFBDE31A14AB8C0F0E"/>
          </w:pPr>
          <w:r>
            <w:rPr>
              <w:rStyle w:val="PlaceholderText"/>
            </w:rPr>
            <w:t>Enter response here</w:t>
          </w:r>
        </w:p>
      </w:docPartBody>
    </w:docPart>
    <w:docPart>
      <w:docPartPr>
        <w:name w:val="14794184A9C0430C8F98C87B8E5D33FD"/>
        <w:category>
          <w:name w:val="General"/>
          <w:gallery w:val="placeholder"/>
        </w:category>
        <w:types>
          <w:type w:val="bbPlcHdr"/>
        </w:types>
        <w:behaviors>
          <w:behavior w:val="content"/>
        </w:behaviors>
        <w:guid w:val="{59D86A11-C8D9-40AE-AD0B-13ABFEBAF636}"/>
      </w:docPartPr>
      <w:docPartBody>
        <w:p w:rsidR="00907D1C" w:rsidRDefault="00515B50" w:rsidP="00515B50">
          <w:pPr>
            <w:pStyle w:val="14794184A9C0430C8F98C87B8E5D33FD"/>
          </w:pPr>
          <w:r>
            <w:rPr>
              <w:rStyle w:val="PlaceholderText"/>
            </w:rPr>
            <w:t>Enter response here</w:t>
          </w:r>
        </w:p>
      </w:docPartBody>
    </w:docPart>
    <w:docPart>
      <w:docPartPr>
        <w:name w:val="49E46C7F939E4F0CA92D056A06399625"/>
        <w:category>
          <w:name w:val="General"/>
          <w:gallery w:val="placeholder"/>
        </w:category>
        <w:types>
          <w:type w:val="bbPlcHdr"/>
        </w:types>
        <w:behaviors>
          <w:behavior w:val="content"/>
        </w:behaviors>
        <w:guid w:val="{C1A73FAA-BA42-424A-BA6E-C4761DAC4C53}"/>
      </w:docPartPr>
      <w:docPartBody>
        <w:p w:rsidR="00907D1C" w:rsidRDefault="00515B50" w:rsidP="00515B50">
          <w:pPr>
            <w:pStyle w:val="49E46C7F939E4F0CA92D056A06399625"/>
          </w:pPr>
          <w:r>
            <w:rPr>
              <w:rStyle w:val="PlaceholderText"/>
            </w:rPr>
            <w:t>Enter response here</w:t>
          </w:r>
        </w:p>
      </w:docPartBody>
    </w:docPart>
    <w:docPart>
      <w:docPartPr>
        <w:name w:val="F37BE41A00B54F9193A80D7DE53A88C0"/>
        <w:category>
          <w:name w:val="General"/>
          <w:gallery w:val="placeholder"/>
        </w:category>
        <w:types>
          <w:type w:val="bbPlcHdr"/>
        </w:types>
        <w:behaviors>
          <w:behavior w:val="content"/>
        </w:behaviors>
        <w:guid w:val="{47D6E581-2609-4C3D-8A35-E5CAF9B48E0B}"/>
      </w:docPartPr>
      <w:docPartBody>
        <w:p w:rsidR="00907D1C" w:rsidRDefault="00515B50" w:rsidP="00515B50">
          <w:pPr>
            <w:pStyle w:val="F37BE41A00B54F9193A80D7DE53A88C0"/>
          </w:pPr>
          <w:r>
            <w:rPr>
              <w:rStyle w:val="PlaceholderText"/>
            </w:rPr>
            <w:t>Enter response here</w:t>
          </w:r>
        </w:p>
      </w:docPartBody>
    </w:docPart>
    <w:docPart>
      <w:docPartPr>
        <w:name w:val="E9A6CF925FC34255B9AE69B1C510A621"/>
        <w:category>
          <w:name w:val="General"/>
          <w:gallery w:val="placeholder"/>
        </w:category>
        <w:types>
          <w:type w:val="bbPlcHdr"/>
        </w:types>
        <w:behaviors>
          <w:behavior w:val="content"/>
        </w:behaviors>
        <w:guid w:val="{6933D93E-CD59-448D-BAE7-38F393E7C85F}"/>
      </w:docPartPr>
      <w:docPartBody>
        <w:p w:rsidR="00907D1C" w:rsidRDefault="00515B50" w:rsidP="00515B50">
          <w:pPr>
            <w:pStyle w:val="E9A6CF925FC34255B9AE69B1C510A621"/>
          </w:pPr>
          <w:r>
            <w:rPr>
              <w:rStyle w:val="PlaceholderText"/>
            </w:rPr>
            <w:t>Enter response here</w:t>
          </w:r>
        </w:p>
      </w:docPartBody>
    </w:docPart>
    <w:docPart>
      <w:docPartPr>
        <w:name w:val="9AD5370B8A7942CDAAC918DBEF843923"/>
        <w:category>
          <w:name w:val="General"/>
          <w:gallery w:val="placeholder"/>
        </w:category>
        <w:types>
          <w:type w:val="bbPlcHdr"/>
        </w:types>
        <w:behaviors>
          <w:behavior w:val="content"/>
        </w:behaviors>
        <w:guid w:val="{6B80770B-8BAF-4AE3-A3AA-A57B80E6B1AF}"/>
      </w:docPartPr>
      <w:docPartBody>
        <w:p w:rsidR="00907D1C" w:rsidRDefault="00515B50" w:rsidP="00515B50">
          <w:pPr>
            <w:pStyle w:val="9AD5370B8A7942CDAAC918DBEF843923"/>
          </w:pPr>
          <w:r>
            <w:rPr>
              <w:rStyle w:val="PlaceholderText"/>
            </w:rPr>
            <w:t>Enter response here</w:t>
          </w:r>
        </w:p>
      </w:docPartBody>
    </w:docPart>
    <w:docPart>
      <w:docPartPr>
        <w:name w:val="7582F2B35FAD483399A14EF294D65DA5"/>
        <w:category>
          <w:name w:val="General"/>
          <w:gallery w:val="placeholder"/>
        </w:category>
        <w:types>
          <w:type w:val="bbPlcHdr"/>
        </w:types>
        <w:behaviors>
          <w:behavior w:val="content"/>
        </w:behaviors>
        <w:guid w:val="{4EB14FB7-E9FA-4BE4-8D86-105B1C9A74FA}"/>
      </w:docPartPr>
      <w:docPartBody>
        <w:p w:rsidR="00907D1C" w:rsidRDefault="00515B50" w:rsidP="00515B50">
          <w:pPr>
            <w:pStyle w:val="7582F2B35FAD483399A14EF294D65DA5"/>
          </w:pPr>
          <w:r>
            <w:rPr>
              <w:rStyle w:val="PlaceholderText"/>
            </w:rPr>
            <w:t>Enter response here</w:t>
          </w:r>
        </w:p>
      </w:docPartBody>
    </w:docPart>
    <w:docPart>
      <w:docPartPr>
        <w:name w:val="3006EA92512D4F709A0D8DA5EF352BE8"/>
        <w:category>
          <w:name w:val="General"/>
          <w:gallery w:val="placeholder"/>
        </w:category>
        <w:types>
          <w:type w:val="bbPlcHdr"/>
        </w:types>
        <w:behaviors>
          <w:behavior w:val="content"/>
        </w:behaviors>
        <w:guid w:val="{0DBB7599-BF16-4AD4-A3A7-CC2F7AE83EAC}"/>
      </w:docPartPr>
      <w:docPartBody>
        <w:p w:rsidR="00907D1C" w:rsidRDefault="00515B50" w:rsidP="00515B50">
          <w:pPr>
            <w:pStyle w:val="3006EA92512D4F709A0D8DA5EF352BE8"/>
          </w:pPr>
          <w:r>
            <w:rPr>
              <w:rStyle w:val="PlaceholderText"/>
            </w:rPr>
            <w:t>Enter response here</w:t>
          </w:r>
        </w:p>
      </w:docPartBody>
    </w:docPart>
    <w:docPart>
      <w:docPartPr>
        <w:name w:val="88991299D8E44FE9A900DABEBB8CCD24"/>
        <w:category>
          <w:name w:val="General"/>
          <w:gallery w:val="placeholder"/>
        </w:category>
        <w:types>
          <w:type w:val="bbPlcHdr"/>
        </w:types>
        <w:behaviors>
          <w:behavior w:val="content"/>
        </w:behaviors>
        <w:guid w:val="{89AF8BEA-3D03-4F5A-89A1-98B8FFFA8A1A}"/>
      </w:docPartPr>
      <w:docPartBody>
        <w:p w:rsidR="00907D1C" w:rsidRDefault="00515B50" w:rsidP="00515B50">
          <w:pPr>
            <w:pStyle w:val="88991299D8E44FE9A900DABEBB8CCD24"/>
          </w:pPr>
          <w:r>
            <w:rPr>
              <w:rStyle w:val="PlaceholderText"/>
            </w:rPr>
            <w:t>Enter response here</w:t>
          </w:r>
        </w:p>
      </w:docPartBody>
    </w:docPart>
    <w:docPart>
      <w:docPartPr>
        <w:name w:val="CDD7DAC300A34951A09251EA37189297"/>
        <w:category>
          <w:name w:val="General"/>
          <w:gallery w:val="placeholder"/>
        </w:category>
        <w:types>
          <w:type w:val="bbPlcHdr"/>
        </w:types>
        <w:behaviors>
          <w:behavior w:val="content"/>
        </w:behaviors>
        <w:guid w:val="{1CC287CF-087A-40BA-8C9C-5825039987E7}"/>
      </w:docPartPr>
      <w:docPartBody>
        <w:p w:rsidR="00907D1C" w:rsidRDefault="00515B50" w:rsidP="00515B50">
          <w:pPr>
            <w:pStyle w:val="CDD7DAC300A34951A09251EA37189297"/>
          </w:pPr>
          <w:r>
            <w:rPr>
              <w:rStyle w:val="PlaceholderText"/>
            </w:rPr>
            <w:t>Enter response here</w:t>
          </w:r>
        </w:p>
      </w:docPartBody>
    </w:docPart>
    <w:docPart>
      <w:docPartPr>
        <w:name w:val="A76D1D275F4743DF806D69CF4FAB0C0E"/>
        <w:category>
          <w:name w:val="General"/>
          <w:gallery w:val="placeholder"/>
        </w:category>
        <w:types>
          <w:type w:val="bbPlcHdr"/>
        </w:types>
        <w:behaviors>
          <w:behavior w:val="content"/>
        </w:behaviors>
        <w:guid w:val="{6F6D08BF-FC31-4323-A8D7-2BCBB93BE053}"/>
      </w:docPartPr>
      <w:docPartBody>
        <w:p w:rsidR="00907D1C" w:rsidRDefault="00515B50" w:rsidP="00515B50">
          <w:pPr>
            <w:pStyle w:val="A76D1D275F4743DF806D69CF4FAB0C0E"/>
          </w:pPr>
          <w:r>
            <w:rPr>
              <w:rStyle w:val="PlaceholderText"/>
            </w:rPr>
            <w:t>Enter response here</w:t>
          </w:r>
        </w:p>
      </w:docPartBody>
    </w:docPart>
    <w:docPart>
      <w:docPartPr>
        <w:name w:val="6B513672CAA94EC1928475D7E097C0FE"/>
        <w:category>
          <w:name w:val="General"/>
          <w:gallery w:val="placeholder"/>
        </w:category>
        <w:types>
          <w:type w:val="bbPlcHdr"/>
        </w:types>
        <w:behaviors>
          <w:behavior w:val="content"/>
        </w:behaviors>
        <w:guid w:val="{F522C333-85B0-45A5-B736-14BE77629EE6}"/>
      </w:docPartPr>
      <w:docPartBody>
        <w:p w:rsidR="00907D1C" w:rsidRDefault="00515B50" w:rsidP="00515B50">
          <w:pPr>
            <w:pStyle w:val="6B513672CAA94EC1928475D7E097C0FE"/>
          </w:pPr>
          <w:r>
            <w:rPr>
              <w:rStyle w:val="PlaceholderText"/>
            </w:rPr>
            <w:t>Enter response here</w:t>
          </w:r>
        </w:p>
      </w:docPartBody>
    </w:docPart>
    <w:docPart>
      <w:docPartPr>
        <w:name w:val="4C023B1642AC4E979D42B90236745CB0"/>
        <w:category>
          <w:name w:val="General"/>
          <w:gallery w:val="placeholder"/>
        </w:category>
        <w:types>
          <w:type w:val="bbPlcHdr"/>
        </w:types>
        <w:behaviors>
          <w:behavior w:val="content"/>
        </w:behaviors>
        <w:guid w:val="{7D3F8C75-59A5-430E-BA05-477A50FAC704}"/>
      </w:docPartPr>
      <w:docPartBody>
        <w:p w:rsidR="00907D1C" w:rsidRDefault="00515B50" w:rsidP="00515B50">
          <w:pPr>
            <w:pStyle w:val="4C023B1642AC4E979D42B90236745CB0"/>
          </w:pPr>
          <w:r>
            <w:rPr>
              <w:rStyle w:val="PlaceholderText"/>
            </w:rPr>
            <w:t>Enter response here</w:t>
          </w:r>
        </w:p>
      </w:docPartBody>
    </w:docPart>
    <w:docPart>
      <w:docPartPr>
        <w:name w:val="D68F952F93B54496AF33F22B5AB79B4C"/>
        <w:category>
          <w:name w:val="General"/>
          <w:gallery w:val="placeholder"/>
        </w:category>
        <w:types>
          <w:type w:val="bbPlcHdr"/>
        </w:types>
        <w:behaviors>
          <w:behavior w:val="content"/>
        </w:behaviors>
        <w:guid w:val="{6498EFF2-9930-414B-8B69-3296117BAB32}"/>
      </w:docPartPr>
      <w:docPartBody>
        <w:p w:rsidR="00907D1C" w:rsidRDefault="00515B50" w:rsidP="00515B50">
          <w:pPr>
            <w:pStyle w:val="D68F952F93B54496AF33F22B5AB79B4C"/>
          </w:pPr>
          <w:r>
            <w:rPr>
              <w:rStyle w:val="PlaceholderText"/>
            </w:rPr>
            <w:t>Enter response here</w:t>
          </w:r>
        </w:p>
      </w:docPartBody>
    </w:docPart>
    <w:docPart>
      <w:docPartPr>
        <w:name w:val="3E3981D0C6B9435B80F935F268F59374"/>
        <w:category>
          <w:name w:val="General"/>
          <w:gallery w:val="placeholder"/>
        </w:category>
        <w:types>
          <w:type w:val="bbPlcHdr"/>
        </w:types>
        <w:behaviors>
          <w:behavior w:val="content"/>
        </w:behaviors>
        <w:guid w:val="{BDF50CC3-94F0-42FC-98A3-41658C868B43}"/>
      </w:docPartPr>
      <w:docPartBody>
        <w:p w:rsidR="00907D1C" w:rsidRDefault="00515B50" w:rsidP="00515B50">
          <w:pPr>
            <w:pStyle w:val="3E3981D0C6B9435B80F935F268F59374"/>
          </w:pPr>
          <w:r>
            <w:rPr>
              <w:rStyle w:val="PlaceholderText"/>
            </w:rPr>
            <w:t>Enter response here</w:t>
          </w:r>
        </w:p>
      </w:docPartBody>
    </w:docPart>
    <w:docPart>
      <w:docPartPr>
        <w:name w:val="3BF05C2873044B28A511C719DEC41F4A"/>
        <w:category>
          <w:name w:val="General"/>
          <w:gallery w:val="placeholder"/>
        </w:category>
        <w:types>
          <w:type w:val="bbPlcHdr"/>
        </w:types>
        <w:behaviors>
          <w:behavior w:val="content"/>
        </w:behaviors>
        <w:guid w:val="{CD6C5C66-C28A-40D2-9F80-3628509FDB0E}"/>
      </w:docPartPr>
      <w:docPartBody>
        <w:p w:rsidR="00907D1C" w:rsidRDefault="00515B50" w:rsidP="00515B50">
          <w:pPr>
            <w:pStyle w:val="3BF05C2873044B28A511C719DEC41F4A"/>
          </w:pPr>
          <w:r>
            <w:rPr>
              <w:rStyle w:val="PlaceholderText"/>
            </w:rPr>
            <w:t>Enter response here</w:t>
          </w:r>
        </w:p>
      </w:docPartBody>
    </w:docPart>
    <w:docPart>
      <w:docPartPr>
        <w:name w:val="74873FB0FF1F4D789CEE59D92C1DADD0"/>
        <w:category>
          <w:name w:val="General"/>
          <w:gallery w:val="placeholder"/>
        </w:category>
        <w:types>
          <w:type w:val="bbPlcHdr"/>
        </w:types>
        <w:behaviors>
          <w:behavior w:val="content"/>
        </w:behaviors>
        <w:guid w:val="{0F5C3A78-9593-4963-B33A-A708E302754F}"/>
      </w:docPartPr>
      <w:docPartBody>
        <w:p w:rsidR="00812FB8" w:rsidRDefault="000E2D61" w:rsidP="000E2D61">
          <w:pPr>
            <w:pStyle w:val="74873FB0FF1F4D789CEE59D92C1DADD0"/>
          </w:pPr>
          <w:r>
            <w:rPr>
              <w:rStyle w:val="PlaceholderText"/>
            </w:rPr>
            <w:t>Enter response here</w:t>
          </w:r>
        </w:p>
      </w:docPartBody>
    </w:docPart>
    <w:docPart>
      <w:docPartPr>
        <w:name w:val="F03F0E9FA13144DC961FAB6DCAB9E388"/>
        <w:category>
          <w:name w:val="General"/>
          <w:gallery w:val="placeholder"/>
        </w:category>
        <w:types>
          <w:type w:val="bbPlcHdr"/>
        </w:types>
        <w:behaviors>
          <w:behavior w:val="content"/>
        </w:behaviors>
        <w:guid w:val="{422F8409-69EF-457B-B95E-83A059A421C2}"/>
      </w:docPartPr>
      <w:docPartBody>
        <w:p w:rsidR="00812FB8" w:rsidRDefault="000E2D61" w:rsidP="000E2D61">
          <w:pPr>
            <w:pStyle w:val="F03F0E9FA13144DC961FAB6DCAB9E388"/>
          </w:pPr>
          <w:r>
            <w:rPr>
              <w:rStyle w:val="PlaceholderText"/>
            </w:rPr>
            <w:t>Enter response here</w:t>
          </w:r>
        </w:p>
      </w:docPartBody>
    </w:docPart>
    <w:docPart>
      <w:docPartPr>
        <w:name w:val="985BA7BEAC3D4EA1915C0BC701708D94"/>
        <w:category>
          <w:name w:val="General"/>
          <w:gallery w:val="placeholder"/>
        </w:category>
        <w:types>
          <w:type w:val="bbPlcHdr"/>
        </w:types>
        <w:behaviors>
          <w:behavior w:val="content"/>
        </w:behaviors>
        <w:guid w:val="{8E0A2B0C-862F-486F-9352-25F215E16EE8}"/>
      </w:docPartPr>
      <w:docPartBody>
        <w:p w:rsidR="007652BD" w:rsidRDefault="00812FB8" w:rsidP="00812FB8">
          <w:pPr>
            <w:pStyle w:val="985BA7BEAC3D4EA1915C0BC701708D94"/>
          </w:pPr>
          <w:r>
            <w:rPr>
              <w:rStyle w:val="PlaceholderText"/>
            </w:rPr>
            <w:t>Enter response here</w:t>
          </w:r>
        </w:p>
      </w:docPartBody>
    </w:docPart>
    <w:docPart>
      <w:docPartPr>
        <w:name w:val="49E79471762549249AD0C00CD8BFBF73"/>
        <w:category>
          <w:name w:val="General"/>
          <w:gallery w:val="placeholder"/>
        </w:category>
        <w:types>
          <w:type w:val="bbPlcHdr"/>
        </w:types>
        <w:behaviors>
          <w:behavior w:val="content"/>
        </w:behaviors>
        <w:guid w:val="{9BCB1659-8267-4AC2-9370-FB3FB14F0094}"/>
      </w:docPartPr>
      <w:docPartBody>
        <w:p w:rsidR="007652BD" w:rsidRDefault="00812FB8" w:rsidP="00812FB8">
          <w:pPr>
            <w:pStyle w:val="49E79471762549249AD0C00CD8BFBF73"/>
          </w:pPr>
          <w:r>
            <w:rPr>
              <w:rStyle w:val="PlaceholderText"/>
            </w:rPr>
            <w:t>Enter response here</w:t>
          </w:r>
        </w:p>
      </w:docPartBody>
    </w:docPart>
    <w:docPart>
      <w:docPartPr>
        <w:name w:val="F3999DD00B32487BBB2BB12A3610D7C3"/>
        <w:category>
          <w:name w:val="General"/>
          <w:gallery w:val="placeholder"/>
        </w:category>
        <w:types>
          <w:type w:val="bbPlcHdr"/>
        </w:types>
        <w:behaviors>
          <w:behavior w:val="content"/>
        </w:behaviors>
        <w:guid w:val="{B9525D4E-BCEF-4CC1-A70B-BAE83A87CDAE}"/>
      </w:docPartPr>
      <w:docPartBody>
        <w:p w:rsidR="00766CF2" w:rsidRDefault="007652BD" w:rsidP="007652BD">
          <w:pPr>
            <w:pStyle w:val="F3999DD00B32487BBB2BB12A3610D7C3"/>
          </w:pPr>
          <w:r>
            <w:rPr>
              <w:rStyle w:val="PlaceholderText"/>
            </w:rPr>
            <w:t>Enter response here</w:t>
          </w:r>
        </w:p>
      </w:docPartBody>
    </w:docPart>
    <w:docPart>
      <w:docPartPr>
        <w:name w:val="A8EEC870668046AF92FFEB09C55A7C5A"/>
        <w:category>
          <w:name w:val="General"/>
          <w:gallery w:val="placeholder"/>
        </w:category>
        <w:types>
          <w:type w:val="bbPlcHdr"/>
        </w:types>
        <w:behaviors>
          <w:behavior w:val="content"/>
        </w:behaviors>
        <w:guid w:val="{5EB51E67-A18E-4D36-91B7-6202D23A5A88}"/>
      </w:docPartPr>
      <w:docPartBody>
        <w:p w:rsidR="00766CF2" w:rsidRDefault="007652BD" w:rsidP="007652BD">
          <w:pPr>
            <w:pStyle w:val="A8EEC870668046AF92FFEB09C55A7C5A"/>
          </w:pPr>
          <w:r>
            <w:rPr>
              <w:rStyle w:val="PlaceholderText"/>
            </w:rPr>
            <w:t>Enter response here</w:t>
          </w:r>
        </w:p>
      </w:docPartBody>
    </w:docPart>
    <w:docPart>
      <w:docPartPr>
        <w:name w:val="E93E4990AD7748FBA03111837036577D"/>
        <w:category>
          <w:name w:val="General"/>
          <w:gallery w:val="placeholder"/>
        </w:category>
        <w:types>
          <w:type w:val="bbPlcHdr"/>
        </w:types>
        <w:behaviors>
          <w:behavior w:val="content"/>
        </w:behaviors>
        <w:guid w:val="{4AD78E7E-AAA4-46A9-8AA9-CBF6186C836B}"/>
      </w:docPartPr>
      <w:docPartBody>
        <w:p w:rsidR="00766CF2" w:rsidRDefault="007652BD" w:rsidP="007652BD">
          <w:pPr>
            <w:pStyle w:val="E93E4990AD7748FBA03111837036577D"/>
          </w:pPr>
          <w:r>
            <w:rPr>
              <w:rStyle w:val="PlaceholderText"/>
            </w:rPr>
            <w:t>Enter response here</w:t>
          </w:r>
        </w:p>
      </w:docPartBody>
    </w:docPart>
    <w:docPart>
      <w:docPartPr>
        <w:name w:val="2AB26C430EEB4459BFF0AD63E6F8F291"/>
        <w:category>
          <w:name w:val="General"/>
          <w:gallery w:val="placeholder"/>
        </w:category>
        <w:types>
          <w:type w:val="bbPlcHdr"/>
        </w:types>
        <w:behaviors>
          <w:behavior w:val="content"/>
        </w:behaviors>
        <w:guid w:val="{4E4465AA-23E9-4F40-A015-1C17DCB2E13B}"/>
      </w:docPartPr>
      <w:docPartBody>
        <w:p w:rsidR="00766CF2" w:rsidRDefault="007652BD" w:rsidP="007652BD">
          <w:pPr>
            <w:pStyle w:val="2AB26C430EEB4459BFF0AD63E6F8F291"/>
          </w:pPr>
          <w:r>
            <w:rPr>
              <w:rStyle w:val="PlaceholderText"/>
            </w:rPr>
            <w:t>Enter response here</w:t>
          </w:r>
        </w:p>
      </w:docPartBody>
    </w:docPart>
    <w:docPart>
      <w:docPartPr>
        <w:name w:val="7687924FF63E4AFD8E036047E75BEC10"/>
        <w:category>
          <w:name w:val="General"/>
          <w:gallery w:val="placeholder"/>
        </w:category>
        <w:types>
          <w:type w:val="bbPlcHdr"/>
        </w:types>
        <w:behaviors>
          <w:behavior w:val="content"/>
        </w:behaviors>
        <w:guid w:val="{55806723-7D18-41C8-A58D-2C1799E9A1D7}"/>
      </w:docPartPr>
      <w:docPartBody>
        <w:p w:rsidR="00766CF2" w:rsidRDefault="007652BD" w:rsidP="007652BD">
          <w:pPr>
            <w:pStyle w:val="7687924FF63E4AFD8E036047E75BEC10"/>
          </w:pPr>
          <w:r>
            <w:rPr>
              <w:rStyle w:val="PlaceholderText"/>
            </w:rPr>
            <w:t>Enter response here</w:t>
          </w:r>
        </w:p>
      </w:docPartBody>
    </w:docPart>
    <w:docPart>
      <w:docPartPr>
        <w:name w:val="AEAE9E9C781948F39798CB311C63AF6A"/>
        <w:category>
          <w:name w:val="General"/>
          <w:gallery w:val="placeholder"/>
        </w:category>
        <w:types>
          <w:type w:val="bbPlcHdr"/>
        </w:types>
        <w:behaviors>
          <w:behavior w:val="content"/>
        </w:behaviors>
        <w:guid w:val="{3C2ADF0D-96FE-4DB4-91A5-10F223D95B8E}"/>
      </w:docPartPr>
      <w:docPartBody>
        <w:p w:rsidR="00766CF2" w:rsidRDefault="007652BD" w:rsidP="007652BD">
          <w:pPr>
            <w:pStyle w:val="AEAE9E9C781948F39798CB311C63AF6A"/>
          </w:pPr>
          <w:r>
            <w:rPr>
              <w:rStyle w:val="PlaceholderText"/>
            </w:rPr>
            <w:t>Enter response here</w:t>
          </w:r>
        </w:p>
      </w:docPartBody>
    </w:docPart>
    <w:docPart>
      <w:docPartPr>
        <w:name w:val="F5480B1D9D6E4B5F9DB26FBEE5EF4EA1"/>
        <w:category>
          <w:name w:val="General"/>
          <w:gallery w:val="placeholder"/>
        </w:category>
        <w:types>
          <w:type w:val="bbPlcHdr"/>
        </w:types>
        <w:behaviors>
          <w:behavior w:val="content"/>
        </w:behaviors>
        <w:guid w:val="{717E7B02-4788-4C89-AE1C-088BE44E60C3}"/>
      </w:docPartPr>
      <w:docPartBody>
        <w:p w:rsidR="00766CF2" w:rsidRDefault="007652BD" w:rsidP="007652BD">
          <w:pPr>
            <w:pStyle w:val="F5480B1D9D6E4B5F9DB26FBEE5EF4EA1"/>
          </w:pPr>
          <w:r>
            <w:rPr>
              <w:rStyle w:val="PlaceholderText"/>
            </w:rPr>
            <w:t>Enter response here</w:t>
          </w:r>
        </w:p>
      </w:docPartBody>
    </w:docPart>
    <w:docPart>
      <w:docPartPr>
        <w:name w:val="A09AABC71F80454EAF84B67FB361AACE"/>
        <w:category>
          <w:name w:val="General"/>
          <w:gallery w:val="placeholder"/>
        </w:category>
        <w:types>
          <w:type w:val="bbPlcHdr"/>
        </w:types>
        <w:behaviors>
          <w:behavior w:val="content"/>
        </w:behaviors>
        <w:guid w:val="{CA1B6F2C-2344-4AD9-ACCB-689E35D0412B}"/>
      </w:docPartPr>
      <w:docPartBody>
        <w:p w:rsidR="00766CF2" w:rsidRDefault="007652BD" w:rsidP="007652BD">
          <w:pPr>
            <w:pStyle w:val="A09AABC71F80454EAF84B67FB361AACE"/>
          </w:pPr>
          <w:r>
            <w:rPr>
              <w:rStyle w:val="PlaceholderText"/>
            </w:rPr>
            <w:t>Enter response here</w:t>
          </w:r>
        </w:p>
      </w:docPartBody>
    </w:docPart>
    <w:docPart>
      <w:docPartPr>
        <w:name w:val="6021CFC3C33E488FA709AB5B69FD71FA"/>
        <w:category>
          <w:name w:val="General"/>
          <w:gallery w:val="placeholder"/>
        </w:category>
        <w:types>
          <w:type w:val="bbPlcHdr"/>
        </w:types>
        <w:behaviors>
          <w:behavior w:val="content"/>
        </w:behaviors>
        <w:guid w:val="{34DE4684-3EA5-4BD3-8836-72F35C0A0AE2}"/>
      </w:docPartPr>
      <w:docPartBody>
        <w:p w:rsidR="00766CF2" w:rsidRDefault="007652BD" w:rsidP="007652BD">
          <w:pPr>
            <w:pStyle w:val="6021CFC3C33E488FA709AB5B69FD71FA"/>
          </w:pPr>
          <w:r>
            <w:rPr>
              <w:rStyle w:val="PlaceholderText"/>
            </w:rPr>
            <w:t>Enter response here</w:t>
          </w:r>
        </w:p>
      </w:docPartBody>
    </w:docPart>
    <w:docPart>
      <w:docPartPr>
        <w:name w:val="A9E1F22D2E374CE7B9E6171852AEB104"/>
        <w:category>
          <w:name w:val="General"/>
          <w:gallery w:val="placeholder"/>
        </w:category>
        <w:types>
          <w:type w:val="bbPlcHdr"/>
        </w:types>
        <w:behaviors>
          <w:behavior w:val="content"/>
        </w:behaviors>
        <w:guid w:val="{6BDF0216-7B67-47F4-9204-EB778CB7244C}"/>
      </w:docPartPr>
      <w:docPartBody>
        <w:p w:rsidR="00766CF2" w:rsidRDefault="007652BD" w:rsidP="007652BD">
          <w:pPr>
            <w:pStyle w:val="A9E1F22D2E374CE7B9E6171852AEB104"/>
          </w:pPr>
          <w:r>
            <w:rPr>
              <w:rStyle w:val="PlaceholderText"/>
            </w:rPr>
            <w:t>Enter response here</w:t>
          </w:r>
        </w:p>
      </w:docPartBody>
    </w:docPart>
    <w:docPart>
      <w:docPartPr>
        <w:name w:val="28149346F2614AD88642EED5581BC5F5"/>
        <w:category>
          <w:name w:val="General"/>
          <w:gallery w:val="placeholder"/>
        </w:category>
        <w:types>
          <w:type w:val="bbPlcHdr"/>
        </w:types>
        <w:behaviors>
          <w:behavior w:val="content"/>
        </w:behaviors>
        <w:guid w:val="{64C973CE-BEEB-42A5-82DE-E062E879E003}"/>
      </w:docPartPr>
      <w:docPartBody>
        <w:p w:rsidR="00766CF2" w:rsidRDefault="007652BD" w:rsidP="007652BD">
          <w:pPr>
            <w:pStyle w:val="28149346F2614AD88642EED5581BC5F5"/>
          </w:pPr>
          <w:r>
            <w:rPr>
              <w:rStyle w:val="PlaceholderText"/>
            </w:rPr>
            <w:t>Enter response here</w:t>
          </w:r>
        </w:p>
      </w:docPartBody>
    </w:docPart>
    <w:docPart>
      <w:docPartPr>
        <w:name w:val="624423FACDE844169CA89FD2843A525C"/>
        <w:category>
          <w:name w:val="General"/>
          <w:gallery w:val="placeholder"/>
        </w:category>
        <w:types>
          <w:type w:val="bbPlcHdr"/>
        </w:types>
        <w:behaviors>
          <w:behavior w:val="content"/>
        </w:behaviors>
        <w:guid w:val="{EDDAF901-772B-4841-8DA0-88B58C505570}"/>
      </w:docPartPr>
      <w:docPartBody>
        <w:p w:rsidR="00766CF2" w:rsidRDefault="007652BD" w:rsidP="007652BD">
          <w:pPr>
            <w:pStyle w:val="624423FACDE844169CA89FD2843A525C"/>
          </w:pPr>
          <w:r>
            <w:rPr>
              <w:rStyle w:val="PlaceholderText"/>
            </w:rPr>
            <w:t>Enter response here</w:t>
          </w:r>
        </w:p>
      </w:docPartBody>
    </w:docPart>
    <w:docPart>
      <w:docPartPr>
        <w:name w:val="4F7D6F87EB7F48BF92604833DE386F77"/>
        <w:category>
          <w:name w:val="General"/>
          <w:gallery w:val="placeholder"/>
        </w:category>
        <w:types>
          <w:type w:val="bbPlcHdr"/>
        </w:types>
        <w:behaviors>
          <w:behavior w:val="content"/>
        </w:behaviors>
        <w:guid w:val="{E4214F19-972F-41CD-B96E-530905061870}"/>
      </w:docPartPr>
      <w:docPartBody>
        <w:p w:rsidR="00766CF2" w:rsidRDefault="007652BD" w:rsidP="007652BD">
          <w:pPr>
            <w:pStyle w:val="4F7D6F87EB7F48BF92604833DE386F77"/>
          </w:pPr>
          <w:r>
            <w:rPr>
              <w:rStyle w:val="PlaceholderText"/>
            </w:rPr>
            <w:t>Enter response here</w:t>
          </w:r>
        </w:p>
      </w:docPartBody>
    </w:docPart>
    <w:docPart>
      <w:docPartPr>
        <w:name w:val="BF188DD14E924C7DA1674F4B946C40C4"/>
        <w:category>
          <w:name w:val="General"/>
          <w:gallery w:val="placeholder"/>
        </w:category>
        <w:types>
          <w:type w:val="bbPlcHdr"/>
        </w:types>
        <w:behaviors>
          <w:behavior w:val="content"/>
        </w:behaviors>
        <w:guid w:val="{0C0394FB-5E67-47D9-92D3-735D8925A6AD}"/>
      </w:docPartPr>
      <w:docPartBody>
        <w:p w:rsidR="00766CF2" w:rsidRDefault="007652BD" w:rsidP="007652BD">
          <w:pPr>
            <w:pStyle w:val="BF188DD14E924C7DA1674F4B946C40C4"/>
          </w:pPr>
          <w:r>
            <w:rPr>
              <w:rStyle w:val="PlaceholderText"/>
            </w:rPr>
            <w:t>Enter response here</w:t>
          </w:r>
        </w:p>
      </w:docPartBody>
    </w:docPart>
    <w:docPart>
      <w:docPartPr>
        <w:name w:val="C928C116C0EF491384C3B39EE8A20028"/>
        <w:category>
          <w:name w:val="General"/>
          <w:gallery w:val="placeholder"/>
        </w:category>
        <w:types>
          <w:type w:val="bbPlcHdr"/>
        </w:types>
        <w:behaviors>
          <w:behavior w:val="content"/>
        </w:behaviors>
        <w:guid w:val="{124ECC9F-7E55-4A52-B942-45DC1AB8F867}"/>
      </w:docPartPr>
      <w:docPartBody>
        <w:p w:rsidR="00766CF2" w:rsidRDefault="007652BD" w:rsidP="007652BD">
          <w:pPr>
            <w:pStyle w:val="C928C116C0EF491384C3B39EE8A20028"/>
          </w:pPr>
          <w:r>
            <w:rPr>
              <w:rStyle w:val="PlaceholderText"/>
            </w:rPr>
            <w:t>Enter response here</w:t>
          </w:r>
        </w:p>
      </w:docPartBody>
    </w:docPart>
    <w:docPart>
      <w:docPartPr>
        <w:name w:val="9395F05C309A46E2B276ACF368291F38"/>
        <w:category>
          <w:name w:val="General"/>
          <w:gallery w:val="placeholder"/>
        </w:category>
        <w:types>
          <w:type w:val="bbPlcHdr"/>
        </w:types>
        <w:behaviors>
          <w:behavior w:val="content"/>
        </w:behaviors>
        <w:guid w:val="{02FCCA3D-7B80-442F-A2EA-C1EBCEE59AAE}"/>
      </w:docPartPr>
      <w:docPartBody>
        <w:p w:rsidR="00766CF2" w:rsidRDefault="007652BD" w:rsidP="007652BD">
          <w:pPr>
            <w:pStyle w:val="9395F05C309A46E2B276ACF368291F38"/>
          </w:pPr>
          <w:r>
            <w:rPr>
              <w:rStyle w:val="PlaceholderText"/>
            </w:rPr>
            <w:t>Enter response here</w:t>
          </w:r>
        </w:p>
      </w:docPartBody>
    </w:docPart>
    <w:docPart>
      <w:docPartPr>
        <w:name w:val="D9E4FCD6E77C413D881C8965E3126DBF"/>
        <w:category>
          <w:name w:val="General"/>
          <w:gallery w:val="placeholder"/>
        </w:category>
        <w:types>
          <w:type w:val="bbPlcHdr"/>
        </w:types>
        <w:behaviors>
          <w:behavior w:val="content"/>
        </w:behaviors>
        <w:guid w:val="{CCC06B39-43D6-4F2B-AC0F-8584A18E198B}"/>
      </w:docPartPr>
      <w:docPartBody>
        <w:p w:rsidR="00766CF2" w:rsidRDefault="007652BD" w:rsidP="007652BD">
          <w:pPr>
            <w:pStyle w:val="D9E4FCD6E77C413D881C8965E3126DBF"/>
          </w:pPr>
          <w:r>
            <w:rPr>
              <w:rStyle w:val="PlaceholderText"/>
            </w:rPr>
            <w:t>Enter response here</w:t>
          </w:r>
        </w:p>
      </w:docPartBody>
    </w:docPart>
    <w:docPart>
      <w:docPartPr>
        <w:name w:val="62DC35DA80534E569B1BF5C5695204EC"/>
        <w:category>
          <w:name w:val="General"/>
          <w:gallery w:val="placeholder"/>
        </w:category>
        <w:types>
          <w:type w:val="bbPlcHdr"/>
        </w:types>
        <w:behaviors>
          <w:behavior w:val="content"/>
        </w:behaviors>
        <w:guid w:val="{984193DA-5446-4EDB-ACA8-684AC51DF14B}"/>
      </w:docPartPr>
      <w:docPartBody>
        <w:p w:rsidR="00766CF2" w:rsidRDefault="007652BD" w:rsidP="007652BD">
          <w:pPr>
            <w:pStyle w:val="62DC35DA80534E569B1BF5C5695204EC"/>
          </w:pPr>
          <w:r>
            <w:rPr>
              <w:rStyle w:val="PlaceholderText"/>
            </w:rPr>
            <w:t>Enter response here</w:t>
          </w:r>
        </w:p>
      </w:docPartBody>
    </w:docPart>
    <w:docPart>
      <w:docPartPr>
        <w:name w:val="5CD469BBB20E4160B18A1A4065D5F2A4"/>
        <w:category>
          <w:name w:val="General"/>
          <w:gallery w:val="placeholder"/>
        </w:category>
        <w:types>
          <w:type w:val="bbPlcHdr"/>
        </w:types>
        <w:behaviors>
          <w:behavior w:val="content"/>
        </w:behaviors>
        <w:guid w:val="{1E3D72B8-15DC-4123-A5A2-E962D9792F72}"/>
      </w:docPartPr>
      <w:docPartBody>
        <w:p w:rsidR="00766CF2" w:rsidRDefault="007652BD" w:rsidP="007652BD">
          <w:pPr>
            <w:pStyle w:val="5CD469BBB20E4160B18A1A4065D5F2A4"/>
          </w:pPr>
          <w:r>
            <w:rPr>
              <w:rStyle w:val="PlaceholderText"/>
            </w:rPr>
            <w:t>Enter response here</w:t>
          </w:r>
        </w:p>
      </w:docPartBody>
    </w:docPart>
    <w:docPart>
      <w:docPartPr>
        <w:name w:val="C0FA656CF9204E4489E476A749A23233"/>
        <w:category>
          <w:name w:val="General"/>
          <w:gallery w:val="placeholder"/>
        </w:category>
        <w:types>
          <w:type w:val="bbPlcHdr"/>
        </w:types>
        <w:behaviors>
          <w:behavior w:val="content"/>
        </w:behaviors>
        <w:guid w:val="{69E40D4A-8F0B-4023-B704-F6315330C4AE}"/>
      </w:docPartPr>
      <w:docPartBody>
        <w:p w:rsidR="00766CF2" w:rsidRDefault="007652BD" w:rsidP="007652BD">
          <w:pPr>
            <w:pStyle w:val="C0FA656CF9204E4489E476A749A23233"/>
          </w:pPr>
          <w:r>
            <w:rPr>
              <w:rStyle w:val="PlaceholderText"/>
            </w:rPr>
            <w:t>Enter response here</w:t>
          </w:r>
        </w:p>
      </w:docPartBody>
    </w:docPart>
    <w:docPart>
      <w:docPartPr>
        <w:name w:val="BB9806D47BBC48E4B03E7EABEE3C4B24"/>
        <w:category>
          <w:name w:val="General"/>
          <w:gallery w:val="placeholder"/>
        </w:category>
        <w:types>
          <w:type w:val="bbPlcHdr"/>
        </w:types>
        <w:behaviors>
          <w:behavior w:val="content"/>
        </w:behaviors>
        <w:guid w:val="{2134DC3B-A675-48D7-AD25-5CFE5E7FA23E}"/>
      </w:docPartPr>
      <w:docPartBody>
        <w:p w:rsidR="00766CF2" w:rsidRDefault="007652BD" w:rsidP="007652BD">
          <w:pPr>
            <w:pStyle w:val="BB9806D47BBC48E4B03E7EABEE3C4B24"/>
          </w:pPr>
          <w:r>
            <w:rPr>
              <w:rStyle w:val="PlaceholderText"/>
            </w:rPr>
            <w:t>Enter response here</w:t>
          </w:r>
        </w:p>
      </w:docPartBody>
    </w:docPart>
    <w:docPart>
      <w:docPartPr>
        <w:name w:val="A95C5F35513B4CF588BC09885437BE1A"/>
        <w:category>
          <w:name w:val="General"/>
          <w:gallery w:val="placeholder"/>
        </w:category>
        <w:types>
          <w:type w:val="bbPlcHdr"/>
        </w:types>
        <w:behaviors>
          <w:behavior w:val="content"/>
        </w:behaviors>
        <w:guid w:val="{5B82E888-DA46-421F-A0B5-D9489235B505}"/>
      </w:docPartPr>
      <w:docPartBody>
        <w:p w:rsidR="003C3B66" w:rsidRDefault="003C3B66" w:rsidP="003C3B66">
          <w:pPr>
            <w:pStyle w:val="A95C5F35513B4CF588BC09885437BE1A"/>
          </w:pPr>
          <w:r>
            <w:rPr>
              <w:rStyle w:val="PlaceholderText"/>
            </w:rPr>
            <w:t>Enter response here</w:t>
          </w:r>
        </w:p>
      </w:docPartBody>
    </w:docPart>
    <w:docPart>
      <w:docPartPr>
        <w:name w:val="C694B6DCE3FA442D8CAC8062A2D5F5D2"/>
        <w:category>
          <w:name w:val="General"/>
          <w:gallery w:val="placeholder"/>
        </w:category>
        <w:types>
          <w:type w:val="bbPlcHdr"/>
        </w:types>
        <w:behaviors>
          <w:behavior w:val="content"/>
        </w:behaviors>
        <w:guid w:val="{7F994F1E-9D13-4040-A0DC-D5E75CAFC2C3}"/>
      </w:docPartPr>
      <w:docPartBody>
        <w:p w:rsidR="003C3B66" w:rsidRDefault="003C3B66" w:rsidP="003C3B66">
          <w:pPr>
            <w:pStyle w:val="C694B6DCE3FA442D8CAC8062A2D5F5D2"/>
          </w:pPr>
          <w:r>
            <w:rPr>
              <w:rStyle w:val="PlaceholderText"/>
            </w:rPr>
            <w:t>Enter response here</w:t>
          </w:r>
        </w:p>
      </w:docPartBody>
    </w:docPart>
    <w:docPart>
      <w:docPartPr>
        <w:name w:val="28C8F36BB9C04EFFB3DDFA86A99FB627"/>
        <w:category>
          <w:name w:val="General"/>
          <w:gallery w:val="placeholder"/>
        </w:category>
        <w:types>
          <w:type w:val="bbPlcHdr"/>
        </w:types>
        <w:behaviors>
          <w:behavior w:val="content"/>
        </w:behaviors>
        <w:guid w:val="{AC0DF8F2-AF29-49D5-8E92-0C0B59F9DB77}"/>
      </w:docPartPr>
      <w:docPartBody>
        <w:p w:rsidR="007E6F4F" w:rsidRDefault="007E6F4F" w:rsidP="007E6F4F">
          <w:pPr>
            <w:pStyle w:val="28C8F36BB9C04EFFB3DDFA86A99FB627"/>
          </w:pPr>
          <w:r>
            <w:rPr>
              <w:rStyle w:val="PlaceholderText"/>
            </w:rPr>
            <w:t>Enter contact person here</w:t>
          </w:r>
        </w:p>
      </w:docPartBody>
    </w:docPart>
    <w:docPart>
      <w:docPartPr>
        <w:name w:val="87FB279A67204B578A9A8315FBDBEBBE"/>
        <w:category>
          <w:name w:val="General"/>
          <w:gallery w:val="placeholder"/>
        </w:category>
        <w:types>
          <w:type w:val="bbPlcHdr"/>
        </w:types>
        <w:behaviors>
          <w:behavior w:val="content"/>
        </w:behaviors>
        <w:guid w:val="{B8D5ECE7-FEEF-4FAE-9AAE-06473ABD84EA}"/>
      </w:docPartPr>
      <w:docPartBody>
        <w:p w:rsidR="007E6F4F" w:rsidRDefault="007E6F4F" w:rsidP="007E6F4F">
          <w:pPr>
            <w:pStyle w:val="87FB279A67204B578A9A8315FBDBEBBE"/>
          </w:pPr>
          <w:r>
            <w:rPr>
              <w:rStyle w:val="PlaceholderText"/>
            </w:rPr>
            <w:t>Enter contact person here</w:t>
          </w:r>
        </w:p>
      </w:docPartBody>
    </w:docPart>
    <w:docPart>
      <w:docPartPr>
        <w:name w:val="57BEBA2949A24E8CB7D55CA171A0C5AE"/>
        <w:category>
          <w:name w:val="General"/>
          <w:gallery w:val="placeholder"/>
        </w:category>
        <w:types>
          <w:type w:val="bbPlcHdr"/>
        </w:types>
        <w:behaviors>
          <w:behavior w:val="content"/>
        </w:behaviors>
        <w:guid w:val="{A336DD7D-25FE-489F-A6C3-25C0343BBC9C}"/>
      </w:docPartPr>
      <w:docPartBody>
        <w:p w:rsidR="007E6F4F" w:rsidRDefault="007E6F4F" w:rsidP="007E6F4F">
          <w:pPr>
            <w:pStyle w:val="57BEBA2949A24E8CB7D55CA171A0C5AE"/>
          </w:pPr>
          <w:r>
            <w:rPr>
              <w:rStyle w:val="PlaceholderText"/>
            </w:rPr>
            <w:t>Enter contact person here</w:t>
          </w:r>
        </w:p>
      </w:docPartBody>
    </w:docPart>
    <w:docPart>
      <w:docPartPr>
        <w:name w:val="96AF6A20DF334EE9A3EA4C0B45EE9FD0"/>
        <w:category>
          <w:name w:val="General"/>
          <w:gallery w:val="placeholder"/>
        </w:category>
        <w:types>
          <w:type w:val="bbPlcHdr"/>
        </w:types>
        <w:behaviors>
          <w:behavior w:val="content"/>
        </w:behaviors>
        <w:guid w:val="{BA5DF202-8BA7-47C0-976C-3D48931A077B}"/>
      </w:docPartPr>
      <w:docPartBody>
        <w:p w:rsidR="007E6F4F" w:rsidRDefault="007E6F4F" w:rsidP="007E6F4F">
          <w:pPr>
            <w:pStyle w:val="96AF6A20DF334EE9A3EA4C0B45EE9FD0"/>
          </w:pPr>
          <w:r>
            <w:rPr>
              <w:rStyle w:val="PlaceholderText"/>
            </w:rPr>
            <w:t>Enter contact person here</w:t>
          </w:r>
        </w:p>
      </w:docPartBody>
    </w:docPart>
    <w:docPart>
      <w:docPartPr>
        <w:name w:val="704074B492744B4CB106A384D24D77EC"/>
        <w:category>
          <w:name w:val="General"/>
          <w:gallery w:val="placeholder"/>
        </w:category>
        <w:types>
          <w:type w:val="bbPlcHdr"/>
        </w:types>
        <w:behaviors>
          <w:behavior w:val="content"/>
        </w:behaviors>
        <w:guid w:val="{D698800B-CB02-47CE-9A62-7C700D2F0B84}"/>
      </w:docPartPr>
      <w:docPartBody>
        <w:p w:rsidR="007E6F4F" w:rsidRDefault="007E6F4F" w:rsidP="007E6F4F">
          <w:pPr>
            <w:pStyle w:val="704074B492744B4CB106A384D24D77EC"/>
          </w:pPr>
          <w:r>
            <w:rPr>
              <w:rStyle w:val="PlaceholderText"/>
            </w:rPr>
            <w:t>Enter contact person here</w:t>
          </w:r>
        </w:p>
      </w:docPartBody>
    </w:docPart>
    <w:docPart>
      <w:docPartPr>
        <w:name w:val="60DCC1A707D64838BBA3A1B7BD474A7B"/>
        <w:category>
          <w:name w:val="General"/>
          <w:gallery w:val="placeholder"/>
        </w:category>
        <w:types>
          <w:type w:val="bbPlcHdr"/>
        </w:types>
        <w:behaviors>
          <w:behavior w:val="content"/>
        </w:behaviors>
        <w:guid w:val="{D26AFE56-6DE5-4C71-A2C5-5C6AEE59BB62}"/>
      </w:docPartPr>
      <w:docPartBody>
        <w:p w:rsidR="007E6F4F" w:rsidRDefault="007E6F4F" w:rsidP="007E6F4F">
          <w:pPr>
            <w:pStyle w:val="60DCC1A707D64838BBA3A1B7BD474A7B"/>
          </w:pPr>
          <w:r>
            <w:rPr>
              <w:rStyle w:val="PlaceholderText"/>
            </w:rPr>
            <w:t>Enter contact person here</w:t>
          </w:r>
        </w:p>
      </w:docPartBody>
    </w:docPart>
    <w:docPart>
      <w:docPartPr>
        <w:name w:val="F432CAD1384744B792BCBC1B6FA82F58"/>
        <w:category>
          <w:name w:val="General"/>
          <w:gallery w:val="placeholder"/>
        </w:category>
        <w:types>
          <w:type w:val="bbPlcHdr"/>
        </w:types>
        <w:behaviors>
          <w:behavior w:val="content"/>
        </w:behaviors>
        <w:guid w:val="{5D0053BD-3DE0-4234-B554-5CFCD864410B}"/>
      </w:docPartPr>
      <w:docPartBody>
        <w:p w:rsidR="007E6F4F" w:rsidRDefault="007E6F4F" w:rsidP="007E6F4F">
          <w:pPr>
            <w:pStyle w:val="F432CAD1384744B792BCBC1B6FA82F58"/>
          </w:pPr>
          <w:r>
            <w:rPr>
              <w:rStyle w:val="PlaceholderText"/>
            </w:rPr>
            <w:t>Enter contact person here</w:t>
          </w:r>
        </w:p>
      </w:docPartBody>
    </w:docPart>
    <w:docPart>
      <w:docPartPr>
        <w:name w:val="0E668753B17541EE85493D363A253F30"/>
        <w:category>
          <w:name w:val="General"/>
          <w:gallery w:val="placeholder"/>
        </w:category>
        <w:types>
          <w:type w:val="bbPlcHdr"/>
        </w:types>
        <w:behaviors>
          <w:behavior w:val="content"/>
        </w:behaviors>
        <w:guid w:val="{E43EE1BE-1F1E-4D3E-8783-5B49DD4E7E20}"/>
      </w:docPartPr>
      <w:docPartBody>
        <w:p w:rsidR="007E6F4F" w:rsidRDefault="007E6F4F" w:rsidP="007E6F4F">
          <w:pPr>
            <w:pStyle w:val="0E668753B17541EE85493D363A253F30"/>
          </w:pPr>
          <w:r>
            <w:rPr>
              <w:rStyle w:val="PlaceholderText"/>
            </w:rPr>
            <w:t>Enter contact person here</w:t>
          </w:r>
        </w:p>
      </w:docPartBody>
    </w:docPart>
    <w:docPart>
      <w:docPartPr>
        <w:name w:val="520665B2FFCC4F9AB9A7EDB6E054B8D4"/>
        <w:category>
          <w:name w:val="General"/>
          <w:gallery w:val="placeholder"/>
        </w:category>
        <w:types>
          <w:type w:val="bbPlcHdr"/>
        </w:types>
        <w:behaviors>
          <w:behavior w:val="content"/>
        </w:behaviors>
        <w:guid w:val="{2A80F565-567D-46EF-8C4C-7CA97B7C83F6}"/>
      </w:docPartPr>
      <w:docPartBody>
        <w:p w:rsidR="007E6F4F" w:rsidRDefault="007E6F4F" w:rsidP="007E6F4F">
          <w:pPr>
            <w:pStyle w:val="520665B2FFCC4F9AB9A7EDB6E054B8D4"/>
          </w:pPr>
          <w:r>
            <w:rPr>
              <w:rStyle w:val="PlaceholderText"/>
            </w:rPr>
            <w:t>Enter contact person here</w:t>
          </w:r>
        </w:p>
      </w:docPartBody>
    </w:docPart>
    <w:docPart>
      <w:docPartPr>
        <w:name w:val="50452644B823424FA7807C8AAC422AFE"/>
        <w:category>
          <w:name w:val="General"/>
          <w:gallery w:val="placeholder"/>
        </w:category>
        <w:types>
          <w:type w:val="bbPlcHdr"/>
        </w:types>
        <w:behaviors>
          <w:behavior w:val="content"/>
        </w:behaviors>
        <w:guid w:val="{DF5FC9BE-DB64-4478-8F2C-4CE607675652}"/>
      </w:docPartPr>
      <w:docPartBody>
        <w:p w:rsidR="007E6F4F" w:rsidRDefault="007E6F4F" w:rsidP="007E6F4F">
          <w:pPr>
            <w:pStyle w:val="50452644B823424FA7807C8AAC422AFE"/>
          </w:pPr>
          <w:r>
            <w:rPr>
              <w:rStyle w:val="PlaceholderText"/>
            </w:rPr>
            <w:t>Enter contact person here</w:t>
          </w:r>
        </w:p>
      </w:docPartBody>
    </w:docPart>
    <w:docPart>
      <w:docPartPr>
        <w:name w:val="64CCCCBDCF68446E896EE791387220D6"/>
        <w:category>
          <w:name w:val="General"/>
          <w:gallery w:val="placeholder"/>
        </w:category>
        <w:types>
          <w:type w:val="bbPlcHdr"/>
        </w:types>
        <w:behaviors>
          <w:behavior w:val="content"/>
        </w:behaviors>
        <w:guid w:val="{1A5B59AE-10BF-4343-B7F5-3B090A1FF8A5}"/>
      </w:docPartPr>
      <w:docPartBody>
        <w:p w:rsidR="007E6F4F" w:rsidRDefault="007E6F4F" w:rsidP="007E6F4F">
          <w:pPr>
            <w:pStyle w:val="64CCCCBDCF68446E896EE791387220D6"/>
          </w:pPr>
          <w:r>
            <w:rPr>
              <w:rStyle w:val="PlaceholderText"/>
            </w:rPr>
            <w:t>Enter contact person here</w:t>
          </w:r>
        </w:p>
      </w:docPartBody>
    </w:docPart>
    <w:docPart>
      <w:docPartPr>
        <w:name w:val="8B82D97AE343429D91969BB58EAE2811"/>
        <w:category>
          <w:name w:val="General"/>
          <w:gallery w:val="placeholder"/>
        </w:category>
        <w:types>
          <w:type w:val="bbPlcHdr"/>
        </w:types>
        <w:behaviors>
          <w:behavior w:val="content"/>
        </w:behaviors>
        <w:guid w:val="{84BD5494-26A5-44C5-BD92-43DC449FB489}"/>
      </w:docPartPr>
      <w:docPartBody>
        <w:p w:rsidR="007E6F4F" w:rsidRDefault="007E6F4F" w:rsidP="007E6F4F">
          <w:pPr>
            <w:pStyle w:val="8B82D97AE343429D91969BB58EAE2811"/>
          </w:pPr>
          <w:r>
            <w:rPr>
              <w:rStyle w:val="PlaceholderText"/>
            </w:rPr>
            <w:t>Enter contact person here</w:t>
          </w:r>
        </w:p>
      </w:docPartBody>
    </w:docPart>
    <w:docPart>
      <w:docPartPr>
        <w:name w:val="830CAE8BF4E74D49874A47AEB0767673"/>
        <w:category>
          <w:name w:val="General"/>
          <w:gallery w:val="placeholder"/>
        </w:category>
        <w:types>
          <w:type w:val="bbPlcHdr"/>
        </w:types>
        <w:behaviors>
          <w:behavior w:val="content"/>
        </w:behaviors>
        <w:guid w:val="{E04D117C-3254-406D-B3BC-28FEB3036FAA}"/>
      </w:docPartPr>
      <w:docPartBody>
        <w:p w:rsidR="007E6F4F" w:rsidRDefault="007E6F4F" w:rsidP="007E6F4F">
          <w:pPr>
            <w:pStyle w:val="830CAE8BF4E74D49874A47AEB0767673"/>
          </w:pPr>
          <w:r>
            <w:rPr>
              <w:rStyle w:val="PlaceholderText"/>
            </w:rPr>
            <w:t>Enter contact person here</w:t>
          </w:r>
        </w:p>
      </w:docPartBody>
    </w:docPart>
    <w:docPart>
      <w:docPartPr>
        <w:name w:val="2C20228BE6214A689F43E33228C75905"/>
        <w:category>
          <w:name w:val="General"/>
          <w:gallery w:val="placeholder"/>
        </w:category>
        <w:types>
          <w:type w:val="bbPlcHdr"/>
        </w:types>
        <w:behaviors>
          <w:behavior w:val="content"/>
        </w:behaviors>
        <w:guid w:val="{35FA24D1-1CE6-491E-A983-5BCEC0695128}"/>
      </w:docPartPr>
      <w:docPartBody>
        <w:p w:rsidR="00E00701" w:rsidRDefault="007E6F4F" w:rsidP="007E6F4F">
          <w:pPr>
            <w:pStyle w:val="2C20228BE6214A689F43E33228C75905"/>
          </w:pPr>
          <w:r>
            <w:rPr>
              <w:rStyle w:val="PlaceholderText"/>
            </w:rPr>
            <w:t>Enter contact person here</w:t>
          </w:r>
        </w:p>
      </w:docPartBody>
    </w:docPart>
    <w:docPart>
      <w:docPartPr>
        <w:name w:val="D96945FA850B4B48A4AD10043CD432BB"/>
        <w:category>
          <w:name w:val="General"/>
          <w:gallery w:val="placeholder"/>
        </w:category>
        <w:types>
          <w:type w:val="bbPlcHdr"/>
        </w:types>
        <w:behaviors>
          <w:behavior w:val="content"/>
        </w:behaviors>
        <w:guid w:val="{9D86E9C2-AD64-4381-A331-9428B0FDFF46}"/>
      </w:docPartPr>
      <w:docPartBody>
        <w:p w:rsidR="00E00701" w:rsidRDefault="007E6F4F" w:rsidP="007E6F4F">
          <w:pPr>
            <w:pStyle w:val="D96945FA850B4B48A4AD10043CD432BB"/>
          </w:pPr>
          <w:r>
            <w:rPr>
              <w:rStyle w:val="PlaceholderText"/>
            </w:rPr>
            <w:t>Enter contact person here</w:t>
          </w:r>
        </w:p>
      </w:docPartBody>
    </w:docPart>
    <w:docPart>
      <w:docPartPr>
        <w:name w:val="CC29C485E27D48B4965FDA34CFC6FD15"/>
        <w:category>
          <w:name w:val="General"/>
          <w:gallery w:val="placeholder"/>
        </w:category>
        <w:types>
          <w:type w:val="bbPlcHdr"/>
        </w:types>
        <w:behaviors>
          <w:behavior w:val="content"/>
        </w:behaviors>
        <w:guid w:val="{C039753A-486F-4D21-A7E3-6FE95101138F}"/>
      </w:docPartPr>
      <w:docPartBody>
        <w:p w:rsidR="00E00701" w:rsidRDefault="007E6F4F" w:rsidP="007E6F4F">
          <w:pPr>
            <w:pStyle w:val="CC29C485E27D48B4965FDA34CFC6FD15"/>
          </w:pPr>
          <w:r>
            <w:rPr>
              <w:rStyle w:val="PlaceholderText"/>
            </w:rPr>
            <w:t>Enter contact person here</w:t>
          </w:r>
        </w:p>
      </w:docPartBody>
    </w:docPart>
    <w:docPart>
      <w:docPartPr>
        <w:name w:val="FF28BED57262459D822A325C77960C8B"/>
        <w:category>
          <w:name w:val="General"/>
          <w:gallery w:val="placeholder"/>
        </w:category>
        <w:types>
          <w:type w:val="bbPlcHdr"/>
        </w:types>
        <w:behaviors>
          <w:behavior w:val="content"/>
        </w:behaviors>
        <w:guid w:val="{53331647-AC6E-4F6D-9A8D-5015326FBA82}"/>
      </w:docPartPr>
      <w:docPartBody>
        <w:p w:rsidR="00E00701" w:rsidRDefault="007E6F4F" w:rsidP="007E6F4F">
          <w:pPr>
            <w:pStyle w:val="FF28BED57262459D822A325C77960C8B"/>
          </w:pPr>
          <w:r>
            <w:rPr>
              <w:rStyle w:val="PlaceholderText"/>
            </w:rPr>
            <w:t>Enter contact person here</w:t>
          </w:r>
        </w:p>
      </w:docPartBody>
    </w:docPart>
    <w:docPart>
      <w:docPartPr>
        <w:name w:val="F341D676A4B942B6B2D82B5893CEAD98"/>
        <w:category>
          <w:name w:val="General"/>
          <w:gallery w:val="placeholder"/>
        </w:category>
        <w:types>
          <w:type w:val="bbPlcHdr"/>
        </w:types>
        <w:behaviors>
          <w:behavior w:val="content"/>
        </w:behaviors>
        <w:guid w:val="{58838F6F-68B4-43BA-B99D-6B051949C8B2}"/>
      </w:docPartPr>
      <w:docPartBody>
        <w:p w:rsidR="00E00701" w:rsidRDefault="007E6F4F" w:rsidP="007E6F4F">
          <w:pPr>
            <w:pStyle w:val="F341D676A4B942B6B2D82B5893CEAD98"/>
          </w:pPr>
          <w:r>
            <w:rPr>
              <w:rStyle w:val="PlaceholderText"/>
            </w:rPr>
            <w:t>Enter contact person here</w:t>
          </w:r>
        </w:p>
      </w:docPartBody>
    </w:docPart>
    <w:docPart>
      <w:docPartPr>
        <w:name w:val="8935CD198EF74E85B321D3C470603479"/>
        <w:category>
          <w:name w:val="General"/>
          <w:gallery w:val="placeholder"/>
        </w:category>
        <w:types>
          <w:type w:val="bbPlcHdr"/>
        </w:types>
        <w:behaviors>
          <w:behavior w:val="content"/>
        </w:behaviors>
        <w:guid w:val="{D04C1EFB-4CCF-4D18-94D9-8182709380C7}"/>
      </w:docPartPr>
      <w:docPartBody>
        <w:p w:rsidR="00E00701" w:rsidRDefault="007E6F4F" w:rsidP="007E6F4F">
          <w:pPr>
            <w:pStyle w:val="8935CD198EF74E85B321D3C470603479"/>
          </w:pPr>
          <w:r>
            <w:rPr>
              <w:rStyle w:val="PlaceholderText"/>
            </w:rPr>
            <w:t>Enter contact person here</w:t>
          </w:r>
        </w:p>
      </w:docPartBody>
    </w:docPart>
    <w:docPart>
      <w:docPartPr>
        <w:name w:val="6FFCC20EB613471290103315A9CBD3AC"/>
        <w:category>
          <w:name w:val="General"/>
          <w:gallery w:val="placeholder"/>
        </w:category>
        <w:types>
          <w:type w:val="bbPlcHdr"/>
        </w:types>
        <w:behaviors>
          <w:behavior w:val="content"/>
        </w:behaviors>
        <w:guid w:val="{712EB3FE-0355-4767-AC32-57BB2779E216}"/>
      </w:docPartPr>
      <w:docPartBody>
        <w:p w:rsidR="00E00701" w:rsidRDefault="007E6F4F" w:rsidP="007E6F4F">
          <w:pPr>
            <w:pStyle w:val="6FFCC20EB613471290103315A9CBD3AC"/>
          </w:pPr>
          <w:r>
            <w:rPr>
              <w:rStyle w:val="PlaceholderText"/>
            </w:rPr>
            <w:t>Enter contact person here</w:t>
          </w:r>
        </w:p>
      </w:docPartBody>
    </w:docPart>
    <w:docPart>
      <w:docPartPr>
        <w:name w:val="325816474F25449E8E3A8396F45D2493"/>
        <w:category>
          <w:name w:val="General"/>
          <w:gallery w:val="placeholder"/>
        </w:category>
        <w:types>
          <w:type w:val="bbPlcHdr"/>
        </w:types>
        <w:behaviors>
          <w:behavior w:val="content"/>
        </w:behaviors>
        <w:guid w:val="{FC49C234-F0F6-41B3-BCE8-8FCE40C4BB02}"/>
      </w:docPartPr>
      <w:docPartBody>
        <w:p w:rsidR="00E00701" w:rsidRDefault="007E6F4F" w:rsidP="007E6F4F">
          <w:pPr>
            <w:pStyle w:val="325816474F25449E8E3A8396F45D2493"/>
          </w:pPr>
          <w:r>
            <w:rPr>
              <w:rStyle w:val="PlaceholderText"/>
            </w:rPr>
            <w:t>Enter contact person here</w:t>
          </w:r>
        </w:p>
      </w:docPartBody>
    </w:docPart>
    <w:docPart>
      <w:docPartPr>
        <w:name w:val="8629D9A41D1F45E3B96A99A05C7EA12E"/>
        <w:category>
          <w:name w:val="General"/>
          <w:gallery w:val="placeholder"/>
        </w:category>
        <w:types>
          <w:type w:val="bbPlcHdr"/>
        </w:types>
        <w:behaviors>
          <w:behavior w:val="content"/>
        </w:behaviors>
        <w:guid w:val="{AC7A05DA-159F-4C73-A9AC-DA27DD7397C1}"/>
      </w:docPartPr>
      <w:docPartBody>
        <w:p w:rsidR="00E00701" w:rsidRDefault="007E6F4F" w:rsidP="007E6F4F">
          <w:pPr>
            <w:pStyle w:val="8629D9A41D1F45E3B96A99A05C7EA12E"/>
          </w:pPr>
          <w:r>
            <w:rPr>
              <w:rStyle w:val="PlaceholderText"/>
            </w:rPr>
            <w:t>Enter contact person here</w:t>
          </w:r>
        </w:p>
      </w:docPartBody>
    </w:docPart>
    <w:docPart>
      <w:docPartPr>
        <w:name w:val="CB40A3B3D83445B1BE38041DC9AF5AF5"/>
        <w:category>
          <w:name w:val="General"/>
          <w:gallery w:val="placeholder"/>
        </w:category>
        <w:types>
          <w:type w:val="bbPlcHdr"/>
        </w:types>
        <w:behaviors>
          <w:behavior w:val="content"/>
        </w:behaviors>
        <w:guid w:val="{BCA82D45-B7EE-4EC4-819F-39805DF5DBBD}"/>
      </w:docPartPr>
      <w:docPartBody>
        <w:p w:rsidR="00E00701" w:rsidRDefault="007E6F4F" w:rsidP="007E6F4F">
          <w:pPr>
            <w:pStyle w:val="CB40A3B3D83445B1BE38041DC9AF5AF5"/>
          </w:pPr>
          <w:r>
            <w:rPr>
              <w:rStyle w:val="PlaceholderText"/>
            </w:rPr>
            <w:t>Enter contact person here</w:t>
          </w:r>
        </w:p>
      </w:docPartBody>
    </w:docPart>
    <w:docPart>
      <w:docPartPr>
        <w:name w:val="D36E535556864B45B60E1C12C2546308"/>
        <w:category>
          <w:name w:val="General"/>
          <w:gallery w:val="placeholder"/>
        </w:category>
        <w:types>
          <w:type w:val="bbPlcHdr"/>
        </w:types>
        <w:behaviors>
          <w:behavior w:val="content"/>
        </w:behaviors>
        <w:guid w:val="{25E78C05-43A4-4162-AE9A-20010BF5ABD6}"/>
      </w:docPartPr>
      <w:docPartBody>
        <w:p w:rsidR="00E00701" w:rsidRDefault="007E6F4F" w:rsidP="007E6F4F">
          <w:pPr>
            <w:pStyle w:val="D36E535556864B45B60E1C12C2546308"/>
          </w:pPr>
          <w:r>
            <w:rPr>
              <w:rStyle w:val="PlaceholderText"/>
            </w:rPr>
            <w:t>Enter contact person here</w:t>
          </w:r>
        </w:p>
      </w:docPartBody>
    </w:docPart>
    <w:docPart>
      <w:docPartPr>
        <w:name w:val="5A16759719464CC19559340C05ABB79F"/>
        <w:category>
          <w:name w:val="General"/>
          <w:gallery w:val="placeholder"/>
        </w:category>
        <w:types>
          <w:type w:val="bbPlcHdr"/>
        </w:types>
        <w:behaviors>
          <w:behavior w:val="content"/>
        </w:behaviors>
        <w:guid w:val="{F6D84CA1-7B86-4DF6-878D-CDF5C1E69284}"/>
      </w:docPartPr>
      <w:docPartBody>
        <w:p w:rsidR="00E00701" w:rsidRDefault="007E6F4F" w:rsidP="007E6F4F">
          <w:pPr>
            <w:pStyle w:val="5A16759719464CC19559340C05ABB79F"/>
          </w:pPr>
          <w:r>
            <w:rPr>
              <w:rStyle w:val="PlaceholderText"/>
            </w:rPr>
            <w:t>Enter contact person here</w:t>
          </w:r>
        </w:p>
      </w:docPartBody>
    </w:docPart>
    <w:docPart>
      <w:docPartPr>
        <w:name w:val="294B11F889804DE79987F4339B691E9D"/>
        <w:category>
          <w:name w:val="General"/>
          <w:gallery w:val="placeholder"/>
        </w:category>
        <w:types>
          <w:type w:val="bbPlcHdr"/>
        </w:types>
        <w:behaviors>
          <w:behavior w:val="content"/>
        </w:behaviors>
        <w:guid w:val="{ABF99793-9E5F-4533-BF39-086AC2A4974A}"/>
      </w:docPartPr>
      <w:docPartBody>
        <w:p w:rsidR="00E00701" w:rsidRDefault="007E6F4F" w:rsidP="007E6F4F">
          <w:pPr>
            <w:pStyle w:val="294B11F889804DE79987F4339B691E9D"/>
          </w:pPr>
          <w:r>
            <w:rPr>
              <w:rStyle w:val="PlaceholderText"/>
            </w:rPr>
            <w:t>Enter contact person here</w:t>
          </w:r>
        </w:p>
      </w:docPartBody>
    </w:docPart>
    <w:docPart>
      <w:docPartPr>
        <w:name w:val="8CD46E86C27A42409AC96F5F8743B2BD"/>
        <w:category>
          <w:name w:val="General"/>
          <w:gallery w:val="placeholder"/>
        </w:category>
        <w:types>
          <w:type w:val="bbPlcHdr"/>
        </w:types>
        <w:behaviors>
          <w:behavior w:val="content"/>
        </w:behaviors>
        <w:guid w:val="{BCFEDEA0-54E0-4936-B24C-531C1A4B436A}"/>
      </w:docPartPr>
      <w:docPartBody>
        <w:p w:rsidR="00E00701" w:rsidRDefault="007E6F4F" w:rsidP="007E6F4F">
          <w:pPr>
            <w:pStyle w:val="8CD46E86C27A42409AC96F5F8743B2BD"/>
          </w:pPr>
          <w:r>
            <w:rPr>
              <w:rStyle w:val="PlaceholderText"/>
            </w:rPr>
            <w:t>Enter contact person here</w:t>
          </w:r>
        </w:p>
      </w:docPartBody>
    </w:docPart>
    <w:docPart>
      <w:docPartPr>
        <w:name w:val="C8E26787B3074328AD5FF1AA65BFA06A"/>
        <w:category>
          <w:name w:val="General"/>
          <w:gallery w:val="placeholder"/>
        </w:category>
        <w:types>
          <w:type w:val="bbPlcHdr"/>
        </w:types>
        <w:behaviors>
          <w:behavior w:val="content"/>
        </w:behaviors>
        <w:guid w:val="{D1A9B57C-CE52-4340-A6E1-2E79CB52E58E}"/>
      </w:docPartPr>
      <w:docPartBody>
        <w:p w:rsidR="00E00701" w:rsidRDefault="007E6F4F" w:rsidP="007E6F4F">
          <w:pPr>
            <w:pStyle w:val="C8E26787B3074328AD5FF1AA65BFA06A"/>
          </w:pPr>
          <w:r>
            <w:rPr>
              <w:rStyle w:val="PlaceholderText"/>
            </w:rPr>
            <w:t>Enter contact person here</w:t>
          </w:r>
        </w:p>
      </w:docPartBody>
    </w:docPart>
    <w:docPart>
      <w:docPartPr>
        <w:name w:val="0DBC6012945E412B83B035B8F97BDE13"/>
        <w:category>
          <w:name w:val="General"/>
          <w:gallery w:val="placeholder"/>
        </w:category>
        <w:types>
          <w:type w:val="bbPlcHdr"/>
        </w:types>
        <w:behaviors>
          <w:behavior w:val="content"/>
        </w:behaviors>
        <w:guid w:val="{E7474130-F215-4892-9B42-65C41A015008}"/>
      </w:docPartPr>
      <w:docPartBody>
        <w:p w:rsidR="00E00701" w:rsidRDefault="007E6F4F" w:rsidP="007E6F4F">
          <w:pPr>
            <w:pStyle w:val="0DBC6012945E412B83B035B8F97BDE13"/>
          </w:pPr>
          <w:r>
            <w:rPr>
              <w:rStyle w:val="PlaceholderText"/>
            </w:rPr>
            <w:t>Enter contact person here</w:t>
          </w:r>
        </w:p>
      </w:docPartBody>
    </w:docPart>
    <w:docPart>
      <w:docPartPr>
        <w:name w:val="A9C18CEDC9744F548B6311A53754AF7E"/>
        <w:category>
          <w:name w:val="General"/>
          <w:gallery w:val="placeholder"/>
        </w:category>
        <w:types>
          <w:type w:val="bbPlcHdr"/>
        </w:types>
        <w:behaviors>
          <w:behavior w:val="content"/>
        </w:behaviors>
        <w:guid w:val="{DBBDD076-78B6-42BA-BF55-1C32A0471808}"/>
      </w:docPartPr>
      <w:docPartBody>
        <w:p w:rsidR="00E00701" w:rsidRDefault="007E6F4F" w:rsidP="007E6F4F">
          <w:pPr>
            <w:pStyle w:val="A9C18CEDC9744F548B6311A53754AF7E"/>
          </w:pPr>
          <w:r>
            <w:rPr>
              <w:rStyle w:val="PlaceholderText"/>
            </w:rPr>
            <w:t>Enter contact person here</w:t>
          </w:r>
        </w:p>
      </w:docPartBody>
    </w:docPart>
    <w:docPart>
      <w:docPartPr>
        <w:name w:val="D514A1D51BE349E1A36F1B3014C0E498"/>
        <w:category>
          <w:name w:val="General"/>
          <w:gallery w:val="placeholder"/>
        </w:category>
        <w:types>
          <w:type w:val="bbPlcHdr"/>
        </w:types>
        <w:behaviors>
          <w:behavior w:val="content"/>
        </w:behaviors>
        <w:guid w:val="{DE6873FB-9360-43EA-AE52-44B694BAF261}"/>
      </w:docPartPr>
      <w:docPartBody>
        <w:p w:rsidR="00E00701" w:rsidRDefault="007E6F4F" w:rsidP="007E6F4F">
          <w:pPr>
            <w:pStyle w:val="D514A1D51BE349E1A36F1B3014C0E498"/>
          </w:pPr>
          <w:r>
            <w:rPr>
              <w:rStyle w:val="PlaceholderText"/>
            </w:rPr>
            <w:t>Enter contact person here</w:t>
          </w:r>
        </w:p>
      </w:docPartBody>
    </w:docPart>
    <w:docPart>
      <w:docPartPr>
        <w:name w:val="6EDF5D6184614582B3D8A73D78C63A4A"/>
        <w:category>
          <w:name w:val="General"/>
          <w:gallery w:val="placeholder"/>
        </w:category>
        <w:types>
          <w:type w:val="bbPlcHdr"/>
        </w:types>
        <w:behaviors>
          <w:behavior w:val="content"/>
        </w:behaviors>
        <w:guid w:val="{FB01A396-D416-4965-A46C-C1D5BDB3105E}"/>
      </w:docPartPr>
      <w:docPartBody>
        <w:p w:rsidR="00E00701" w:rsidRDefault="007E6F4F" w:rsidP="007E6F4F">
          <w:pPr>
            <w:pStyle w:val="6EDF5D6184614582B3D8A73D78C63A4A"/>
          </w:pPr>
          <w:r>
            <w:rPr>
              <w:rStyle w:val="PlaceholderText"/>
            </w:rPr>
            <w:t>Enter contact person here</w:t>
          </w:r>
        </w:p>
      </w:docPartBody>
    </w:docPart>
    <w:docPart>
      <w:docPartPr>
        <w:name w:val="C697E0F5AE0042C487B3F7335E64791B"/>
        <w:category>
          <w:name w:val="General"/>
          <w:gallery w:val="placeholder"/>
        </w:category>
        <w:types>
          <w:type w:val="bbPlcHdr"/>
        </w:types>
        <w:behaviors>
          <w:behavior w:val="content"/>
        </w:behaviors>
        <w:guid w:val="{75FED028-D7E0-49FE-8B3A-0B7D23E7FB30}"/>
      </w:docPartPr>
      <w:docPartBody>
        <w:p w:rsidR="00E00701" w:rsidRDefault="007E6F4F" w:rsidP="007E6F4F">
          <w:pPr>
            <w:pStyle w:val="C697E0F5AE0042C487B3F7335E64791B"/>
          </w:pPr>
          <w:r>
            <w:rPr>
              <w:rStyle w:val="PlaceholderText"/>
            </w:rPr>
            <w:t>Enter contact person here</w:t>
          </w:r>
        </w:p>
      </w:docPartBody>
    </w:docPart>
    <w:docPart>
      <w:docPartPr>
        <w:name w:val="2DDD4DC51F6C4364B6965F85A70AC362"/>
        <w:category>
          <w:name w:val="General"/>
          <w:gallery w:val="placeholder"/>
        </w:category>
        <w:types>
          <w:type w:val="bbPlcHdr"/>
        </w:types>
        <w:behaviors>
          <w:behavior w:val="content"/>
        </w:behaviors>
        <w:guid w:val="{6A439E3B-0301-453A-9E7C-AEA1ADBA40F8}"/>
      </w:docPartPr>
      <w:docPartBody>
        <w:p w:rsidR="00E00701" w:rsidRDefault="007E6F4F" w:rsidP="007E6F4F">
          <w:pPr>
            <w:pStyle w:val="2DDD4DC51F6C4364B6965F85A70AC362"/>
          </w:pPr>
          <w:r>
            <w:rPr>
              <w:rStyle w:val="PlaceholderText"/>
            </w:rPr>
            <w:t>Enter contact person here</w:t>
          </w:r>
        </w:p>
      </w:docPartBody>
    </w:docPart>
    <w:docPart>
      <w:docPartPr>
        <w:name w:val="205A543B7AA84F22848BEFF1632783F4"/>
        <w:category>
          <w:name w:val="General"/>
          <w:gallery w:val="placeholder"/>
        </w:category>
        <w:types>
          <w:type w:val="bbPlcHdr"/>
        </w:types>
        <w:behaviors>
          <w:behavior w:val="content"/>
        </w:behaviors>
        <w:guid w:val="{CD4FBD4B-D10D-4ED0-AB44-087E97B4E470}"/>
      </w:docPartPr>
      <w:docPartBody>
        <w:p w:rsidR="00E00701" w:rsidRDefault="007E6F4F" w:rsidP="007E6F4F">
          <w:pPr>
            <w:pStyle w:val="205A543B7AA84F22848BEFF1632783F4"/>
          </w:pPr>
          <w:r>
            <w:rPr>
              <w:rStyle w:val="PlaceholderText"/>
            </w:rPr>
            <w:t>Enter contact person here</w:t>
          </w:r>
        </w:p>
      </w:docPartBody>
    </w:docPart>
    <w:docPart>
      <w:docPartPr>
        <w:name w:val="456825EB38784E909D481A51FBC4D80B"/>
        <w:category>
          <w:name w:val="General"/>
          <w:gallery w:val="placeholder"/>
        </w:category>
        <w:types>
          <w:type w:val="bbPlcHdr"/>
        </w:types>
        <w:behaviors>
          <w:behavior w:val="content"/>
        </w:behaviors>
        <w:guid w:val="{3CA94CB3-572F-4395-9933-C3ABD7580046}"/>
      </w:docPartPr>
      <w:docPartBody>
        <w:p w:rsidR="00E00701" w:rsidRDefault="007E6F4F" w:rsidP="007E6F4F">
          <w:pPr>
            <w:pStyle w:val="456825EB38784E909D481A51FBC4D80B"/>
          </w:pPr>
          <w:r>
            <w:rPr>
              <w:rStyle w:val="PlaceholderText"/>
            </w:rPr>
            <w:t>Enter contact person here</w:t>
          </w:r>
        </w:p>
      </w:docPartBody>
    </w:docPart>
    <w:docPart>
      <w:docPartPr>
        <w:name w:val="134BCFEE8DB04A0199C5D13521EA80D2"/>
        <w:category>
          <w:name w:val="General"/>
          <w:gallery w:val="placeholder"/>
        </w:category>
        <w:types>
          <w:type w:val="bbPlcHdr"/>
        </w:types>
        <w:behaviors>
          <w:behavior w:val="content"/>
        </w:behaviors>
        <w:guid w:val="{17144D95-BE01-426E-BC4B-255F027C27C3}"/>
      </w:docPartPr>
      <w:docPartBody>
        <w:p w:rsidR="00E00701" w:rsidRDefault="007E6F4F" w:rsidP="007E6F4F">
          <w:pPr>
            <w:pStyle w:val="134BCFEE8DB04A0199C5D13521EA80D2"/>
          </w:pPr>
          <w:r>
            <w:rPr>
              <w:rStyle w:val="PlaceholderText"/>
            </w:rPr>
            <w:t>Enter contact person here</w:t>
          </w:r>
        </w:p>
      </w:docPartBody>
    </w:docPart>
    <w:docPart>
      <w:docPartPr>
        <w:name w:val="E06AE66BCD69402D9260F56064854B40"/>
        <w:category>
          <w:name w:val="General"/>
          <w:gallery w:val="placeholder"/>
        </w:category>
        <w:types>
          <w:type w:val="bbPlcHdr"/>
        </w:types>
        <w:behaviors>
          <w:behavior w:val="content"/>
        </w:behaviors>
        <w:guid w:val="{B29F9733-77D1-469F-BBC9-2B5A210830BA}"/>
      </w:docPartPr>
      <w:docPartBody>
        <w:p w:rsidR="00E00701" w:rsidRDefault="007E6F4F" w:rsidP="007E6F4F">
          <w:pPr>
            <w:pStyle w:val="E06AE66BCD69402D9260F56064854B40"/>
          </w:pPr>
          <w:r>
            <w:rPr>
              <w:rStyle w:val="PlaceholderText"/>
            </w:rPr>
            <w:t>Enter contact person here</w:t>
          </w:r>
        </w:p>
      </w:docPartBody>
    </w:docPart>
    <w:docPart>
      <w:docPartPr>
        <w:name w:val="1DA56E57DEDC44F994C387B555C4B1BE"/>
        <w:category>
          <w:name w:val="General"/>
          <w:gallery w:val="placeholder"/>
        </w:category>
        <w:types>
          <w:type w:val="bbPlcHdr"/>
        </w:types>
        <w:behaviors>
          <w:behavior w:val="content"/>
        </w:behaviors>
        <w:guid w:val="{3896A16F-C682-442A-B7D7-2F2605EFC0DE}"/>
      </w:docPartPr>
      <w:docPartBody>
        <w:p w:rsidR="00E00701" w:rsidRDefault="007E6F4F" w:rsidP="007E6F4F">
          <w:pPr>
            <w:pStyle w:val="1DA56E57DEDC44F994C387B555C4B1BE"/>
          </w:pPr>
          <w:r>
            <w:rPr>
              <w:rStyle w:val="PlaceholderText"/>
            </w:rPr>
            <w:t>Enter contact person here</w:t>
          </w:r>
        </w:p>
      </w:docPartBody>
    </w:docPart>
    <w:docPart>
      <w:docPartPr>
        <w:name w:val="6A75C9D13F1746899C330DA78B0A37CA"/>
        <w:category>
          <w:name w:val="General"/>
          <w:gallery w:val="placeholder"/>
        </w:category>
        <w:types>
          <w:type w:val="bbPlcHdr"/>
        </w:types>
        <w:behaviors>
          <w:behavior w:val="content"/>
        </w:behaviors>
        <w:guid w:val="{11079697-CBA6-47E6-9E74-28FFB0E05DE3}"/>
      </w:docPartPr>
      <w:docPartBody>
        <w:p w:rsidR="00E00701" w:rsidRDefault="007E6F4F" w:rsidP="007E6F4F">
          <w:pPr>
            <w:pStyle w:val="6A75C9D13F1746899C330DA78B0A37CA"/>
          </w:pPr>
          <w:r>
            <w:rPr>
              <w:rStyle w:val="PlaceholderText"/>
            </w:rPr>
            <w:t>Enter contact person here</w:t>
          </w:r>
        </w:p>
      </w:docPartBody>
    </w:docPart>
    <w:docPart>
      <w:docPartPr>
        <w:name w:val="8AAC9A6B82A1452B92574A744C6E19C4"/>
        <w:category>
          <w:name w:val="General"/>
          <w:gallery w:val="placeholder"/>
        </w:category>
        <w:types>
          <w:type w:val="bbPlcHdr"/>
        </w:types>
        <w:behaviors>
          <w:behavior w:val="content"/>
        </w:behaviors>
        <w:guid w:val="{009D55BC-851B-45FA-92C6-2EA819C4C25B}"/>
      </w:docPartPr>
      <w:docPartBody>
        <w:p w:rsidR="00E00701" w:rsidRDefault="007E6F4F" w:rsidP="007E6F4F">
          <w:pPr>
            <w:pStyle w:val="8AAC9A6B82A1452B92574A744C6E19C4"/>
          </w:pPr>
          <w:r>
            <w:rPr>
              <w:rStyle w:val="PlaceholderText"/>
            </w:rPr>
            <w:t>Enter contact person here</w:t>
          </w:r>
        </w:p>
      </w:docPartBody>
    </w:docPart>
    <w:docPart>
      <w:docPartPr>
        <w:name w:val="40D9FE2B8ED6449F8B941B5B71BFD2F4"/>
        <w:category>
          <w:name w:val="General"/>
          <w:gallery w:val="placeholder"/>
        </w:category>
        <w:types>
          <w:type w:val="bbPlcHdr"/>
        </w:types>
        <w:behaviors>
          <w:behavior w:val="content"/>
        </w:behaviors>
        <w:guid w:val="{2DF6659D-988C-4F6A-9D08-7A20DA38DED0}"/>
      </w:docPartPr>
      <w:docPartBody>
        <w:p w:rsidR="00E00701" w:rsidRDefault="007E6F4F" w:rsidP="007E6F4F">
          <w:pPr>
            <w:pStyle w:val="40D9FE2B8ED6449F8B941B5B71BFD2F4"/>
          </w:pPr>
          <w:r>
            <w:rPr>
              <w:rStyle w:val="PlaceholderText"/>
            </w:rPr>
            <w:t>Enter contact person here</w:t>
          </w:r>
        </w:p>
      </w:docPartBody>
    </w:docPart>
    <w:docPart>
      <w:docPartPr>
        <w:name w:val="7BCCFD4CB60D4EEA8F9FD6BF08065D5A"/>
        <w:category>
          <w:name w:val="General"/>
          <w:gallery w:val="placeholder"/>
        </w:category>
        <w:types>
          <w:type w:val="bbPlcHdr"/>
        </w:types>
        <w:behaviors>
          <w:behavior w:val="content"/>
        </w:behaviors>
        <w:guid w:val="{5E72A2FF-ECFB-44C0-BDBB-22C586C3CDA0}"/>
      </w:docPartPr>
      <w:docPartBody>
        <w:p w:rsidR="00E00701" w:rsidRDefault="007E6F4F" w:rsidP="007E6F4F">
          <w:pPr>
            <w:pStyle w:val="7BCCFD4CB60D4EEA8F9FD6BF08065D5A"/>
          </w:pPr>
          <w:r>
            <w:rPr>
              <w:rStyle w:val="PlaceholderText"/>
            </w:rPr>
            <w:t>Enter contact person here</w:t>
          </w:r>
        </w:p>
      </w:docPartBody>
    </w:docPart>
    <w:docPart>
      <w:docPartPr>
        <w:name w:val="6E13D61AB3784933BEFF63C333049EE8"/>
        <w:category>
          <w:name w:val="General"/>
          <w:gallery w:val="placeholder"/>
        </w:category>
        <w:types>
          <w:type w:val="bbPlcHdr"/>
        </w:types>
        <w:behaviors>
          <w:behavior w:val="content"/>
        </w:behaviors>
        <w:guid w:val="{3BE989CC-6C88-49D1-AAAA-95398D552DE4}"/>
      </w:docPartPr>
      <w:docPartBody>
        <w:p w:rsidR="00E00701" w:rsidRDefault="007E6F4F" w:rsidP="007E6F4F">
          <w:pPr>
            <w:pStyle w:val="6E13D61AB3784933BEFF63C333049EE8"/>
          </w:pPr>
          <w:r>
            <w:rPr>
              <w:rStyle w:val="PlaceholderText"/>
            </w:rPr>
            <w:t>Enter contact person here</w:t>
          </w:r>
        </w:p>
      </w:docPartBody>
    </w:docPart>
    <w:docPart>
      <w:docPartPr>
        <w:name w:val="F660EA66A1004F31AD915A55D8C56B58"/>
        <w:category>
          <w:name w:val="General"/>
          <w:gallery w:val="placeholder"/>
        </w:category>
        <w:types>
          <w:type w:val="bbPlcHdr"/>
        </w:types>
        <w:behaviors>
          <w:behavior w:val="content"/>
        </w:behaviors>
        <w:guid w:val="{F8978831-3862-494F-AE73-CBB345AF5688}"/>
      </w:docPartPr>
      <w:docPartBody>
        <w:p w:rsidR="00E00701" w:rsidRDefault="007E6F4F" w:rsidP="007E6F4F">
          <w:pPr>
            <w:pStyle w:val="F660EA66A1004F31AD915A55D8C56B58"/>
          </w:pPr>
          <w:r>
            <w:rPr>
              <w:rStyle w:val="PlaceholderText"/>
            </w:rPr>
            <w:t>Enter contact person here</w:t>
          </w:r>
        </w:p>
      </w:docPartBody>
    </w:docPart>
    <w:docPart>
      <w:docPartPr>
        <w:name w:val="6C2861443B77448189E094DD64988418"/>
        <w:category>
          <w:name w:val="General"/>
          <w:gallery w:val="placeholder"/>
        </w:category>
        <w:types>
          <w:type w:val="bbPlcHdr"/>
        </w:types>
        <w:behaviors>
          <w:behavior w:val="content"/>
        </w:behaviors>
        <w:guid w:val="{0629B3A9-2BB7-47FB-B572-03C1B579B92E}"/>
      </w:docPartPr>
      <w:docPartBody>
        <w:p w:rsidR="00E00701" w:rsidRDefault="007E6F4F" w:rsidP="007E6F4F">
          <w:pPr>
            <w:pStyle w:val="6C2861443B77448189E094DD64988418"/>
          </w:pPr>
          <w:r>
            <w:rPr>
              <w:rStyle w:val="PlaceholderText"/>
            </w:rPr>
            <w:t>Enter contact person here</w:t>
          </w:r>
        </w:p>
      </w:docPartBody>
    </w:docPart>
    <w:docPart>
      <w:docPartPr>
        <w:name w:val="023C9DA39DBD40B495EB0DA689A5B593"/>
        <w:category>
          <w:name w:val="General"/>
          <w:gallery w:val="placeholder"/>
        </w:category>
        <w:types>
          <w:type w:val="bbPlcHdr"/>
        </w:types>
        <w:behaviors>
          <w:behavior w:val="content"/>
        </w:behaviors>
        <w:guid w:val="{9E928915-0A58-4EB3-B5C8-0E1D3F1437EB}"/>
      </w:docPartPr>
      <w:docPartBody>
        <w:p w:rsidR="00E00701" w:rsidRDefault="007E6F4F" w:rsidP="007E6F4F">
          <w:pPr>
            <w:pStyle w:val="023C9DA39DBD40B495EB0DA689A5B593"/>
          </w:pPr>
          <w:r>
            <w:rPr>
              <w:rStyle w:val="PlaceholderText"/>
            </w:rPr>
            <w:t>Enter contact person here</w:t>
          </w:r>
        </w:p>
      </w:docPartBody>
    </w:docPart>
    <w:docPart>
      <w:docPartPr>
        <w:name w:val="795F4C50AC5B4BB185978AB2AF9CE68F"/>
        <w:category>
          <w:name w:val="General"/>
          <w:gallery w:val="placeholder"/>
        </w:category>
        <w:types>
          <w:type w:val="bbPlcHdr"/>
        </w:types>
        <w:behaviors>
          <w:behavior w:val="content"/>
        </w:behaviors>
        <w:guid w:val="{D94A34C5-C50C-47E8-BB24-5BEF34EF7129}"/>
      </w:docPartPr>
      <w:docPartBody>
        <w:p w:rsidR="00E00701" w:rsidRDefault="007E6F4F" w:rsidP="007E6F4F">
          <w:pPr>
            <w:pStyle w:val="795F4C50AC5B4BB185978AB2AF9CE68F"/>
          </w:pPr>
          <w:r>
            <w:rPr>
              <w:rStyle w:val="PlaceholderText"/>
            </w:rPr>
            <w:t>Enter contact person here</w:t>
          </w:r>
        </w:p>
      </w:docPartBody>
    </w:docPart>
    <w:docPart>
      <w:docPartPr>
        <w:name w:val="B6C99F61064A4E65A7F83D563AA154D3"/>
        <w:category>
          <w:name w:val="General"/>
          <w:gallery w:val="placeholder"/>
        </w:category>
        <w:types>
          <w:type w:val="bbPlcHdr"/>
        </w:types>
        <w:behaviors>
          <w:behavior w:val="content"/>
        </w:behaviors>
        <w:guid w:val="{867B17B2-6EC1-4452-BD94-55E9E67FC1BC}"/>
      </w:docPartPr>
      <w:docPartBody>
        <w:p w:rsidR="00E00701" w:rsidRDefault="007E6F4F" w:rsidP="007E6F4F">
          <w:pPr>
            <w:pStyle w:val="B6C99F61064A4E65A7F83D563AA154D3"/>
          </w:pPr>
          <w:r>
            <w:rPr>
              <w:rStyle w:val="PlaceholderText"/>
            </w:rPr>
            <w:t>Enter contact person here</w:t>
          </w:r>
        </w:p>
      </w:docPartBody>
    </w:docPart>
    <w:docPart>
      <w:docPartPr>
        <w:name w:val="9AC1BB9ACA704F5DB9F6CB9994163A48"/>
        <w:category>
          <w:name w:val="General"/>
          <w:gallery w:val="placeholder"/>
        </w:category>
        <w:types>
          <w:type w:val="bbPlcHdr"/>
        </w:types>
        <w:behaviors>
          <w:behavior w:val="content"/>
        </w:behaviors>
        <w:guid w:val="{22871930-C5FB-4DB9-9D21-EE30FAE244D4}"/>
      </w:docPartPr>
      <w:docPartBody>
        <w:p w:rsidR="00E00701" w:rsidRDefault="007E6F4F" w:rsidP="007E6F4F">
          <w:pPr>
            <w:pStyle w:val="9AC1BB9ACA704F5DB9F6CB9994163A48"/>
          </w:pPr>
          <w:r>
            <w:rPr>
              <w:rStyle w:val="PlaceholderText"/>
            </w:rPr>
            <w:t>Enter contact person here</w:t>
          </w:r>
        </w:p>
      </w:docPartBody>
    </w:docPart>
    <w:docPart>
      <w:docPartPr>
        <w:name w:val="AC8E6CD60C4E4A068F9B695F1C8300FA"/>
        <w:category>
          <w:name w:val="General"/>
          <w:gallery w:val="placeholder"/>
        </w:category>
        <w:types>
          <w:type w:val="bbPlcHdr"/>
        </w:types>
        <w:behaviors>
          <w:behavior w:val="content"/>
        </w:behaviors>
        <w:guid w:val="{476A00C1-5CD6-4D96-AEF4-92ACA72F8FE2}"/>
      </w:docPartPr>
      <w:docPartBody>
        <w:p w:rsidR="00E00701" w:rsidRDefault="007E6F4F" w:rsidP="007E6F4F">
          <w:pPr>
            <w:pStyle w:val="AC8E6CD60C4E4A068F9B695F1C8300FA"/>
          </w:pPr>
          <w:r>
            <w:rPr>
              <w:rStyle w:val="PlaceholderText"/>
            </w:rPr>
            <w:t>Enter contact person here</w:t>
          </w:r>
        </w:p>
      </w:docPartBody>
    </w:docPart>
    <w:docPart>
      <w:docPartPr>
        <w:name w:val="56BAC603008E47D2A68BFCB11F8038D3"/>
        <w:category>
          <w:name w:val="General"/>
          <w:gallery w:val="placeholder"/>
        </w:category>
        <w:types>
          <w:type w:val="bbPlcHdr"/>
        </w:types>
        <w:behaviors>
          <w:behavior w:val="content"/>
        </w:behaviors>
        <w:guid w:val="{023DD5C2-EC11-4D08-A98F-3A25101456BB}"/>
      </w:docPartPr>
      <w:docPartBody>
        <w:p w:rsidR="00E00701" w:rsidRDefault="007E6F4F" w:rsidP="007E6F4F">
          <w:pPr>
            <w:pStyle w:val="56BAC603008E47D2A68BFCB11F8038D3"/>
          </w:pPr>
          <w:r>
            <w:rPr>
              <w:rStyle w:val="PlaceholderText"/>
            </w:rPr>
            <w:t>Enter contact person here</w:t>
          </w:r>
        </w:p>
      </w:docPartBody>
    </w:docPart>
    <w:docPart>
      <w:docPartPr>
        <w:name w:val="D9AB935ECD1F46AD979C812C9FC99CB6"/>
        <w:category>
          <w:name w:val="General"/>
          <w:gallery w:val="placeholder"/>
        </w:category>
        <w:types>
          <w:type w:val="bbPlcHdr"/>
        </w:types>
        <w:behaviors>
          <w:behavior w:val="content"/>
        </w:behaviors>
        <w:guid w:val="{7D1B598E-0037-477E-9F13-A28F20B9C02D}"/>
      </w:docPartPr>
      <w:docPartBody>
        <w:p w:rsidR="00E00701" w:rsidRDefault="007E6F4F" w:rsidP="007E6F4F">
          <w:pPr>
            <w:pStyle w:val="D9AB935ECD1F46AD979C812C9FC99CB6"/>
          </w:pPr>
          <w:r>
            <w:rPr>
              <w:rStyle w:val="PlaceholderText"/>
            </w:rPr>
            <w:t>Enter contact person here</w:t>
          </w:r>
        </w:p>
      </w:docPartBody>
    </w:docPart>
    <w:docPart>
      <w:docPartPr>
        <w:name w:val="5C0AC28E2E0A4C39A9383F725ADD8DFB"/>
        <w:category>
          <w:name w:val="General"/>
          <w:gallery w:val="placeholder"/>
        </w:category>
        <w:types>
          <w:type w:val="bbPlcHdr"/>
        </w:types>
        <w:behaviors>
          <w:behavior w:val="content"/>
        </w:behaviors>
        <w:guid w:val="{F943FCFA-3290-4E92-B215-EB608B5115CD}"/>
      </w:docPartPr>
      <w:docPartBody>
        <w:p w:rsidR="00E00701" w:rsidRDefault="007E6F4F" w:rsidP="007E6F4F">
          <w:pPr>
            <w:pStyle w:val="5C0AC28E2E0A4C39A9383F725ADD8DFB"/>
          </w:pPr>
          <w:r>
            <w:rPr>
              <w:rStyle w:val="PlaceholderText"/>
            </w:rPr>
            <w:t>Enter contact person here</w:t>
          </w:r>
        </w:p>
      </w:docPartBody>
    </w:docPart>
    <w:docPart>
      <w:docPartPr>
        <w:name w:val="CD85BE5923064BF1BA5CA85EAC67284F"/>
        <w:category>
          <w:name w:val="General"/>
          <w:gallery w:val="placeholder"/>
        </w:category>
        <w:types>
          <w:type w:val="bbPlcHdr"/>
        </w:types>
        <w:behaviors>
          <w:behavior w:val="content"/>
        </w:behaviors>
        <w:guid w:val="{0F872B94-E5BC-4632-962C-B0AAA3FCB368}"/>
      </w:docPartPr>
      <w:docPartBody>
        <w:p w:rsidR="00E00701" w:rsidRDefault="007E6F4F" w:rsidP="007E6F4F">
          <w:pPr>
            <w:pStyle w:val="CD85BE5923064BF1BA5CA85EAC67284F"/>
          </w:pPr>
          <w:r>
            <w:rPr>
              <w:rStyle w:val="PlaceholderText"/>
            </w:rPr>
            <w:t>Enter contact person here</w:t>
          </w:r>
        </w:p>
      </w:docPartBody>
    </w:docPart>
    <w:docPart>
      <w:docPartPr>
        <w:name w:val="0D68AF7EE20F46A593CA3E7A1FEBAEBD"/>
        <w:category>
          <w:name w:val="General"/>
          <w:gallery w:val="placeholder"/>
        </w:category>
        <w:types>
          <w:type w:val="bbPlcHdr"/>
        </w:types>
        <w:behaviors>
          <w:behavior w:val="content"/>
        </w:behaviors>
        <w:guid w:val="{51B6AC4C-2AC3-41AD-BFB3-339E981AA8E2}"/>
      </w:docPartPr>
      <w:docPartBody>
        <w:p w:rsidR="00E00701" w:rsidRDefault="007E6F4F" w:rsidP="007E6F4F">
          <w:pPr>
            <w:pStyle w:val="0D68AF7EE20F46A593CA3E7A1FEBAEBD"/>
          </w:pPr>
          <w:r>
            <w:rPr>
              <w:rStyle w:val="PlaceholderText"/>
            </w:rPr>
            <w:t>Enter project name here</w:t>
          </w:r>
        </w:p>
      </w:docPartBody>
    </w:docPart>
    <w:docPart>
      <w:docPartPr>
        <w:name w:val="39FBD9B141EB47108E942BD09A4CFD70"/>
        <w:category>
          <w:name w:val="General"/>
          <w:gallery w:val="placeholder"/>
        </w:category>
        <w:types>
          <w:type w:val="bbPlcHdr"/>
        </w:types>
        <w:behaviors>
          <w:behavior w:val="content"/>
        </w:behaviors>
        <w:guid w:val="{47DDB648-64D2-4E39-A51F-F09A068C7907}"/>
      </w:docPartPr>
      <w:docPartBody>
        <w:p w:rsidR="00E00701" w:rsidRDefault="007E6F4F" w:rsidP="007E6F4F">
          <w:pPr>
            <w:pStyle w:val="39FBD9B141EB47108E942BD09A4CFD70"/>
          </w:pPr>
          <w:r>
            <w:rPr>
              <w:rStyle w:val="PlaceholderText"/>
            </w:rPr>
            <w:t>Enter project 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eiryo">
    <w:altName w:val="MS Gothic"/>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480"/>
    <w:rsid w:val="00070657"/>
    <w:rsid w:val="000E2316"/>
    <w:rsid w:val="000E2D61"/>
    <w:rsid w:val="00144362"/>
    <w:rsid w:val="002433FA"/>
    <w:rsid w:val="002B3828"/>
    <w:rsid w:val="002B575C"/>
    <w:rsid w:val="002C21C0"/>
    <w:rsid w:val="002D2C0E"/>
    <w:rsid w:val="003C3B66"/>
    <w:rsid w:val="0040604B"/>
    <w:rsid w:val="00515B50"/>
    <w:rsid w:val="00537602"/>
    <w:rsid w:val="00695C7B"/>
    <w:rsid w:val="006A5581"/>
    <w:rsid w:val="007028E2"/>
    <w:rsid w:val="007652BD"/>
    <w:rsid w:val="00766CF2"/>
    <w:rsid w:val="007D059C"/>
    <w:rsid w:val="007D369B"/>
    <w:rsid w:val="007E6F4F"/>
    <w:rsid w:val="0080692C"/>
    <w:rsid w:val="00812FB8"/>
    <w:rsid w:val="00907D1C"/>
    <w:rsid w:val="009504F5"/>
    <w:rsid w:val="009F2480"/>
    <w:rsid w:val="00B85755"/>
    <w:rsid w:val="00BC45DF"/>
    <w:rsid w:val="00C16E7D"/>
    <w:rsid w:val="00E00701"/>
    <w:rsid w:val="00E67488"/>
    <w:rsid w:val="00E977D6"/>
    <w:rsid w:val="00F338C6"/>
    <w:rsid w:val="00F474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E6F4F"/>
    <w:rPr>
      <w:color w:val="808080"/>
    </w:rPr>
  </w:style>
  <w:style w:type="paragraph" w:customStyle="1" w:styleId="625A2A24AF2E4ED9B7E7452484DFE523">
    <w:name w:val="625A2A24AF2E4ED9B7E7452484DFE523"/>
  </w:style>
  <w:style w:type="paragraph" w:customStyle="1" w:styleId="CCCC2969EFEC4769929EDECEC16CC999">
    <w:name w:val="CCCC2969EFEC4769929EDECEC16CC999"/>
  </w:style>
  <w:style w:type="paragraph" w:customStyle="1" w:styleId="590C6BD358E14BEF9730B67CCABC6929">
    <w:name w:val="590C6BD358E14BEF9730B67CCABC6929"/>
  </w:style>
  <w:style w:type="paragraph" w:customStyle="1" w:styleId="CA251EE5F2EC4504B6CFBCDA96D01FE3">
    <w:name w:val="CA251EE5F2EC4504B6CFBCDA96D01FE3"/>
  </w:style>
  <w:style w:type="paragraph" w:customStyle="1" w:styleId="564E7B39736B4C6B9D65C6C2201BBEB1">
    <w:name w:val="564E7B39736B4C6B9D65C6C2201BBEB1"/>
  </w:style>
  <w:style w:type="paragraph" w:customStyle="1" w:styleId="003C8D58B5084E48B906BB9D20A35891">
    <w:name w:val="003C8D58B5084E48B906BB9D20A35891"/>
  </w:style>
  <w:style w:type="paragraph" w:customStyle="1" w:styleId="C69E8BD360EB4ACC8BD0C48C1387A0DF">
    <w:name w:val="C69E8BD360EB4ACC8BD0C48C1387A0DF"/>
  </w:style>
  <w:style w:type="paragraph" w:customStyle="1" w:styleId="8100A621D1C54E708862B1919AE1273E">
    <w:name w:val="8100A621D1C54E708862B1919AE1273E"/>
  </w:style>
  <w:style w:type="paragraph" w:customStyle="1" w:styleId="547BD9E31BED45238ACC036FD223BD37">
    <w:name w:val="547BD9E31BED45238ACC036FD223BD37"/>
  </w:style>
  <w:style w:type="paragraph" w:customStyle="1" w:styleId="DAFED4F43A744617A425D6F3CD43AAE8">
    <w:name w:val="DAFED4F43A744617A425D6F3CD43AAE8"/>
  </w:style>
  <w:style w:type="paragraph" w:customStyle="1" w:styleId="9138050809CD4A549D7B8843065E5836">
    <w:name w:val="9138050809CD4A549D7B8843065E5836"/>
  </w:style>
  <w:style w:type="paragraph" w:customStyle="1" w:styleId="06A54A83E4FA430983B472846187CB44">
    <w:name w:val="06A54A83E4FA430983B472846187CB44"/>
  </w:style>
  <w:style w:type="paragraph" w:customStyle="1" w:styleId="777CBAD59B144AC4B51CFA1C00479CDB">
    <w:name w:val="777CBAD59B144AC4B51CFA1C00479CDB"/>
  </w:style>
  <w:style w:type="paragraph" w:customStyle="1" w:styleId="4BDC6C11A804445C9332BE6D3292F612">
    <w:name w:val="4BDC6C11A804445C9332BE6D3292F612"/>
  </w:style>
  <w:style w:type="paragraph" w:customStyle="1" w:styleId="F441183A47594AF7A6873AED824DF7C4">
    <w:name w:val="F441183A47594AF7A6873AED824DF7C4"/>
  </w:style>
  <w:style w:type="paragraph" w:customStyle="1" w:styleId="86AB5EE9E26645909ABAB99527BE85F2">
    <w:name w:val="86AB5EE9E26645909ABAB99527BE85F2"/>
  </w:style>
  <w:style w:type="paragraph" w:customStyle="1" w:styleId="AF6A1BB653A545DEA0D42EE0BE6A49D4">
    <w:name w:val="AF6A1BB653A545DEA0D42EE0BE6A49D4"/>
  </w:style>
  <w:style w:type="paragraph" w:customStyle="1" w:styleId="83DE5034429A41EF8F6D4501D195186D">
    <w:name w:val="83DE5034429A41EF8F6D4501D195186D"/>
  </w:style>
  <w:style w:type="paragraph" w:customStyle="1" w:styleId="8265E29A9C2748D382D5E337EDD7009B">
    <w:name w:val="8265E29A9C2748D382D5E337EDD7009B"/>
  </w:style>
  <w:style w:type="paragraph" w:customStyle="1" w:styleId="0229508F5DF349D78ADA399BCC7871D2">
    <w:name w:val="0229508F5DF349D78ADA399BCC7871D2"/>
  </w:style>
  <w:style w:type="paragraph" w:customStyle="1" w:styleId="A5E004B8A67644E284FBE1102057880C">
    <w:name w:val="A5E004B8A67644E284FBE1102057880C"/>
  </w:style>
  <w:style w:type="paragraph" w:customStyle="1" w:styleId="07DFBF84004D4DAB92EB287959963A44">
    <w:name w:val="07DFBF84004D4DAB92EB287959963A44"/>
  </w:style>
  <w:style w:type="paragraph" w:customStyle="1" w:styleId="12C2D4D5FEFF4A4F860BB9BA4D9DB165">
    <w:name w:val="12C2D4D5FEFF4A4F860BB9BA4D9DB165"/>
  </w:style>
  <w:style w:type="paragraph" w:customStyle="1" w:styleId="88C97B80425341B8BD309106A2D7FC1E">
    <w:name w:val="88C97B80425341B8BD309106A2D7FC1E"/>
  </w:style>
  <w:style w:type="paragraph" w:customStyle="1" w:styleId="C123A7086B64444F88639FBBB850ACA8">
    <w:name w:val="C123A7086B64444F88639FBBB850ACA8"/>
  </w:style>
  <w:style w:type="paragraph" w:customStyle="1" w:styleId="51489A34AEBD42E08AE892D6BAE7ED63">
    <w:name w:val="51489A34AEBD42E08AE892D6BAE7ED63"/>
  </w:style>
  <w:style w:type="paragraph" w:customStyle="1" w:styleId="9D0580D66D634EF5BE8823931643DB02">
    <w:name w:val="9D0580D66D634EF5BE8823931643DB02"/>
  </w:style>
  <w:style w:type="paragraph" w:customStyle="1" w:styleId="76E84A63D8D7449F920BE9F7AC5BAE0B">
    <w:name w:val="76E84A63D8D7449F920BE9F7AC5BAE0B"/>
  </w:style>
  <w:style w:type="paragraph" w:customStyle="1" w:styleId="B9AC14E94AB84ABCAC6AC2C924691A99">
    <w:name w:val="B9AC14E94AB84ABCAC6AC2C924691A99"/>
  </w:style>
  <w:style w:type="paragraph" w:customStyle="1" w:styleId="A4CA40F509544409A1EEE8BCB61E734A">
    <w:name w:val="A4CA40F509544409A1EEE8BCB61E734A"/>
  </w:style>
  <w:style w:type="paragraph" w:customStyle="1" w:styleId="F492ED1BFB60450E97C4D3DAC9DFFF34">
    <w:name w:val="F492ED1BFB60450E97C4D3DAC9DFFF34"/>
  </w:style>
  <w:style w:type="paragraph" w:customStyle="1" w:styleId="3F125C9C041444B1AF3607341C4A1431">
    <w:name w:val="3F125C9C041444B1AF3607341C4A1431"/>
  </w:style>
  <w:style w:type="paragraph" w:customStyle="1" w:styleId="E75D078EE16F4E50A70ADFCB1C0EADF9">
    <w:name w:val="E75D078EE16F4E50A70ADFCB1C0EADF9"/>
  </w:style>
  <w:style w:type="paragraph" w:customStyle="1" w:styleId="743B1FB62554498E81585CB9D9D14939">
    <w:name w:val="743B1FB62554498E81585CB9D9D14939"/>
  </w:style>
  <w:style w:type="paragraph" w:customStyle="1" w:styleId="D6438DB2AC8B48B1A79D7F41EA74D641">
    <w:name w:val="D6438DB2AC8B48B1A79D7F41EA74D641"/>
  </w:style>
  <w:style w:type="paragraph" w:customStyle="1" w:styleId="0DEE14C1E78A48BABD5F6351696559BD">
    <w:name w:val="0DEE14C1E78A48BABD5F6351696559BD"/>
  </w:style>
  <w:style w:type="paragraph" w:customStyle="1" w:styleId="8120C911B8B84DCD975FAD6DA934E5DE">
    <w:name w:val="8120C911B8B84DCD975FAD6DA934E5DE"/>
  </w:style>
  <w:style w:type="paragraph" w:customStyle="1" w:styleId="1EC597064146479FA2A7723C6A8D5479">
    <w:name w:val="1EC597064146479FA2A7723C6A8D5479"/>
  </w:style>
  <w:style w:type="paragraph" w:customStyle="1" w:styleId="8EDAA62B9A204EC8A8135B991DBCB0C2">
    <w:name w:val="8EDAA62B9A204EC8A8135B991DBCB0C2"/>
  </w:style>
  <w:style w:type="paragraph" w:customStyle="1" w:styleId="52800025D1544975B49EC3754E425808">
    <w:name w:val="52800025D1544975B49EC3754E425808"/>
  </w:style>
  <w:style w:type="paragraph" w:customStyle="1" w:styleId="36592FD853E848E0A36435C1017B1694">
    <w:name w:val="36592FD853E848E0A36435C1017B1694"/>
  </w:style>
  <w:style w:type="paragraph" w:customStyle="1" w:styleId="0F3019724C404B11BE2F7C91677B625B">
    <w:name w:val="0F3019724C404B11BE2F7C91677B625B"/>
  </w:style>
  <w:style w:type="paragraph" w:customStyle="1" w:styleId="26D3B40495704090A7260B62F3551A7E">
    <w:name w:val="26D3B40495704090A7260B62F3551A7E"/>
  </w:style>
  <w:style w:type="paragraph" w:customStyle="1" w:styleId="0D4171D642C5480C9650FA5519A2802C">
    <w:name w:val="0D4171D642C5480C9650FA5519A2802C"/>
  </w:style>
  <w:style w:type="paragraph" w:customStyle="1" w:styleId="ECB1566EBA794188AE29BBF285F55BB9">
    <w:name w:val="ECB1566EBA794188AE29BBF285F55BB9"/>
  </w:style>
  <w:style w:type="paragraph" w:customStyle="1" w:styleId="F6259D182F714A99BB0DA141750D84E2">
    <w:name w:val="F6259D182F714A99BB0DA141750D84E2"/>
  </w:style>
  <w:style w:type="paragraph" w:customStyle="1" w:styleId="92CBD2815D1A483FBB40095F94E90513">
    <w:name w:val="92CBD2815D1A483FBB40095F94E90513"/>
  </w:style>
  <w:style w:type="paragraph" w:customStyle="1" w:styleId="26962B134F414814BECE2BAC711610C3">
    <w:name w:val="26962B134F414814BECE2BAC711610C3"/>
  </w:style>
  <w:style w:type="paragraph" w:customStyle="1" w:styleId="F780075912E64B3BA92DA974A2497221">
    <w:name w:val="F780075912E64B3BA92DA974A2497221"/>
  </w:style>
  <w:style w:type="paragraph" w:customStyle="1" w:styleId="0A610D1548FC45A8899D1F0801F67011">
    <w:name w:val="0A610D1548FC45A8899D1F0801F67011"/>
  </w:style>
  <w:style w:type="paragraph" w:customStyle="1" w:styleId="E8C0E18AE6DD4F27B192B8646D63F1F4">
    <w:name w:val="E8C0E18AE6DD4F27B192B8646D63F1F4"/>
  </w:style>
  <w:style w:type="paragraph" w:customStyle="1" w:styleId="27A258A9EBE64BEC82524A548F26FA1A">
    <w:name w:val="27A258A9EBE64BEC82524A548F26FA1A"/>
  </w:style>
  <w:style w:type="paragraph" w:customStyle="1" w:styleId="C55E71B4C0C4494D9A76E921FDAA292F">
    <w:name w:val="C55E71B4C0C4494D9A76E921FDAA292F"/>
  </w:style>
  <w:style w:type="paragraph" w:customStyle="1" w:styleId="D99E3842ACB447BA9AD724FDC2381794">
    <w:name w:val="D99E3842ACB447BA9AD724FDC2381794"/>
  </w:style>
  <w:style w:type="paragraph" w:customStyle="1" w:styleId="A7B8B6C8C492475DA2FC8F37A5E94A4B">
    <w:name w:val="A7B8B6C8C492475DA2FC8F37A5E94A4B"/>
  </w:style>
  <w:style w:type="paragraph" w:customStyle="1" w:styleId="54D6F922B62C41D5A6E6F7FD269E31CA">
    <w:name w:val="54D6F922B62C41D5A6E6F7FD269E31CA"/>
  </w:style>
  <w:style w:type="paragraph" w:customStyle="1" w:styleId="21C21B3B8F1449A2B7523CCFF11C373B">
    <w:name w:val="21C21B3B8F1449A2B7523CCFF11C373B"/>
  </w:style>
  <w:style w:type="paragraph" w:customStyle="1" w:styleId="022275F6AC834E73ACBC6795070B9FCD">
    <w:name w:val="022275F6AC834E73ACBC6795070B9FCD"/>
  </w:style>
  <w:style w:type="paragraph" w:customStyle="1" w:styleId="B06EA4692DD547298E09353DDB14997E">
    <w:name w:val="B06EA4692DD547298E09353DDB14997E"/>
  </w:style>
  <w:style w:type="paragraph" w:customStyle="1" w:styleId="F897111CA63A424B851CFA734BC95616">
    <w:name w:val="F897111CA63A424B851CFA734BC95616"/>
  </w:style>
  <w:style w:type="paragraph" w:customStyle="1" w:styleId="C99AB4CECE6941ECBE72BC8E5889E78F">
    <w:name w:val="C99AB4CECE6941ECBE72BC8E5889E78F"/>
  </w:style>
  <w:style w:type="paragraph" w:customStyle="1" w:styleId="BDA7D0FB37AF4CA5A4F7142DC92F8556">
    <w:name w:val="BDA7D0FB37AF4CA5A4F7142DC92F8556"/>
  </w:style>
  <w:style w:type="paragraph" w:customStyle="1" w:styleId="03290F83C5924F8EA78A97C33A6005AA">
    <w:name w:val="03290F83C5924F8EA78A97C33A6005AA"/>
  </w:style>
  <w:style w:type="paragraph" w:customStyle="1" w:styleId="EFB8CCFB43D145E1A557F92DAB757153">
    <w:name w:val="EFB8CCFB43D145E1A557F92DAB757153"/>
  </w:style>
  <w:style w:type="paragraph" w:customStyle="1" w:styleId="D71841C4674849D0A84AF2F0F50B4AE5">
    <w:name w:val="D71841C4674849D0A84AF2F0F50B4AE5"/>
  </w:style>
  <w:style w:type="paragraph" w:customStyle="1" w:styleId="5A47733DA662484596BA87D2384B476E">
    <w:name w:val="5A47733DA662484596BA87D2384B476E"/>
  </w:style>
  <w:style w:type="paragraph" w:customStyle="1" w:styleId="A226874E52914510A840DF2C87A2EAB8">
    <w:name w:val="A226874E52914510A840DF2C87A2EAB8"/>
  </w:style>
  <w:style w:type="paragraph" w:customStyle="1" w:styleId="F8E1E48DCA1D487D864DAF7A63EAB619">
    <w:name w:val="F8E1E48DCA1D487D864DAF7A63EAB619"/>
  </w:style>
  <w:style w:type="paragraph" w:customStyle="1" w:styleId="ED211374751E4BBEA54E2259E17E5C76">
    <w:name w:val="ED211374751E4BBEA54E2259E17E5C76"/>
  </w:style>
  <w:style w:type="paragraph" w:customStyle="1" w:styleId="E60E26F1EB3643DC9A092E9B35D5EFC8">
    <w:name w:val="E60E26F1EB3643DC9A092E9B35D5EFC8"/>
  </w:style>
  <w:style w:type="paragraph" w:customStyle="1" w:styleId="4C1C5FC236B94F609AE3CB115E054B1B">
    <w:name w:val="4C1C5FC236B94F609AE3CB115E054B1B"/>
  </w:style>
  <w:style w:type="paragraph" w:customStyle="1" w:styleId="3E040F75CC3545D7AF046D92ED5AD9CA">
    <w:name w:val="3E040F75CC3545D7AF046D92ED5AD9CA"/>
  </w:style>
  <w:style w:type="paragraph" w:customStyle="1" w:styleId="51D1211983A747E983F845CAC9B32867">
    <w:name w:val="51D1211983A747E983F845CAC9B32867"/>
  </w:style>
  <w:style w:type="paragraph" w:customStyle="1" w:styleId="DA621C7C0ABA48D1B812628ECB4079C8">
    <w:name w:val="DA621C7C0ABA48D1B812628ECB4079C8"/>
  </w:style>
  <w:style w:type="paragraph" w:customStyle="1" w:styleId="436D570474004DDFB042A2B8D95B8D39">
    <w:name w:val="436D570474004DDFB042A2B8D95B8D39"/>
  </w:style>
  <w:style w:type="paragraph" w:customStyle="1" w:styleId="795BF6DEDBFA444E99CBBB8FE9C8CD6D">
    <w:name w:val="795BF6DEDBFA444E99CBBB8FE9C8CD6D"/>
  </w:style>
  <w:style w:type="paragraph" w:customStyle="1" w:styleId="40E3D8E17F684A18BB915CEBD913137B">
    <w:name w:val="40E3D8E17F684A18BB915CEBD913137B"/>
  </w:style>
  <w:style w:type="paragraph" w:customStyle="1" w:styleId="C489CC242D2E471CBC295EC17EBCA5E7">
    <w:name w:val="C489CC242D2E471CBC295EC17EBCA5E7"/>
  </w:style>
  <w:style w:type="paragraph" w:customStyle="1" w:styleId="386A84163B6842B7A3EE050479FDE599">
    <w:name w:val="386A84163B6842B7A3EE050479FDE599"/>
  </w:style>
  <w:style w:type="paragraph" w:customStyle="1" w:styleId="895A3250EB8B44D39523D0E9D190B71A">
    <w:name w:val="895A3250EB8B44D39523D0E9D190B71A"/>
  </w:style>
  <w:style w:type="paragraph" w:customStyle="1" w:styleId="1953FFE953B642A48D0945E89EFDDCA4">
    <w:name w:val="1953FFE953B642A48D0945E89EFDDCA4"/>
  </w:style>
  <w:style w:type="paragraph" w:customStyle="1" w:styleId="C08528C5CBDF45D2808090B9498EB0DA">
    <w:name w:val="C08528C5CBDF45D2808090B9498EB0DA"/>
  </w:style>
  <w:style w:type="paragraph" w:customStyle="1" w:styleId="BC2C464D0B2441A4BE750F495DD774F5">
    <w:name w:val="BC2C464D0B2441A4BE750F495DD774F5"/>
  </w:style>
  <w:style w:type="paragraph" w:customStyle="1" w:styleId="6675CBD3E23B439BA6629141FA236BAC">
    <w:name w:val="6675CBD3E23B439BA6629141FA236BAC"/>
  </w:style>
  <w:style w:type="paragraph" w:customStyle="1" w:styleId="419B4535D1D94F859FE773E29F435A40">
    <w:name w:val="419B4535D1D94F859FE773E29F435A40"/>
  </w:style>
  <w:style w:type="paragraph" w:customStyle="1" w:styleId="B07C80AAAE9743C68CECD27678148290">
    <w:name w:val="B07C80AAAE9743C68CECD27678148290"/>
  </w:style>
  <w:style w:type="paragraph" w:customStyle="1" w:styleId="5C90F841042747919FE74C7503D91DDE">
    <w:name w:val="5C90F841042747919FE74C7503D91DDE"/>
  </w:style>
  <w:style w:type="paragraph" w:customStyle="1" w:styleId="E7952F4B6AA543D5A68D2B9B332D0B2A">
    <w:name w:val="E7952F4B6AA543D5A68D2B9B332D0B2A"/>
  </w:style>
  <w:style w:type="paragraph" w:customStyle="1" w:styleId="14940F0F523142F4882BB2916464394F">
    <w:name w:val="14940F0F523142F4882BB2916464394F"/>
  </w:style>
  <w:style w:type="paragraph" w:customStyle="1" w:styleId="5E6C259C94EA466980AEED5DFBA10404">
    <w:name w:val="5E6C259C94EA466980AEED5DFBA10404"/>
  </w:style>
  <w:style w:type="paragraph" w:customStyle="1" w:styleId="D00BF0689E88421D9DED5613E9164CE1">
    <w:name w:val="D00BF0689E88421D9DED5613E9164CE1"/>
  </w:style>
  <w:style w:type="paragraph" w:customStyle="1" w:styleId="AE1FE61DC7194076A21CE7D22153CAEB">
    <w:name w:val="AE1FE61DC7194076A21CE7D22153CAEB"/>
  </w:style>
  <w:style w:type="paragraph" w:customStyle="1" w:styleId="306F597A0713494084F3AA11A28DBDF5">
    <w:name w:val="306F597A0713494084F3AA11A28DBDF5"/>
  </w:style>
  <w:style w:type="paragraph" w:customStyle="1" w:styleId="75EBC3D205EC4EA695B98EBF7CCC3CF4">
    <w:name w:val="75EBC3D205EC4EA695B98EBF7CCC3CF4"/>
  </w:style>
  <w:style w:type="paragraph" w:customStyle="1" w:styleId="E264ABE440E54C8F9FD6B799C00114D4">
    <w:name w:val="E264ABE440E54C8F9FD6B799C00114D4"/>
  </w:style>
  <w:style w:type="paragraph" w:customStyle="1" w:styleId="CA046EDC64D14676822FA1E19A76D051">
    <w:name w:val="CA046EDC64D14676822FA1E19A76D051"/>
  </w:style>
  <w:style w:type="paragraph" w:customStyle="1" w:styleId="E4D5B6B4EA73440A85BEEECAE2044E85">
    <w:name w:val="E4D5B6B4EA73440A85BEEECAE2044E85"/>
  </w:style>
  <w:style w:type="paragraph" w:customStyle="1" w:styleId="F29E80E27B4D40F389DE2BB87250184E">
    <w:name w:val="F29E80E27B4D40F389DE2BB87250184E"/>
  </w:style>
  <w:style w:type="paragraph" w:customStyle="1" w:styleId="372B5DDA364A4A949760F89D60E7F18E">
    <w:name w:val="372B5DDA364A4A949760F89D60E7F18E"/>
  </w:style>
  <w:style w:type="paragraph" w:customStyle="1" w:styleId="333C8BC16799429BAB378D90A4B812F9">
    <w:name w:val="333C8BC16799429BAB378D90A4B812F9"/>
  </w:style>
  <w:style w:type="paragraph" w:customStyle="1" w:styleId="1DC712400757491D95856227BD0117D4">
    <w:name w:val="1DC712400757491D95856227BD0117D4"/>
  </w:style>
  <w:style w:type="paragraph" w:customStyle="1" w:styleId="9223C4ABACD64D878C96E152A1F22AB1">
    <w:name w:val="9223C4ABACD64D878C96E152A1F22AB1"/>
  </w:style>
  <w:style w:type="paragraph" w:customStyle="1" w:styleId="6CCC38B16FEC41CF8521ED98AA6AA797">
    <w:name w:val="6CCC38B16FEC41CF8521ED98AA6AA797"/>
  </w:style>
  <w:style w:type="paragraph" w:customStyle="1" w:styleId="383FC6861DE64912A3CAD269923FBF24">
    <w:name w:val="383FC6861DE64912A3CAD269923FBF24"/>
  </w:style>
  <w:style w:type="paragraph" w:customStyle="1" w:styleId="60DAAF7530EB4CE6B64CFFE714373A4D">
    <w:name w:val="60DAAF7530EB4CE6B64CFFE714373A4D"/>
  </w:style>
  <w:style w:type="paragraph" w:customStyle="1" w:styleId="A1F4E1C31ADE48C2B3B2207DC1E06899">
    <w:name w:val="A1F4E1C31ADE48C2B3B2207DC1E06899"/>
  </w:style>
  <w:style w:type="paragraph" w:customStyle="1" w:styleId="E1BAC54F718D4D09B5A2821D7160EDF7">
    <w:name w:val="E1BAC54F718D4D09B5A2821D7160EDF7"/>
  </w:style>
  <w:style w:type="paragraph" w:customStyle="1" w:styleId="2D1FEFAE4D164ED582FB16C081C97839">
    <w:name w:val="2D1FEFAE4D164ED582FB16C081C97839"/>
  </w:style>
  <w:style w:type="paragraph" w:customStyle="1" w:styleId="06222F5806744B39AA4E1EFA42E8F87E">
    <w:name w:val="06222F5806744B39AA4E1EFA42E8F87E"/>
  </w:style>
  <w:style w:type="paragraph" w:customStyle="1" w:styleId="EE10F04BF5BD4D8B9EF0E07B876B6207">
    <w:name w:val="EE10F04BF5BD4D8B9EF0E07B876B6207"/>
  </w:style>
  <w:style w:type="paragraph" w:customStyle="1" w:styleId="F99BD17B627D418EA69A2852F0610E78">
    <w:name w:val="F99BD17B627D418EA69A2852F0610E78"/>
  </w:style>
  <w:style w:type="paragraph" w:customStyle="1" w:styleId="3D2C07A505D04ACC8905D1B797FAE19A">
    <w:name w:val="3D2C07A505D04ACC8905D1B797FAE19A"/>
  </w:style>
  <w:style w:type="paragraph" w:customStyle="1" w:styleId="20B38E0A547547D1B3A1EF9F85478D0C">
    <w:name w:val="20B38E0A547547D1B3A1EF9F85478D0C"/>
  </w:style>
  <w:style w:type="paragraph" w:customStyle="1" w:styleId="420E2638C5B14C58A146C0FC71403D04">
    <w:name w:val="420E2638C5B14C58A146C0FC71403D04"/>
  </w:style>
  <w:style w:type="paragraph" w:customStyle="1" w:styleId="19A53CDC542644ABAE5A9F0CBA91AA12">
    <w:name w:val="19A53CDC542644ABAE5A9F0CBA91AA12"/>
  </w:style>
  <w:style w:type="paragraph" w:customStyle="1" w:styleId="BCE29391099B49229C7E282102410A67">
    <w:name w:val="BCE29391099B49229C7E282102410A67"/>
    <w:rsid w:val="007D369B"/>
  </w:style>
  <w:style w:type="paragraph" w:customStyle="1" w:styleId="D568C6CBDAF44A0BA6885A650F150661">
    <w:name w:val="D568C6CBDAF44A0BA6885A650F150661"/>
    <w:rsid w:val="00E977D6"/>
  </w:style>
  <w:style w:type="paragraph" w:customStyle="1" w:styleId="E2AE7E0EAD9545589F79DB44EEE99D5B">
    <w:name w:val="E2AE7E0EAD9545589F79DB44EEE99D5B"/>
    <w:rsid w:val="00E977D6"/>
  </w:style>
  <w:style w:type="paragraph" w:customStyle="1" w:styleId="ABFE4F237CF249A181544914594FBC1B">
    <w:name w:val="ABFE4F237CF249A181544914594FBC1B"/>
    <w:rsid w:val="00E977D6"/>
  </w:style>
  <w:style w:type="paragraph" w:customStyle="1" w:styleId="45F624B4EE5D4A09AEB0D0A31D8A4A37">
    <w:name w:val="45F624B4EE5D4A09AEB0D0A31D8A4A37"/>
    <w:rsid w:val="007028E2"/>
  </w:style>
  <w:style w:type="paragraph" w:customStyle="1" w:styleId="B731E0A89A0A434A8C36A8619D833B14">
    <w:name w:val="B731E0A89A0A434A8C36A8619D833B14"/>
    <w:rsid w:val="007028E2"/>
  </w:style>
  <w:style w:type="paragraph" w:customStyle="1" w:styleId="58351E880F7F4CAF9481C49633BCD1D1">
    <w:name w:val="58351E880F7F4CAF9481C49633BCD1D1"/>
    <w:rsid w:val="009504F5"/>
  </w:style>
  <w:style w:type="paragraph" w:customStyle="1" w:styleId="15E97D8BAC49487F9CB0A7FDF1DD899E">
    <w:name w:val="15E97D8BAC49487F9CB0A7FDF1DD899E"/>
    <w:rsid w:val="009504F5"/>
  </w:style>
  <w:style w:type="paragraph" w:customStyle="1" w:styleId="0F1AB1E1DCA84859A76D72517F26DEF4">
    <w:name w:val="0F1AB1E1DCA84859A76D72517F26DEF4"/>
    <w:rsid w:val="009504F5"/>
  </w:style>
  <w:style w:type="paragraph" w:customStyle="1" w:styleId="96D39A6895E3471281FD01E8558A3D97">
    <w:name w:val="96D39A6895E3471281FD01E8558A3D97"/>
    <w:rsid w:val="002D2C0E"/>
  </w:style>
  <w:style w:type="paragraph" w:customStyle="1" w:styleId="D02A6BBEF69D47AE850857767F4B09A8">
    <w:name w:val="D02A6BBEF69D47AE850857767F4B09A8"/>
    <w:rsid w:val="002D2C0E"/>
  </w:style>
  <w:style w:type="paragraph" w:customStyle="1" w:styleId="BF8F46C35DB6423A99EEC62152A1DCA4">
    <w:name w:val="BF8F46C35DB6423A99EEC62152A1DCA4"/>
    <w:rsid w:val="002D2C0E"/>
  </w:style>
  <w:style w:type="paragraph" w:customStyle="1" w:styleId="682ADF37A8EC45F1AAAA02C7A6E2BC71">
    <w:name w:val="682ADF37A8EC45F1AAAA02C7A6E2BC71"/>
    <w:rsid w:val="002D2C0E"/>
  </w:style>
  <w:style w:type="paragraph" w:customStyle="1" w:styleId="C395B3058C2541B2A6DB127D6BDFC575">
    <w:name w:val="C395B3058C2541B2A6DB127D6BDFC575"/>
    <w:rsid w:val="002D2C0E"/>
  </w:style>
  <w:style w:type="paragraph" w:customStyle="1" w:styleId="F1CC8FC07EFD4CDB93A68407E4610929">
    <w:name w:val="F1CC8FC07EFD4CDB93A68407E4610929"/>
    <w:rsid w:val="00515B50"/>
  </w:style>
  <w:style w:type="paragraph" w:customStyle="1" w:styleId="58EEB6E498DD457E94A91586915142A7">
    <w:name w:val="58EEB6E498DD457E94A91586915142A7"/>
    <w:rsid w:val="00515B50"/>
  </w:style>
  <w:style w:type="paragraph" w:customStyle="1" w:styleId="847D208E0CBD4D358D2588B51CC6DAEE">
    <w:name w:val="847D208E0CBD4D358D2588B51CC6DAEE"/>
    <w:rsid w:val="00515B50"/>
  </w:style>
  <w:style w:type="paragraph" w:customStyle="1" w:styleId="0D5F598FC50F4619B3105EFEFBE1B876">
    <w:name w:val="0D5F598FC50F4619B3105EFEFBE1B876"/>
    <w:rsid w:val="00515B50"/>
  </w:style>
  <w:style w:type="paragraph" w:customStyle="1" w:styleId="9EB0026868D04C5897720EC125846ADC">
    <w:name w:val="9EB0026868D04C5897720EC125846ADC"/>
    <w:rsid w:val="00515B50"/>
  </w:style>
  <w:style w:type="paragraph" w:customStyle="1" w:styleId="A95A56DB5AAD4B38B4CD8F5D2BE0ACEB">
    <w:name w:val="A95A56DB5AAD4B38B4CD8F5D2BE0ACEB"/>
    <w:rsid w:val="00515B50"/>
  </w:style>
  <w:style w:type="paragraph" w:customStyle="1" w:styleId="8F997F40BBA849B8975D57CE4EBD43B4">
    <w:name w:val="8F997F40BBA849B8975D57CE4EBD43B4"/>
    <w:rsid w:val="00515B50"/>
  </w:style>
  <w:style w:type="paragraph" w:customStyle="1" w:styleId="811D0CD6F2D44C15AC3040450675C6DF">
    <w:name w:val="811D0CD6F2D44C15AC3040450675C6DF"/>
    <w:rsid w:val="00515B50"/>
  </w:style>
  <w:style w:type="paragraph" w:customStyle="1" w:styleId="4FEAA45FAE8A4277A6CB5636F2AF6493">
    <w:name w:val="4FEAA45FAE8A4277A6CB5636F2AF6493"/>
    <w:rsid w:val="00515B50"/>
  </w:style>
  <w:style w:type="paragraph" w:customStyle="1" w:styleId="AF5C5643DB9C4AFFBDE31A14AB8C0F0E">
    <w:name w:val="AF5C5643DB9C4AFFBDE31A14AB8C0F0E"/>
    <w:rsid w:val="00515B50"/>
  </w:style>
  <w:style w:type="paragraph" w:customStyle="1" w:styleId="14794184A9C0430C8F98C87B8E5D33FD">
    <w:name w:val="14794184A9C0430C8F98C87B8E5D33FD"/>
    <w:rsid w:val="00515B50"/>
  </w:style>
  <w:style w:type="paragraph" w:customStyle="1" w:styleId="2B9C87E19E074E43B7E751617AB6E374">
    <w:name w:val="2B9C87E19E074E43B7E751617AB6E374"/>
    <w:rsid w:val="00515B50"/>
  </w:style>
  <w:style w:type="paragraph" w:customStyle="1" w:styleId="49E46C7F939E4F0CA92D056A06399625">
    <w:name w:val="49E46C7F939E4F0CA92D056A06399625"/>
    <w:rsid w:val="00515B50"/>
  </w:style>
  <w:style w:type="paragraph" w:customStyle="1" w:styleId="D769F84EC34E46209C75FF4F41D011DB">
    <w:name w:val="D769F84EC34E46209C75FF4F41D011DB"/>
    <w:rsid w:val="00515B50"/>
  </w:style>
  <w:style w:type="paragraph" w:customStyle="1" w:styleId="E96CBF88C4C84CB88499F51135E6192D">
    <w:name w:val="E96CBF88C4C84CB88499F51135E6192D"/>
    <w:rsid w:val="00515B50"/>
  </w:style>
  <w:style w:type="paragraph" w:customStyle="1" w:styleId="26AEE56F98154A6793A9F4850A4EB0C1">
    <w:name w:val="26AEE56F98154A6793A9F4850A4EB0C1"/>
    <w:rsid w:val="00515B50"/>
  </w:style>
  <w:style w:type="paragraph" w:customStyle="1" w:styleId="F37BE41A00B54F9193A80D7DE53A88C0">
    <w:name w:val="F37BE41A00B54F9193A80D7DE53A88C0"/>
    <w:rsid w:val="00515B50"/>
  </w:style>
  <w:style w:type="paragraph" w:customStyle="1" w:styleId="0F440121093A4A07B7AABA3AE84E125F">
    <w:name w:val="0F440121093A4A07B7AABA3AE84E125F"/>
    <w:rsid w:val="00515B50"/>
  </w:style>
  <w:style w:type="paragraph" w:customStyle="1" w:styleId="63D9B14A11D34CFEABD2118CF5A0F361">
    <w:name w:val="63D9B14A11D34CFEABD2118CF5A0F361"/>
    <w:rsid w:val="00515B50"/>
  </w:style>
  <w:style w:type="paragraph" w:customStyle="1" w:styleId="E9A6CF925FC34255B9AE69B1C510A621">
    <w:name w:val="E9A6CF925FC34255B9AE69B1C510A621"/>
    <w:rsid w:val="00515B50"/>
  </w:style>
  <w:style w:type="paragraph" w:customStyle="1" w:styleId="9AD5370B8A7942CDAAC918DBEF843923">
    <w:name w:val="9AD5370B8A7942CDAAC918DBEF843923"/>
    <w:rsid w:val="00515B50"/>
  </w:style>
  <w:style w:type="paragraph" w:customStyle="1" w:styleId="7582F2B35FAD483399A14EF294D65DA5">
    <w:name w:val="7582F2B35FAD483399A14EF294D65DA5"/>
    <w:rsid w:val="00515B50"/>
  </w:style>
  <w:style w:type="paragraph" w:customStyle="1" w:styleId="3006EA92512D4F709A0D8DA5EF352BE8">
    <w:name w:val="3006EA92512D4F709A0D8DA5EF352BE8"/>
    <w:rsid w:val="00515B50"/>
  </w:style>
  <w:style w:type="paragraph" w:customStyle="1" w:styleId="88991299D8E44FE9A900DABEBB8CCD24">
    <w:name w:val="88991299D8E44FE9A900DABEBB8CCD24"/>
    <w:rsid w:val="00515B50"/>
  </w:style>
  <w:style w:type="paragraph" w:customStyle="1" w:styleId="CDD7DAC300A34951A09251EA37189297">
    <w:name w:val="CDD7DAC300A34951A09251EA37189297"/>
    <w:rsid w:val="00515B50"/>
  </w:style>
  <w:style w:type="paragraph" w:customStyle="1" w:styleId="A76D1D275F4743DF806D69CF4FAB0C0E">
    <w:name w:val="A76D1D275F4743DF806D69CF4FAB0C0E"/>
    <w:rsid w:val="00515B50"/>
  </w:style>
  <w:style w:type="paragraph" w:customStyle="1" w:styleId="6B513672CAA94EC1928475D7E097C0FE">
    <w:name w:val="6B513672CAA94EC1928475D7E097C0FE"/>
    <w:rsid w:val="00515B50"/>
  </w:style>
  <w:style w:type="paragraph" w:customStyle="1" w:styleId="4C023B1642AC4E979D42B90236745CB0">
    <w:name w:val="4C023B1642AC4E979D42B90236745CB0"/>
    <w:rsid w:val="00515B50"/>
  </w:style>
  <w:style w:type="paragraph" w:customStyle="1" w:styleId="D68F952F93B54496AF33F22B5AB79B4C">
    <w:name w:val="D68F952F93B54496AF33F22B5AB79B4C"/>
    <w:rsid w:val="00515B50"/>
  </w:style>
  <w:style w:type="paragraph" w:customStyle="1" w:styleId="3E3981D0C6B9435B80F935F268F59374">
    <w:name w:val="3E3981D0C6B9435B80F935F268F59374"/>
    <w:rsid w:val="00515B50"/>
  </w:style>
  <w:style w:type="paragraph" w:customStyle="1" w:styleId="3BF05C2873044B28A511C719DEC41F4A">
    <w:name w:val="3BF05C2873044B28A511C719DEC41F4A"/>
    <w:rsid w:val="00515B50"/>
  </w:style>
  <w:style w:type="paragraph" w:customStyle="1" w:styleId="E85B4CCF77E54152B76FEE8544684624">
    <w:name w:val="E85B4CCF77E54152B76FEE8544684624"/>
    <w:rsid w:val="000E2D61"/>
  </w:style>
  <w:style w:type="paragraph" w:customStyle="1" w:styleId="902A373FF9C44FFDA8C8CDEC56B0C1AB">
    <w:name w:val="902A373FF9C44FFDA8C8CDEC56B0C1AB"/>
    <w:rsid w:val="000E2D61"/>
  </w:style>
  <w:style w:type="paragraph" w:customStyle="1" w:styleId="74873FB0FF1F4D789CEE59D92C1DADD0">
    <w:name w:val="74873FB0FF1F4D789CEE59D92C1DADD0"/>
    <w:rsid w:val="000E2D61"/>
  </w:style>
  <w:style w:type="paragraph" w:customStyle="1" w:styleId="DD2A32D706954D758842C78E909CB1A0">
    <w:name w:val="DD2A32D706954D758842C78E909CB1A0"/>
    <w:rsid w:val="000E2D61"/>
  </w:style>
  <w:style w:type="paragraph" w:customStyle="1" w:styleId="1CE8A46CB8E5477A9991900083D836E4">
    <w:name w:val="1CE8A46CB8E5477A9991900083D836E4"/>
    <w:rsid w:val="000E2D61"/>
  </w:style>
  <w:style w:type="paragraph" w:customStyle="1" w:styleId="F03F0E9FA13144DC961FAB6DCAB9E388">
    <w:name w:val="F03F0E9FA13144DC961FAB6DCAB9E388"/>
    <w:rsid w:val="000E2D61"/>
  </w:style>
  <w:style w:type="paragraph" w:customStyle="1" w:styleId="97BA2AB8046E4246BC1BB7633F657319">
    <w:name w:val="97BA2AB8046E4246BC1BB7633F657319"/>
    <w:rsid w:val="000E2D61"/>
  </w:style>
  <w:style w:type="paragraph" w:customStyle="1" w:styleId="985BA7BEAC3D4EA1915C0BC701708D94">
    <w:name w:val="985BA7BEAC3D4EA1915C0BC701708D94"/>
    <w:rsid w:val="00812FB8"/>
  </w:style>
  <w:style w:type="paragraph" w:customStyle="1" w:styleId="49E79471762549249AD0C00CD8BFBF73">
    <w:name w:val="49E79471762549249AD0C00CD8BFBF73"/>
    <w:rsid w:val="00812FB8"/>
  </w:style>
  <w:style w:type="paragraph" w:customStyle="1" w:styleId="F3999DD00B32487BBB2BB12A3610D7C3">
    <w:name w:val="F3999DD00B32487BBB2BB12A3610D7C3"/>
    <w:rsid w:val="007652BD"/>
  </w:style>
  <w:style w:type="paragraph" w:customStyle="1" w:styleId="A8EEC870668046AF92FFEB09C55A7C5A">
    <w:name w:val="A8EEC870668046AF92FFEB09C55A7C5A"/>
    <w:rsid w:val="007652BD"/>
  </w:style>
  <w:style w:type="paragraph" w:customStyle="1" w:styleId="E93E4990AD7748FBA03111837036577D">
    <w:name w:val="E93E4990AD7748FBA03111837036577D"/>
    <w:rsid w:val="007652BD"/>
  </w:style>
  <w:style w:type="paragraph" w:customStyle="1" w:styleId="2AB26C430EEB4459BFF0AD63E6F8F291">
    <w:name w:val="2AB26C430EEB4459BFF0AD63E6F8F291"/>
    <w:rsid w:val="007652BD"/>
  </w:style>
  <w:style w:type="paragraph" w:customStyle="1" w:styleId="7687924FF63E4AFD8E036047E75BEC10">
    <w:name w:val="7687924FF63E4AFD8E036047E75BEC10"/>
    <w:rsid w:val="007652BD"/>
  </w:style>
  <w:style w:type="paragraph" w:customStyle="1" w:styleId="AEAE9E9C781948F39798CB311C63AF6A">
    <w:name w:val="AEAE9E9C781948F39798CB311C63AF6A"/>
    <w:rsid w:val="007652BD"/>
  </w:style>
  <w:style w:type="paragraph" w:customStyle="1" w:styleId="F5480B1D9D6E4B5F9DB26FBEE5EF4EA1">
    <w:name w:val="F5480B1D9D6E4B5F9DB26FBEE5EF4EA1"/>
    <w:rsid w:val="007652BD"/>
  </w:style>
  <w:style w:type="paragraph" w:customStyle="1" w:styleId="A09AABC71F80454EAF84B67FB361AACE">
    <w:name w:val="A09AABC71F80454EAF84B67FB361AACE"/>
    <w:rsid w:val="007652BD"/>
  </w:style>
  <w:style w:type="paragraph" w:customStyle="1" w:styleId="6021CFC3C33E488FA709AB5B69FD71FA">
    <w:name w:val="6021CFC3C33E488FA709AB5B69FD71FA"/>
    <w:rsid w:val="007652BD"/>
  </w:style>
  <w:style w:type="paragraph" w:customStyle="1" w:styleId="A9E1F22D2E374CE7B9E6171852AEB104">
    <w:name w:val="A9E1F22D2E374CE7B9E6171852AEB104"/>
    <w:rsid w:val="007652BD"/>
  </w:style>
  <w:style w:type="paragraph" w:customStyle="1" w:styleId="28149346F2614AD88642EED5581BC5F5">
    <w:name w:val="28149346F2614AD88642EED5581BC5F5"/>
    <w:rsid w:val="007652BD"/>
  </w:style>
  <w:style w:type="paragraph" w:customStyle="1" w:styleId="624423FACDE844169CA89FD2843A525C">
    <w:name w:val="624423FACDE844169CA89FD2843A525C"/>
    <w:rsid w:val="007652BD"/>
  </w:style>
  <w:style w:type="paragraph" w:customStyle="1" w:styleId="4F7D6F87EB7F48BF92604833DE386F77">
    <w:name w:val="4F7D6F87EB7F48BF92604833DE386F77"/>
    <w:rsid w:val="007652BD"/>
  </w:style>
  <w:style w:type="paragraph" w:customStyle="1" w:styleId="BF188DD14E924C7DA1674F4B946C40C4">
    <w:name w:val="BF188DD14E924C7DA1674F4B946C40C4"/>
    <w:rsid w:val="007652BD"/>
  </w:style>
  <w:style w:type="paragraph" w:customStyle="1" w:styleId="C928C116C0EF491384C3B39EE8A20028">
    <w:name w:val="C928C116C0EF491384C3B39EE8A20028"/>
    <w:rsid w:val="007652BD"/>
  </w:style>
  <w:style w:type="paragraph" w:customStyle="1" w:styleId="9395F05C309A46E2B276ACF368291F38">
    <w:name w:val="9395F05C309A46E2B276ACF368291F38"/>
    <w:rsid w:val="007652BD"/>
  </w:style>
  <w:style w:type="paragraph" w:customStyle="1" w:styleId="D9E4FCD6E77C413D881C8965E3126DBF">
    <w:name w:val="D9E4FCD6E77C413D881C8965E3126DBF"/>
    <w:rsid w:val="007652BD"/>
  </w:style>
  <w:style w:type="paragraph" w:customStyle="1" w:styleId="62DC35DA80534E569B1BF5C5695204EC">
    <w:name w:val="62DC35DA80534E569B1BF5C5695204EC"/>
    <w:rsid w:val="007652BD"/>
  </w:style>
  <w:style w:type="paragraph" w:customStyle="1" w:styleId="5CD469BBB20E4160B18A1A4065D5F2A4">
    <w:name w:val="5CD469BBB20E4160B18A1A4065D5F2A4"/>
    <w:rsid w:val="007652BD"/>
  </w:style>
  <w:style w:type="paragraph" w:customStyle="1" w:styleId="C0FA656CF9204E4489E476A749A23233">
    <w:name w:val="C0FA656CF9204E4489E476A749A23233"/>
    <w:rsid w:val="007652BD"/>
  </w:style>
  <w:style w:type="paragraph" w:customStyle="1" w:styleId="BB9806D47BBC48E4B03E7EABEE3C4B24">
    <w:name w:val="BB9806D47BBC48E4B03E7EABEE3C4B24"/>
    <w:rsid w:val="007652BD"/>
  </w:style>
  <w:style w:type="paragraph" w:customStyle="1" w:styleId="A95C5F35513B4CF588BC09885437BE1A">
    <w:name w:val="A95C5F35513B4CF588BC09885437BE1A"/>
    <w:rsid w:val="003C3B66"/>
  </w:style>
  <w:style w:type="paragraph" w:customStyle="1" w:styleId="C694B6DCE3FA442D8CAC8062A2D5F5D2">
    <w:name w:val="C694B6DCE3FA442D8CAC8062A2D5F5D2"/>
    <w:rsid w:val="003C3B66"/>
  </w:style>
  <w:style w:type="paragraph" w:customStyle="1" w:styleId="28C8F36BB9C04EFFB3DDFA86A99FB627">
    <w:name w:val="28C8F36BB9C04EFFB3DDFA86A99FB627"/>
    <w:rsid w:val="007E6F4F"/>
  </w:style>
  <w:style w:type="paragraph" w:customStyle="1" w:styleId="ACCAEBB34ED04197B23432EBA426CF0F">
    <w:name w:val="ACCAEBB34ED04197B23432EBA426CF0F"/>
    <w:rsid w:val="007E6F4F"/>
  </w:style>
  <w:style w:type="paragraph" w:customStyle="1" w:styleId="87FB279A67204B578A9A8315FBDBEBBE">
    <w:name w:val="87FB279A67204B578A9A8315FBDBEBBE"/>
    <w:rsid w:val="007E6F4F"/>
  </w:style>
  <w:style w:type="paragraph" w:customStyle="1" w:styleId="57BEBA2949A24E8CB7D55CA171A0C5AE">
    <w:name w:val="57BEBA2949A24E8CB7D55CA171A0C5AE"/>
    <w:rsid w:val="007E6F4F"/>
  </w:style>
  <w:style w:type="paragraph" w:customStyle="1" w:styleId="96AF6A20DF334EE9A3EA4C0B45EE9FD0">
    <w:name w:val="96AF6A20DF334EE9A3EA4C0B45EE9FD0"/>
    <w:rsid w:val="007E6F4F"/>
  </w:style>
  <w:style w:type="paragraph" w:customStyle="1" w:styleId="704074B492744B4CB106A384D24D77EC">
    <w:name w:val="704074B492744B4CB106A384D24D77EC"/>
    <w:rsid w:val="007E6F4F"/>
  </w:style>
  <w:style w:type="paragraph" w:customStyle="1" w:styleId="60DCC1A707D64838BBA3A1B7BD474A7B">
    <w:name w:val="60DCC1A707D64838BBA3A1B7BD474A7B"/>
    <w:rsid w:val="007E6F4F"/>
  </w:style>
  <w:style w:type="paragraph" w:customStyle="1" w:styleId="F432CAD1384744B792BCBC1B6FA82F58">
    <w:name w:val="F432CAD1384744B792BCBC1B6FA82F58"/>
    <w:rsid w:val="007E6F4F"/>
  </w:style>
  <w:style w:type="paragraph" w:customStyle="1" w:styleId="0E668753B17541EE85493D363A253F30">
    <w:name w:val="0E668753B17541EE85493D363A253F30"/>
    <w:rsid w:val="007E6F4F"/>
  </w:style>
  <w:style w:type="paragraph" w:customStyle="1" w:styleId="520665B2FFCC4F9AB9A7EDB6E054B8D4">
    <w:name w:val="520665B2FFCC4F9AB9A7EDB6E054B8D4"/>
    <w:rsid w:val="007E6F4F"/>
  </w:style>
  <w:style w:type="paragraph" w:customStyle="1" w:styleId="50452644B823424FA7807C8AAC422AFE">
    <w:name w:val="50452644B823424FA7807C8AAC422AFE"/>
    <w:rsid w:val="007E6F4F"/>
  </w:style>
  <w:style w:type="paragraph" w:customStyle="1" w:styleId="64CCCCBDCF68446E896EE791387220D6">
    <w:name w:val="64CCCCBDCF68446E896EE791387220D6"/>
    <w:rsid w:val="007E6F4F"/>
  </w:style>
  <w:style w:type="paragraph" w:customStyle="1" w:styleId="8B82D97AE343429D91969BB58EAE2811">
    <w:name w:val="8B82D97AE343429D91969BB58EAE2811"/>
    <w:rsid w:val="007E6F4F"/>
  </w:style>
  <w:style w:type="paragraph" w:customStyle="1" w:styleId="830CAE8BF4E74D49874A47AEB0767673">
    <w:name w:val="830CAE8BF4E74D49874A47AEB0767673"/>
    <w:rsid w:val="007E6F4F"/>
  </w:style>
  <w:style w:type="paragraph" w:customStyle="1" w:styleId="2C20228BE6214A689F43E33228C75905">
    <w:name w:val="2C20228BE6214A689F43E33228C75905"/>
    <w:rsid w:val="007E6F4F"/>
  </w:style>
  <w:style w:type="paragraph" w:customStyle="1" w:styleId="D96945FA850B4B48A4AD10043CD432BB">
    <w:name w:val="D96945FA850B4B48A4AD10043CD432BB"/>
    <w:rsid w:val="007E6F4F"/>
  </w:style>
  <w:style w:type="paragraph" w:customStyle="1" w:styleId="CC29C485E27D48B4965FDA34CFC6FD15">
    <w:name w:val="CC29C485E27D48B4965FDA34CFC6FD15"/>
    <w:rsid w:val="007E6F4F"/>
  </w:style>
  <w:style w:type="paragraph" w:customStyle="1" w:styleId="FF28BED57262459D822A325C77960C8B">
    <w:name w:val="FF28BED57262459D822A325C77960C8B"/>
    <w:rsid w:val="007E6F4F"/>
  </w:style>
  <w:style w:type="paragraph" w:customStyle="1" w:styleId="F341D676A4B942B6B2D82B5893CEAD98">
    <w:name w:val="F341D676A4B942B6B2D82B5893CEAD98"/>
    <w:rsid w:val="007E6F4F"/>
  </w:style>
  <w:style w:type="paragraph" w:customStyle="1" w:styleId="8935CD198EF74E85B321D3C470603479">
    <w:name w:val="8935CD198EF74E85B321D3C470603479"/>
    <w:rsid w:val="007E6F4F"/>
  </w:style>
  <w:style w:type="paragraph" w:customStyle="1" w:styleId="6FFCC20EB613471290103315A9CBD3AC">
    <w:name w:val="6FFCC20EB613471290103315A9CBD3AC"/>
    <w:rsid w:val="007E6F4F"/>
  </w:style>
  <w:style w:type="paragraph" w:customStyle="1" w:styleId="325816474F25449E8E3A8396F45D2493">
    <w:name w:val="325816474F25449E8E3A8396F45D2493"/>
    <w:rsid w:val="007E6F4F"/>
  </w:style>
  <w:style w:type="paragraph" w:customStyle="1" w:styleId="8629D9A41D1F45E3B96A99A05C7EA12E">
    <w:name w:val="8629D9A41D1F45E3B96A99A05C7EA12E"/>
    <w:rsid w:val="007E6F4F"/>
  </w:style>
  <w:style w:type="paragraph" w:customStyle="1" w:styleId="CB40A3B3D83445B1BE38041DC9AF5AF5">
    <w:name w:val="CB40A3B3D83445B1BE38041DC9AF5AF5"/>
    <w:rsid w:val="007E6F4F"/>
  </w:style>
  <w:style w:type="paragraph" w:customStyle="1" w:styleId="D36E535556864B45B60E1C12C2546308">
    <w:name w:val="D36E535556864B45B60E1C12C2546308"/>
    <w:rsid w:val="007E6F4F"/>
  </w:style>
  <w:style w:type="paragraph" w:customStyle="1" w:styleId="5A16759719464CC19559340C05ABB79F">
    <w:name w:val="5A16759719464CC19559340C05ABB79F"/>
    <w:rsid w:val="007E6F4F"/>
  </w:style>
  <w:style w:type="paragraph" w:customStyle="1" w:styleId="294B11F889804DE79987F4339B691E9D">
    <w:name w:val="294B11F889804DE79987F4339B691E9D"/>
    <w:rsid w:val="007E6F4F"/>
  </w:style>
  <w:style w:type="paragraph" w:customStyle="1" w:styleId="8CD46E86C27A42409AC96F5F8743B2BD">
    <w:name w:val="8CD46E86C27A42409AC96F5F8743B2BD"/>
    <w:rsid w:val="007E6F4F"/>
  </w:style>
  <w:style w:type="paragraph" w:customStyle="1" w:styleId="C8E26787B3074328AD5FF1AA65BFA06A">
    <w:name w:val="C8E26787B3074328AD5FF1AA65BFA06A"/>
    <w:rsid w:val="007E6F4F"/>
  </w:style>
  <w:style w:type="paragraph" w:customStyle="1" w:styleId="0DBC6012945E412B83B035B8F97BDE13">
    <w:name w:val="0DBC6012945E412B83B035B8F97BDE13"/>
    <w:rsid w:val="007E6F4F"/>
  </w:style>
  <w:style w:type="paragraph" w:customStyle="1" w:styleId="A9C18CEDC9744F548B6311A53754AF7E">
    <w:name w:val="A9C18CEDC9744F548B6311A53754AF7E"/>
    <w:rsid w:val="007E6F4F"/>
  </w:style>
  <w:style w:type="paragraph" w:customStyle="1" w:styleId="D514A1D51BE349E1A36F1B3014C0E498">
    <w:name w:val="D514A1D51BE349E1A36F1B3014C0E498"/>
    <w:rsid w:val="007E6F4F"/>
  </w:style>
  <w:style w:type="paragraph" w:customStyle="1" w:styleId="6EDF5D6184614582B3D8A73D78C63A4A">
    <w:name w:val="6EDF5D6184614582B3D8A73D78C63A4A"/>
    <w:rsid w:val="007E6F4F"/>
  </w:style>
  <w:style w:type="paragraph" w:customStyle="1" w:styleId="C697E0F5AE0042C487B3F7335E64791B">
    <w:name w:val="C697E0F5AE0042C487B3F7335E64791B"/>
    <w:rsid w:val="007E6F4F"/>
  </w:style>
  <w:style w:type="paragraph" w:customStyle="1" w:styleId="2DDD4DC51F6C4364B6965F85A70AC362">
    <w:name w:val="2DDD4DC51F6C4364B6965F85A70AC362"/>
    <w:rsid w:val="007E6F4F"/>
  </w:style>
  <w:style w:type="paragraph" w:customStyle="1" w:styleId="205A543B7AA84F22848BEFF1632783F4">
    <w:name w:val="205A543B7AA84F22848BEFF1632783F4"/>
    <w:rsid w:val="007E6F4F"/>
  </w:style>
  <w:style w:type="paragraph" w:customStyle="1" w:styleId="456825EB38784E909D481A51FBC4D80B">
    <w:name w:val="456825EB38784E909D481A51FBC4D80B"/>
    <w:rsid w:val="007E6F4F"/>
  </w:style>
  <w:style w:type="paragraph" w:customStyle="1" w:styleId="134BCFEE8DB04A0199C5D13521EA80D2">
    <w:name w:val="134BCFEE8DB04A0199C5D13521EA80D2"/>
    <w:rsid w:val="007E6F4F"/>
  </w:style>
  <w:style w:type="paragraph" w:customStyle="1" w:styleId="E06AE66BCD69402D9260F56064854B40">
    <w:name w:val="E06AE66BCD69402D9260F56064854B40"/>
    <w:rsid w:val="007E6F4F"/>
  </w:style>
  <w:style w:type="paragraph" w:customStyle="1" w:styleId="1DA56E57DEDC44F994C387B555C4B1BE">
    <w:name w:val="1DA56E57DEDC44F994C387B555C4B1BE"/>
    <w:rsid w:val="007E6F4F"/>
  </w:style>
  <w:style w:type="paragraph" w:customStyle="1" w:styleId="6B62812D680344A8803F179AA4FDD05A">
    <w:name w:val="6B62812D680344A8803F179AA4FDD05A"/>
    <w:rsid w:val="007E6F4F"/>
  </w:style>
  <w:style w:type="paragraph" w:customStyle="1" w:styleId="6A75C9D13F1746899C330DA78B0A37CA">
    <w:name w:val="6A75C9D13F1746899C330DA78B0A37CA"/>
    <w:rsid w:val="007E6F4F"/>
  </w:style>
  <w:style w:type="paragraph" w:customStyle="1" w:styleId="8AAC9A6B82A1452B92574A744C6E19C4">
    <w:name w:val="8AAC9A6B82A1452B92574A744C6E19C4"/>
    <w:rsid w:val="007E6F4F"/>
  </w:style>
  <w:style w:type="paragraph" w:customStyle="1" w:styleId="40D9FE2B8ED6449F8B941B5B71BFD2F4">
    <w:name w:val="40D9FE2B8ED6449F8B941B5B71BFD2F4"/>
    <w:rsid w:val="007E6F4F"/>
  </w:style>
  <w:style w:type="paragraph" w:customStyle="1" w:styleId="7BCCFD4CB60D4EEA8F9FD6BF08065D5A">
    <w:name w:val="7BCCFD4CB60D4EEA8F9FD6BF08065D5A"/>
    <w:rsid w:val="007E6F4F"/>
  </w:style>
  <w:style w:type="paragraph" w:customStyle="1" w:styleId="6E13D61AB3784933BEFF63C333049EE8">
    <w:name w:val="6E13D61AB3784933BEFF63C333049EE8"/>
    <w:rsid w:val="007E6F4F"/>
  </w:style>
  <w:style w:type="paragraph" w:customStyle="1" w:styleId="F660EA66A1004F31AD915A55D8C56B58">
    <w:name w:val="F660EA66A1004F31AD915A55D8C56B58"/>
    <w:rsid w:val="007E6F4F"/>
  </w:style>
  <w:style w:type="paragraph" w:customStyle="1" w:styleId="6C2861443B77448189E094DD64988418">
    <w:name w:val="6C2861443B77448189E094DD64988418"/>
    <w:rsid w:val="007E6F4F"/>
  </w:style>
  <w:style w:type="paragraph" w:customStyle="1" w:styleId="023C9DA39DBD40B495EB0DA689A5B593">
    <w:name w:val="023C9DA39DBD40B495EB0DA689A5B593"/>
    <w:rsid w:val="007E6F4F"/>
  </w:style>
  <w:style w:type="paragraph" w:customStyle="1" w:styleId="795F4C50AC5B4BB185978AB2AF9CE68F">
    <w:name w:val="795F4C50AC5B4BB185978AB2AF9CE68F"/>
    <w:rsid w:val="007E6F4F"/>
  </w:style>
  <w:style w:type="paragraph" w:customStyle="1" w:styleId="B6C99F61064A4E65A7F83D563AA154D3">
    <w:name w:val="B6C99F61064A4E65A7F83D563AA154D3"/>
    <w:rsid w:val="007E6F4F"/>
  </w:style>
  <w:style w:type="paragraph" w:customStyle="1" w:styleId="9AC1BB9ACA704F5DB9F6CB9994163A48">
    <w:name w:val="9AC1BB9ACA704F5DB9F6CB9994163A48"/>
    <w:rsid w:val="007E6F4F"/>
  </w:style>
  <w:style w:type="paragraph" w:customStyle="1" w:styleId="AC8E6CD60C4E4A068F9B695F1C8300FA">
    <w:name w:val="AC8E6CD60C4E4A068F9B695F1C8300FA"/>
    <w:rsid w:val="007E6F4F"/>
  </w:style>
  <w:style w:type="paragraph" w:customStyle="1" w:styleId="56BAC603008E47D2A68BFCB11F8038D3">
    <w:name w:val="56BAC603008E47D2A68BFCB11F8038D3"/>
    <w:rsid w:val="007E6F4F"/>
  </w:style>
  <w:style w:type="paragraph" w:customStyle="1" w:styleId="D9AB935ECD1F46AD979C812C9FC99CB6">
    <w:name w:val="D9AB935ECD1F46AD979C812C9FC99CB6"/>
    <w:rsid w:val="007E6F4F"/>
  </w:style>
  <w:style w:type="paragraph" w:customStyle="1" w:styleId="5C0AC28E2E0A4C39A9383F725ADD8DFB">
    <w:name w:val="5C0AC28E2E0A4C39A9383F725ADD8DFB"/>
    <w:rsid w:val="007E6F4F"/>
  </w:style>
  <w:style w:type="paragraph" w:customStyle="1" w:styleId="CD85BE5923064BF1BA5CA85EAC67284F">
    <w:name w:val="CD85BE5923064BF1BA5CA85EAC67284F"/>
    <w:rsid w:val="007E6F4F"/>
  </w:style>
  <w:style w:type="paragraph" w:customStyle="1" w:styleId="B91B411E61714518989DA6CA5DA77A8A">
    <w:name w:val="B91B411E61714518989DA6CA5DA77A8A"/>
    <w:rsid w:val="007E6F4F"/>
  </w:style>
  <w:style w:type="paragraph" w:customStyle="1" w:styleId="4B3704B78FEC4ED2BAAB3941DAA32FA6">
    <w:name w:val="4B3704B78FEC4ED2BAAB3941DAA32FA6"/>
    <w:rsid w:val="007E6F4F"/>
  </w:style>
  <w:style w:type="paragraph" w:customStyle="1" w:styleId="AF456FB2063F48D38ED24F041CB293C9">
    <w:name w:val="AF456FB2063F48D38ED24F041CB293C9"/>
    <w:rsid w:val="007E6F4F"/>
  </w:style>
  <w:style w:type="paragraph" w:customStyle="1" w:styleId="EA9E7FDF2AC040D09E0875564683E796">
    <w:name w:val="EA9E7FDF2AC040D09E0875564683E796"/>
    <w:rsid w:val="007E6F4F"/>
  </w:style>
  <w:style w:type="paragraph" w:customStyle="1" w:styleId="0D68AF7EE20F46A593CA3E7A1FEBAEBD">
    <w:name w:val="0D68AF7EE20F46A593CA3E7A1FEBAEBD"/>
    <w:rsid w:val="007E6F4F"/>
  </w:style>
  <w:style w:type="paragraph" w:customStyle="1" w:styleId="39FBD9B141EB47108E942BD09A4CFD70">
    <w:name w:val="39FBD9B141EB47108E942BD09A4CFD70"/>
    <w:rsid w:val="007E6F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e2555c81638466f9eb614edb9ecde52 xmlns="498945f5-0448-4b4c-97d9-fcd4d7a5a1b1">
      <Terms xmlns="http://schemas.microsoft.com/office/infopath/2007/PartnerControls">
        <TermInfo xmlns="http://schemas.microsoft.com/office/infopath/2007/PartnerControls">
          <TermName>Template</TermName>
          <TermId>9b48ba34-650a-488d-9fe8-e5181e10b797</TermId>
        </TermInfo>
      </Terms>
    </pe2555c81638466f9eb614edb9ecde52>
    <a3abd1c0c7bd4d66b784ef4fa32239ba xmlns="498945f5-0448-4b4c-97d9-fcd4d7a5a1b1">
      <Terms xmlns="http://schemas.microsoft.com/office/infopath/2007/PartnerControls"/>
    </a3abd1c0c7bd4d66b784ef4fa32239ba>
    <TaxCatchAll xmlns="498945f5-0448-4b4c-97d9-fcd4d7a5a1b1">
      <Value>469</Value>
      <Value>131</Value>
      <Value>3</Value>
      <Value>411</Value>
      <Value>917</Value>
    </TaxCatchAll>
    <g7cee4c3f49f4a8d957fe196d6fcc5b5 xmlns="498945f5-0448-4b4c-97d9-fcd4d7a5a1b1">
      <Terms xmlns="http://schemas.microsoft.com/office/infopath/2007/PartnerControls"/>
    </g7cee4c3f49f4a8d957fe196d6fcc5b5>
    <gb3e33fa1e184cc8a6b903667b37349e xmlns="498945f5-0448-4b4c-97d9-fcd4d7a5a1b1">
      <Terms xmlns="http://schemas.microsoft.com/office/infopath/2007/PartnerControls"/>
    </gb3e33fa1e184cc8a6b903667b37349e>
    <g7bcb40ba23249a78edca7d43a67c1c9 xmlns="498945f5-0448-4b4c-97d9-fcd4d7a5a1b1">
      <Terms xmlns="http://schemas.microsoft.com/office/infopath/2007/PartnerControls"/>
    </g7bcb40ba23249a78edca7d43a67c1c9>
    <g4ab3527caee4a08a8dfe7a94016710e xmlns="498945f5-0448-4b4c-97d9-fcd4d7a5a1b1">
      <Terms xmlns="http://schemas.microsoft.com/office/infopath/2007/PartnerControls"/>
    </g4ab3527caee4a08a8dfe7a94016710e>
    <kd778f5e510a4594a7afeace431f608b xmlns="498945f5-0448-4b4c-97d9-fcd4d7a5a1b1">
      <Terms xmlns="http://schemas.microsoft.com/office/infopath/2007/PartnerControls">
        <TermInfo xmlns="http://schemas.microsoft.com/office/infopath/2007/PartnerControls">
          <TermName>Australian Jobs Act 2013</TermName>
          <TermId>de541470-8165-45cb-854e-56057fb9bc95</TermId>
        </TermInfo>
      </Terms>
    </kd778f5e510a4594a7afeace431f608b>
    <d0152e49f1a7499baf10632c118877c0 xmlns="498945f5-0448-4b4c-97d9-fcd4d7a5a1b1">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1533ee51-5320-46f9-b82f-5cafb7ad3cfc</TermId>
        </TermInfo>
      </Terms>
    </d0152e49f1a7499baf10632c118877c0>
    <h562caa41cd8435eb8b6f0bdc23e20a9 xmlns="498945f5-0448-4b4c-97d9-fcd4d7a5a1b1">
      <Terms xmlns="http://schemas.microsoft.com/office/infopath/2007/PartnerControls"/>
    </h562caa41cd8435eb8b6f0bdc23e20a9>
    <n99e4c9942c6404eb103464a00e6097b xmlns="498945f5-0448-4b4c-97d9-fcd4d7a5a1b1">
      <Terms xmlns="http://schemas.microsoft.com/office/infopath/2007/PartnerControls">
        <TermInfo xmlns="http://schemas.microsoft.com/office/infopath/2007/PartnerControls">
          <TermName xmlns="http://schemas.microsoft.com/office/infopath/2007/PartnerControls">2019</TermName>
          <TermId xmlns="http://schemas.microsoft.com/office/infopath/2007/PartnerControls">7e451fe0-4dc6-437a-a849-bab7965a9aee</TermId>
        </TermInfo>
      </Terms>
    </n99e4c9942c6404eb103464a00e6097b>
    <adb9bed2e36e4a93af574aeb444da63e xmlns="498945f5-0448-4b4c-97d9-fcd4d7a5a1b1">
      <Terms xmlns="http://schemas.microsoft.com/office/infopath/2007/PartnerControls"/>
    </adb9bed2e36e4a93af574aeb444da63e>
    <DocHub_PDMSNumber xmlns="498945f5-0448-4b4c-97d9-fcd4d7a5a1b1" xsi:nil="true"/>
    <aa25a1a23adf4c92a153145de6afe324 xmlns="498945f5-0448-4b4c-97d9-fcd4d7a5a1b1">
      <Terms xmlns="http://schemas.microsoft.com/office/infopath/2007/PartnerControls">
        <TermInfo xmlns="http://schemas.microsoft.com/office/infopath/2007/PartnerControls">
          <TermName>UNCLASSIFIED</TermName>
          <TermId>6106d03b-a1a0-4e30-9d91-d5e9fb4314f9</TermId>
        </TermInfo>
      </Terms>
    </aa25a1a23adf4c92a153145de6afe324>
    <Comments xmlns="http://schemas.microsoft.com/sharepoint/v3" xsi:nil="true"/>
    <_dlc_DocId xmlns="498945f5-0448-4b4c-97d9-fcd4d7a5a1b1">A3PSR54DD4M5-1752746618-568</_dlc_DocId>
    <_dlc_DocIdUrl xmlns="498945f5-0448-4b4c-97d9-fcd4d7a5a1b1">
      <Url>https://dochub/div/sectoralgrowthpolicy/businessfunctions/australianindustryparticipation/policydevelopment/_layouts/15/DocIdRedir.aspx?ID=A3PSR54DD4M5-1752746618-568</Url>
      <Description>A3PSR54DD4M5-1752746618-568</Description>
    </_dlc_DocIdUrl>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75B0F898161E45841419861F54F501" ma:contentTypeVersion="29" ma:contentTypeDescription="Create a new document." ma:contentTypeScope="" ma:versionID="7d81e5f19f1b2829b07f0a4cf83c336c">
  <xsd:schema xmlns:xsd="http://www.w3.org/2001/XMLSchema" xmlns:xs="http://www.w3.org/2001/XMLSchema" xmlns:p="http://schemas.microsoft.com/office/2006/metadata/properties" xmlns:ns1="http://schemas.microsoft.com/sharepoint/v3" xmlns:ns2="498945f5-0448-4b4c-97d9-fcd4d7a5a1b1" xmlns:ns3="http://schemas.microsoft.com/sharepoint/v4" targetNamespace="http://schemas.microsoft.com/office/2006/metadata/properties" ma:root="true" ma:fieldsID="d334d993c197e5458b23fd9d3288116c" ns1:_="" ns2:_="" ns3:_="">
    <xsd:import namespace="http://schemas.microsoft.com/sharepoint/v3"/>
    <xsd:import namespace="498945f5-0448-4b4c-97d9-fcd4d7a5a1b1"/>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2:DocHub_PDMSNumber" minOccurs="0"/>
                <xsd:element ref="ns2:kd778f5e510a4594a7afeace431f608b" minOccurs="0"/>
                <xsd:element ref="ns2:d0152e49f1a7499baf10632c118877c0" minOccurs="0"/>
                <xsd:element ref="ns2:g7cee4c3f49f4a8d957fe196d6fcc5b5" minOccurs="0"/>
                <xsd:element ref="ns2:a3abd1c0c7bd4d66b784ef4fa32239ba" minOccurs="0"/>
                <xsd:element ref="ns2:g4ab3527caee4a08a8dfe7a94016710e" minOccurs="0"/>
                <xsd:element ref="ns2:gb3e33fa1e184cc8a6b903667b37349e" minOccurs="0"/>
                <xsd:element ref="ns2:h562caa41cd8435eb8b6f0bdc23e20a9" minOccurs="0"/>
                <xsd:element ref="ns2:SharedWithUser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8945f5-0448-4b4c-97d9-fcd4d7a5a1b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32c53e56-ba7a-482a-8980-6f177a156077}" ma:internalName="TaxCatchAll" ma:showField="CatchAllData" ma:web="498945f5-0448-4b4c-97d9-fcd4d7a5a1b1">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2bfc713d-067c-4d39-b284-75f65e0f335d"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element name="DocHub_PDMSNumber" ma:index="23" nillable="true" ma:displayName="PDMS Number" ma:description="Parliamentary Document Management System (PDMS) Reference Number" ma:internalName="DocHub_PDMSNumber">
      <xsd:simpleType>
        <xsd:restriction base="dms:Text"/>
      </xsd:simpleType>
    </xsd:element>
    <xsd:element name="kd778f5e510a4594a7afeace431f608b" ma:index="25" nillable="true" ma:taxonomy="true" ma:internalName="kd778f5e510a4594a7afeace431f608b" ma:taxonomyFieldName="DocHub_AIPCategory" ma:displayName="AIP Category" ma:default="" ma:fieldId="{4d778f5e-510a-4594-a7af-eace431f608b}" ma:sspId="fb0313f7-9433-48c0-866e-9e0bbee59a50" ma:termSetId="dfe8a085-28b5-4b66-bdbb-e17f0c2f9be6" ma:anchorId="00000000-0000-0000-0000-000000000000" ma:open="false" ma:isKeyword="false">
      <xsd:complexType>
        <xsd:sequence>
          <xsd:element ref="pc:Terms" minOccurs="0" maxOccurs="1"/>
        </xsd:sequence>
      </xsd:complexType>
    </xsd:element>
    <xsd:element name="d0152e49f1a7499baf10632c118877c0" ma:index="27" nillable="true" ma:taxonomy="true" ma:internalName="d0152e49f1a7499baf10632c118877c0" ma:taxonomyFieldName="DocHub_DocStatus" ma:displayName="Document Status" ma:default="" ma:fieldId="{d0152e49-f1a7-499b-af10-632c118877c0}" ma:sspId="fb0313f7-9433-48c0-866e-9e0bbee59a50" ma:termSetId="8aea78b8-ceb9-40f2-be8e-77cb01b41da4" ma:anchorId="00000000-0000-0000-0000-000000000000" ma:open="false" ma:isKeyword="false">
      <xsd:complexType>
        <xsd:sequence>
          <xsd:element ref="pc:Terms" minOccurs="0" maxOccurs="1"/>
        </xsd:sequence>
      </xsd:complexType>
    </xsd:element>
    <xsd:element name="g7cee4c3f49f4a8d957fe196d6fcc5b5" ma:index="29" nillable="true" ma:taxonomy="true" ma:internalName="g7cee4c3f49f4a8d957fe196d6fcc5b5" ma:taxonomyFieldName="DocHub_GovernmentEntities" ma:displayName="Government Entities" ma:fieldId="{07cee4c3-f49f-4a8d-957f-e196d6fcc5b5}" ma:taxonomyMulti="true" ma:sspId="fb0313f7-9433-48c0-866e-9e0bbee59a50" ma:termSetId="dadb9b88-24b6-471a-9d1e-c062637f92ad" ma:anchorId="00000000-0000-0000-0000-000000000000" ma:open="false" ma:isKeyword="false">
      <xsd:complexType>
        <xsd:sequence>
          <xsd:element ref="pc:Terms" minOccurs="0" maxOccurs="1"/>
        </xsd:sequence>
      </xsd:complexType>
    </xsd:element>
    <xsd:element name="a3abd1c0c7bd4d66b784ef4fa32239ba" ma:index="31" nillable="true" ma:taxonomy="true" ma:internalName="a3abd1c0c7bd4d66b784ef4fa32239ba" ma:taxonomyFieldName="DocHub_AIPProcess" ma:displayName="AIP Process" ma:default="" ma:fieldId="{a3abd1c0-c7bd-4d66-b784-ef4fa32239ba}" ma:sspId="fb0313f7-9433-48c0-866e-9e0bbee59a50" ma:termSetId="1a7deb33-59d4-4b99-bd59-ca7b05e42290" ma:anchorId="00000000-0000-0000-0000-000000000000" ma:open="false" ma:isKeyword="false">
      <xsd:complexType>
        <xsd:sequence>
          <xsd:element ref="pc:Terms" minOccurs="0" maxOccurs="1"/>
        </xsd:sequence>
      </xsd:complexType>
    </xsd:element>
    <xsd:element name="g4ab3527caee4a08a8dfe7a94016710e" ma:index="33" nillable="true" ma:taxonomy="true" ma:internalName="g4ab3527caee4a08a8dfe7a94016710e" ma:taxonomyFieldName="DocHub_ProjectProponent" ma:displayName="Project Proponent" ma:default="" ma:fieldId="{04ab3527-caee-4a08-a8df-e7a94016710e}" ma:sspId="fb0313f7-9433-48c0-866e-9e0bbee59a50" ma:termSetId="f0e9ecc6-7dbc-49d9-818e-f50741715af0" ma:anchorId="00000000-0000-0000-0000-000000000000" ma:open="false" ma:isKeyword="false">
      <xsd:complexType>
        <xsd:sequence>
          <xsd:element ref="pc:Terms" minOccurs="0" maxOccurs="1"/>
        </xsd:sequence>
      </xsd:complexType>
    </xsd:element>
    <xsd:element name="gb3e33fa1e184cc8a6b903667b37349e" ma:index="35" nillable="true" ma:taxonomy="true" ma:internalName="gb3e33fa1e184cc8a6b903667b37349e" ma:taxonomyFieldName="DocHub_Sector" ma:displayName="Sector" ma:default="" ma:fieldId="{0b3e33fa-1e18-4cc8-a6b9-03667b37349e}" ma:sspId="fb0313f7-9433-48c0-866e-9e0bbee59a50" ma:termSetId="0cba73ab-1548-411a-aa45-77f815974a08" ma:anchorId="00000000-0000-0000-0000-000000000000" ma:open="false" ma:isKeyword="false">
      <xsd:complexType>
        <xsd:sequence>
          <xsd:element ref="pc:Terms" minOccurs="0" maxOccurs="1"/>
        </xsd:sequence>
      </xsd:complexType>
    </xsd:element>
    <xsd:element name="h562caa41cd8435eb8b6f0bdc23e20a9" ma:index="36" nillable="true" ma:taxonomy="true" ma:internalName="h562caa41cd8435eb8b6f0bdc23e20a9" ma:taxonomyFieldName="DocHub_BriefingCorrespondenceType" ma:displayName="Briefing / Correspondence Type" ma:fieldId="{1562caa4-1cd8-435e-b8b6-f0bdc23e20a9}" ma:sspId="fb0313f7-9433-48c0-866e-9e0bbee59a50" ma:termSetId="caaae84e-cb57-45e4-b635-a2aae71a9e6c" ma:anchorId="00000000-0000-0000-0000-000000000000" ma:open="false" ma:isKeyword="false">
      <xsd:complexType>
        <xsd:sequence>
          <xsd:element ref="pc:Terms" minOccurs="0" maxOccurs="1"/>
        </xsd:sequence>
      </xsd:complexType>
    </xsd:element>
    <xsd:element name="SharedWithUsers" ma:index="3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2CFB8-A0A4-41EF-8977-7E29061B3831}">
  <ds:schemaRefs>
    <ds:schemaRef ds:uri="http://schemas.microsoft.com/sharepoint/events"/>
  </ds:schemaRefs>
</ds:datastoreItem>
</file>

<file path=customXml/itemProps2.xml><?xml version="1.0" encoding="utf-8"?>
<ds:datastoreItem xmlns:ds="http://schemas.openxmlformats.org/officeDocument/2006/customXml" ds:itemID="{D4A66B49-7CC4-443E-B521-62DA4BD90DB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microsoft.com/sharepoint/v4"/>
    <ds:schemaRef ds:uri="http://purl.org/dc/terms/"/>
    <ds:schemaRef ds:uri="498945f5-0448-4b4c-97d9-fcd4d7a5a1b1"/>
    <ds:schemaRef ds:uri="http://www.w3.org/XML/1998/namespace"/>
    <ds:schemaRef ds:uri="http://purl.org/dc/dcmitype/"/>
  </ds:schemaRefs>
</ds:datastoreItem>
</file>

<file path=customXml/itemProps3.xml><?xml version="1.0" encoding="utf-8"?>
<ds:datastoreItem xmlns:ds="http://schemas.openxmlformats.org/officeDocument/2006/customXml" ds:itemID="{FEAF05A6-614D-41C0-9666-CBD205625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98945f5-0448-4b4c-97d9-fcd4d7a5a1b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D136ED-8DBE-45EE-BD10-2B8FA6FF2CDE}">
  <ds:schemaRefs>
    <ds:schemaRef ds:uri="http://schemas.microsoft.com/sharepoint/v3/contenttype/forms"/>
  </ds:schemaRefs>
</ds:datastoreItem>
</file>

<file path=customXml/itemProps5.xml><?xml version="1.0" encoding="utf-8"?>
<ds:datastoreItem xmlns:ds="http://schemas.openxmlformats.org/officeDocument/2006/customXml" ds:itemID="{C979B3C8-285E-4DD0-A85B-673CE97DA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Jobs%20Act%20AIP%20plan%20Template%20revision%20May17</Template>
  <TotalTime>446</TotalTime>
  <Pages>24</Pages>
  <Words>5054</Words>
  <Characters>29081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AIP plan Template</vt:lpstr>
    </vt:vector>
  </TitlesOfParts>
  <Company>DIISRTE</Company>
  <LinksUpToDate>false</LinksUpToDate>
  <CharactersWithSpaces>34067</CharactersWithSpaces>
  <SharedDoc>false</SharedDoc>
  <HLinks>
    <vt:vector size="6" baseType="variant">
      <vt:variant>
        <vt:i4>983161</vt:i4>
      </vt:variant>
      <vt:variant>
        <vt:i4>-1</vt:i4>
      </vt:variant>
      <vt:variant>
        <vt:i4>2053</vt:i4>
      </vt:variant>
      <vt:variant>
        <vt:i4>1</vt:i4>
      </vt:variant>
      <vt:variant>
        <vt:lpwstr>Word black header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AIP plan Template</dc:title>
  <dc:creator>Swarbrick, Richard</dc:creator>
  <cp:keywords/>
  <dc:description/>
  <cp:lastModifiedBy>Swarbrick, Richard</cp:lastModifiedBy>
  <cp:revision>24</cp:revision>
  <cp:lastPrinted>2017-06-16T06:18:00Z</cp:lastPrinted>
  <dcterms:created xsi:type="dcterms:W3CDTF">2019-06-28T08:15:00Z</dcterms:created>
  <dcterms:modified xsi:type="dcterms:W3CDTF">2019-07-03T07:43:00Z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0x010100D575B0F898161E45841419861F54F501</vt:lpwstr>
  </property>
  <property fmtid="{D5CDD505-2E9C-101B-9397-08002B2CF9AE}" pid="7" name="DocHub_Year">
    <vt:lpwstr>917;#2019|7e451fe0-4dc6-437a-a849-bab7965a9aee</vt:lpwstr>
  </property>
  <property fmtid="{D5CDD505-2E9C-101B-9397-08002B2CF9AE}" pid="8" name="DocHub_DocStatus">
    <vt:lpwstr>411;#Draft|1533ee51-5320-46f9-b82f-5cafb7ad3cfc</vt:lpwstr>
  </property>
  <property fmtid="{D5CDD505-2E9C-101B-9397-08002B2CF9AE}" pid="9" name="DocHub_ProjectProponent">
    <vt:lpwstr/>
  </property>
  <property fmtid="{D5CDD505-2E9C-101B-9397-08002B2CF9AE}" pid="10" name="DocHub_DocumentType">
    <vt:lpwstr>131;#Template|9b48ba34-650a-488d-9fe8-e5181e10b797</vt:lpwstr>
  </property>
  <property fmtid="{D5CDD505-2E9C-101B-9397-08002B2CF9AE}" pid="11" name="DocHub_SecurityClassification">
    <vt:lpwstr>3;#UNCLASSIFIED|6106d03b-a1a0-4e30-9d91-d5e9fb4314f9</vt:lpwstr>
  </property>
  <property fmtid="{D5CDD505-2E9C-101B-9397-08002B2CF9AE}" pid="12" name="DocHub_AIPProcess">
    <vt:lpwstr/>
  </property>
  <property fmtid="{D5CDD505-2E9C-101B-9397-08002B2CF9AE}" pid="13" name="DocHub_GovernmentEntities">
    <vt:lpwstr/>
  </property>
  <property fmtid="{D5CDD505-2E9C-101B-9397-08002B2CF9AE}" pid="14" name="DocHub_Sector">
    <vt:lpwstr/>
  </property>
  <property fmtid="{D5CDD505-2E9C-101B-9397-08002B2CF9AE}" pid="15" name="DocHub_BriefingCorrespondenceType">
    <vt:lpwstr/>
  </property>
  <property fmtid="{D5CDD505-2E9C-101B-9397-08002B2CF9AE}" pid="16" name="DocHub_WorkActivity">
    <vt:lpwstr/>
  </property>
  <property fmtid="{D5CDD505-2E9C-101B-9397-08002B2CF9AE}" pid="17" name="DocHub_AIPCategory">
    <vt:lpwstr>469;#Australian Jobs Act 2013|de541470-8165-45cb-854e-56057fb9bc95</vt:lpwstr>
  </property>
  <property fmtid="{D5CDD505-2E9C-101B-9397-08002B2CF9AE}" pid="18" name="DocHub_Keywords">
    <vt:lpwstr/>
  </property>
  <property fmtid="{D5CDD505-2E9C-101B-9397-08002B2CF9AE}" pid="19" name="_dlc_DocIdItemGuid">
    <vt:lpwstr>421611c0-dc2b-4a93-9b07-b2c9358214a3</vt:lpwstr>
  </property>
</Properties>
</file>