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22196" w14:textId="087BB458" w:rsidR="00E45719" w:rsidRDefault="00E45719" w:rsidP="0078593E">
      <w:pPr>
        <w:pStyle w:val="Heading1"/>
      </w:pPr>
      <w:r w:rsidRPr="0078593E">
        <w:t>Australian</w:t>
      </w:r>
      <w:r>
        <w:t xml:space="preserve"> Industry Participation (AIP) </w:t>
      </w:r>
      <w:r w:rsidR="00CE4377">
        <w:t>p</w:t>
      </w:r>
      <w:bookmarkStart w:id="0" w:name="_GoBack"/>
      <w:bookmarkEnd w:id="0"/>
      <w:r>
        <w:t>lan Summary</w:t>
      </w:r>
      <w:r w:rsidR="008862FC">
        <w:t xml:space="preserve"> </w:t>
      </w:r>
      <w:r w:rsidR="0078593E">
        <w:t>–</w:t>
      </w:r>
      <w:r w:rsidR="008862FC">
        <w:t xml:space="preserve"> Project Phase</w:t>
      </w:r>
    </w:p>
    <w:p w14:paraId="262F4AE4" w14:textId="77777777" w:rsidR="00E45719" w:rsidRDefault="00E45719" w:rsidP="00E45719">
      <w:pPr>
        <w:pStyle w:val="Heading2"/>
      </w:pPr>
      <w:r>
        <w:t>1. Project Details</w:t>
      </w:r>
    </w:p>
    <w:p w14:paraId="7F58C6AB" w14:textId="7B81C7BF" w:rsidR="00E45719" w:rsidRDefault="00B332E7" w:rsidP="00E45719">
      <w:pPr>
        <w:rPr>
          <w:rStyle w:val="Strong"/>
        </w:rPr>
      </w:pPr>
      <w:r>
        <w:rPr>
          <w:rStyle w:val="Strong"/>
        </w:rPr>
        <w:t xml:space="preserve">Nominated </w:t>
      </w:r>
      <w:r w:rsidR="00DB210C">
        <w:rPr>
          <w:rStyle w:val="Strong"/>
        </w:rPr>
        <w:t>p</w:t>
      </w:r>
      <w:r w:rsidR="00700EBB">
        <w:rPr>
          <w:rStyle w:val="Strong"/>
        </w:rPr>
        <w:t xml:space="preserve">roject </w:t>
      </w:r>
      <w:r w:rsidR="00DB210C">
        <w:rPr>
          <w:rStyle w:val="Strong"/>
        </w:rPr>
        <w:t>p</w:t>
      </w:r>
      <w:r w:rsidR="00700EBB">
        <w:rPr>
          <w:rStyle w:val="Strong"/>
        </w:rPr>
        <w:t>roponent</w:t>
      </w:r>
      <w:r w:rsidR="00E45719">
        <w:rPr>
          <w:rStyle w:val="Strong"/>
        </w:rPr>
        <w:t>:</w:t>
      </w:r>
      <w:r w:rsidR="00E45719" w:rsidRPr="00E45719">
        <w:t xml:space="preserve"> </w:t>
      </w:r>
      <w:sdt>
        <w:sdtPr>
          <w:id w:val="1206600866"/>
          <w:placeholder>
            <w:docPart w:val="BC777904230D45F2B50D5388A1CA233A"/>
          </w:placeholder>
        </w:sdtPr>
        <w:sdtEndPr/>
        <w:sdtContent>
          <w:sdt>
            <w:sdtPr>
              <w:id w:val="1437407864"/>
              <w:placeholder>
                <w:docPart w:val="CA210A5E6F5C45B8B8BCFF57ECDF4D0F"/>
              </w:placeholder>
            </w:sdtPr>
            <w:sdtEndPr/>
            <w:sdtContent>
              <w:r w:rsidR="00DA4DD2">
                <w:rPr>
                  <w:rStyle w:val="PlaceholderText"/>
                </w:rPr>
                <w:t>Provide legal name of nominated project proponent</w:t>
              </w:r>
            </w:sdtContent>
          </w:sdt>
        </w:sdtContent>
      </w:sdt>
    </w:p>
    <w:p w14:paraId="0BCA9705" w14:textId="77777777" w:rsidR="0033145F" w:rsidRDefault="0033145F" w:rsidP="00E45719">
      <w:pPr>
        <w:rPr>
          <w:rStyle w:val="Strong"/>
        </w:rPr>
      </w:pPr>
      <w:r>
        <w:rPr>
          <w:rStyle w:val="Strong"/>
        </w:rPr>
        <w:t xml:space="preserve">Project name: </w:t>
      </w:r>
      <w:sdt>
        <w:sdtPr>
          <w:id w:val="-1320034803"/>
          <w:placeholder>
            <w:docPart w:val="73B477A58BD84E8C97F960AA439A5998"/>
          </w:placeholder>
        </w:sdtPr>
        <w:sdtEndPr/>
        <w:sdtContent>
          <w:r>
            <w:rPr>
              <w:rStyle w:val="PlaceholderText"/>
            </w:rPr>
            <w:t>Provide name of project</w:t>
          </w:r>
        </w:sdtContent>
      </w:sdt>
    </w:p>
    <w:p w14:paraId="761048E5" w14:textId="7B27A74E" w:rsidR="00E45719" w:rsidRDefault="00E45719" w:rsidP="00E45719">
      <w:pPr>
        <w:rPr>
          <w:rStyle w:val="Strong"/>
        </w:rPr>
      </w:pPr>
      <w:r>
        <w:rPr>
          <w:rStyle w:val="Strong"/>
        </w:rPr>
        <w:t>Description of the project:</w:t>
      </w:r>
      <w:r w:rsidRPr="00E45719">
        <w:t xml:space="preserve"> </w:t>
      </w:r>
      <w:sdt>
        <w:sdtPr>
          <w:id w:val="1192803413"/>
          <w:placeholder>
            <w:docPart w:val="3055BFACA091498B84EE0388A8E4B75A"/>
          </w:placeholder>
        </w:sdtPr>
        <w:sdtEndPr/>
        <w:sdtContent>
          <w:r w:rsidR="006A2243">
            <w:rPr>
              <w:rStyle w:val="PlaceholderText"/>
            </w:rPr>
            <w:t>Provide project description including the project type, whether it is a new facility or an upgrade to an existing facilit</w:t>
          </w:r>
          <w:r w:rsidR="000B5660">
            <w:rPr>
              <w:rStyle w:val="PlaceholderText"/>
            </w:rPr>
            <w:t xml:space="preserve">y and the procurement and construction timeline </w:t>
          </w:r>
        </w:sdtContent>
      </w:sdt>
    </w:p>
    <w:p w14:paraId="69C96E3A" w14:textId="03D29210" w:rsidR="00E45719" w:rsidRDefault="00E45719" w:rsidP="00E45719">
      <w:pPr>
        <w:rPr>
          <w:rStyle w:val="Strong"/>
        </w:rPr>
      </w:pPr>
      <w:r>
        <w:rPr>
          <w:rStyle w:val="Strong"/>
        </w:rPr>
        <w:t>Estimated project value:</w:t>
      </w:r>
      <w:r w:rsidRPr="00E45719">
        <w:t xml:space="preserve"> </w:t>
      </w:r>
      <w:sdt>
        <w:sdtPr>
          <w:id w:val="-1110893372"/>
          <w:placeholder>
            <w:docPart w:val="ABB3F9A48BD544F49923E8140EDB8E8B"/>
          </w:placeholder>
        </w:sdtPr>
        <w:sdtEndPr/>
        <w:sdtContent>
          <w:r w:rsidR="006A2243">
            <w:rPr>
              <w:rStyle w:val="PlaceholderText"/>
            </w:rPr>
            <w:t>Provide estimated value of the projec</w:t>
          </w:r>
          <w:r w:rsidR="000B5660">
            <w:rPr>
              <w:rStyle w:val="PlaceholderText"/>
            </w:rPr>
            <w:t>t in Australian dollars</w:t>
          </w:r>
        </w:sdtContent>
      </w:sdt>
    </w:p>
    <w:p w14:paraId="6F969CC8" w14:textId="049D146B" w:rsidR="00E45719" w:rsidRDefault="00E45719" w:rsidP="00E45719">
      <w:pPr>
        <w:rPr>
          <w:rStyle w:val="Strong"/>
        </w:rPr>
      </w:pPr>
      <w:r>
        <w:rPr>
          <w:rStyle w:val="Strong"/>
        </w:rPr>
        <w:t>Project location:</w:t>
      </w:r>
      <w:r w:rsidRPr="00E45719">
        <w:t xml:space="preserve"> </w:t>
      </w:r>
      <w:sdt>
        <w:sdtPr>
          <w:id w:val="-508911138"/>
          <w:placeholder>
            <w:docPart w:val="A506F90B44F647A9A32B2593FE0B1C97"/>
          </w:placeholder>
        </w:sdtPr>
        <w:sdtEndPr/>
        <w:sdtContent>
          <w:r w:rsidR="006A2243">
            <w:rPr>
              <w:rStyle w:val="PlaceholderText"/>
            </w:rPr>
            <w:t>Provide the location where the project will be undertaken</w:t>
          </w:r>
        </w:sdtContent>
      </w:sdt>
    </w:p>
    <w:p w14:paraId="00098C36" w14:textId="54475DC5" w:rsidR="00E45719" w:rsidRDefault="00E45719" w:rsidP="00E45719">
      <w:pPr>
        <w:rPr>
          <w:rStyle w:val="Strong"/>
        </w:rPr>
      </w:pPr>
      <w:r>
        <w:rPr>
          <w:rStyle w:val="Strong"/>
        </w:rPr>
        <w:t>Link to project information:</w:t>
      </w:r>
      <w:r w:rsidRPr="00E45719">
        <w:t xml:space="preserve"> </w:t>
      </w:r>
      <w:sdt>
        <w:sdtPr>
          <w:id w:val="1990902036"/>
          <w:placeholder>
            <w:docPart w:val="7A8F93B4DEE14A8F82C325B3E8214303"/>
          </w:placeholder>
        </w:sdtPr>
        <w:sdtEndPr/>
        <w:sdtContent>
          <w:r w:rsidR="006A2243">
            <w:rPr>
              <w:rStyle w:val="PlaceholderText"/>
            </w:rPr>
            <w:t>Provide a link to the active website(s) which will contain project informatio</w:t>
          </w:r>
          <w:r w:rsidR="0061227B">
            <w:rPr>
              <w:rStyle w:val="PlaceholderText"/>
            </w:rPr>
            <w:t xml:space="preserve">n and opportunities to supply key goods and services </w:t>
          </w:r>
        </w:sdtContent>
      </w:sdt>
    </w:p>
    <w:p w14:paraId="0954A84C" w14:textId="77777777" w:rsidR="00E45719" w:rsidRDefault="004B70FC" w:rsidP="00E45719">
      <w:pPr>
        <w:rPr>
          <w:rStyle w:val="Strong"/>
        </w:rPr>
      </w:pPr>
      <w:r>
        <w:rPr>
          <w:rStyle w:val="Strong"/>
        </w:rPr>
        <w:t>Project contact</w:t>
      </w:r>
      <w:r w:rsidR="00E05FDA">
        <w:rPr>
          <w:rStyle w:val="Strong"/>
        </w:rPr>
        <w:t xml:space="preserve"> for procurement information</w:t>
      </w:r>
      <w:r w:rsidR="00E45719">
        <w:rPr>
          <w:rStyle w:val="Strong"/>
        </w:rPr>
        <w:t>:</w:t>
      </w:r>
      <w:r w:rsidR="00E45719" w:rsidRPr="00E45719">
        <w:t xml:space="preserve"> </w:t>
      </w:r>
      <w:sdt>
        <w:sdtPr>
          <w:id w:val="-1184275287"/>
          <w:placeholder>
            <w:docPart w:val="158D0A6AE9234B3E88FDF1BF6E1FE8B9"/>
          </w:placeholder>
          <w:showingPlcHdr/>
        </w:sdtPr>
        <w:sdtEndPr/>
        <w:sdtContent>
          <w:r w:rsidR="006A2243">
            <w:rPr>
              <w:rStyle w:val="PlaceholderText"/>
            </w:rPr>
            <w:t>Provide the name, phone number and email address of the contact person</w:t>
          </w:r>
        </w:sdtContent>
      </w:sdt>
    </w:p>
    <w:p w14:paraId="0FC91353" w14:textId="77777777" w:rsidR="00700EBB" w:rsidRPr="00700EBB" w:rsidRDefault="00700EBB" w:rsidP="00700EBB">
      <w:r w:rsidRPr="00700EBB">
        <w:rPr>
          <w:rStyle w:val="Strong"/>
        </w:rPr>
        <w:t>Other project proponents involved in the project:</w:t>
      </w:r>
      <w:r w:rsidRPr="00E45719">
        <w:t xml:space="preserve"> </w:t>
      </w:r>
      <w:sdt>
        <w:sdtPr>
          <w:id w:val="-1286039720"/>
          <w:placeholder>
            <w:docPart w:val="E212CCF96A6D4D6BAAC64F394060C9A4"/>
          </w:placeholder>
          <w:showingPlcHdr/>
        </w:sdtPr>
        <w:sdtEndPr/>
        <w:sdtContent>
          <w:r w:rsidR="006A2243">
            <w:rPr>
              <w:rStyle w:val="PlaceholderText"/>
            </w:rPr>
            <w:t>If applicable, provide the other project proponents’ names</w:t>
          </w:r>
        </w:sdtContent>
      </w:sdt>
    </w:p>
    <w:p w14:paraId="2FF722A0" w14:textId="77777777" w:rsidR="00E45719" w:rsidRDefault="00E45719" w:rsidP="00E45719">
      <w:pPr>
        <w:pStyle w:val="Heading2"/>
      </w:pPr>
      <w:r w:rsidRPr="00E45719">
        <w:t xml:space="preserve">2. </w:t>
      </w:r>
      <w:r w:rsidR="00092840" w:rsidRPr="00AF4C3E">
        <w:t xml:space="preserve">Opportunities to supply </w:t>
      </w:r>
      <w:r w:rsidR="00700EBB" w:rsidRPr="00AF4C3E">
        <w:t>Goods and Services</w:t>
      </w:r>
    </w:p>
    <w:tbl>
      <w:tblPr>
        <w:tblStyle w:val="TableGrid"/>
        <w:tblW w:w="0" w:type="auto"/>
        <w:tblLook w:val="04A0" w:firstRow="1" w:lastRow="0" w:firstColumn="1" w:lastColumn="0" w:noHBand="0" w:noVBand="1"/>
        <w:tblDescription w:val="Table of key goods and services to be aquired for the project"/>
      </w:tblPr>
      <w:tblGrid>
        <w:gridCol w:w="5051"/>
        <w:gridCol w:w="1982"/>
        <w:gridCol w:w="1983"/>
      </w:tblGrid>
      <w:tr w:rsidR="008862FC" w14:paraId="5A0E9496" w14:textId="77777777" w:rsidTr="008862FC">
        <w:trPr>
          <w:tblHeader/>
        </w:trPr>
        <w:tc>
          <w:tcPr>
            <w:tcW w:w="5070" w:type="dxa"/>
          </w:tcPr>
          <w:p w14:paraId="36F822BF" w14:textId="3CD8F142" w:rsidR="008862FC" w:rsidRPr="00AF4C3E" w:rsidRDefault="006F549A" w:rsidP="00AF4C3E">
            <w:pPr>
              <w:rPr>
                <w:rStyle w:val="Strong"/>
              </w:rPr>
            </w:pPr>
            <w:r>
              <w:rPr>
                <w:rStyle w:val="Strong"/>
              </w:rPr>
              <w:t>Key goods and services for the project</w:t>
            </w:r>
          </w:p>
        </w:tc>
        <w:tc>
          <w:tcPr>
            <w:tcW w:w="1984" w:type="dxa"/>
          </w:tcPr>
          <w:p w14:paraId="6859B9BF" w14:textId="77777777" w:rsidR="008862FC" w:rsidRDefault="008862FC" w:rsidP="00D8571B">
            <w:r>
              <w:rPr>
                <w:rStyle w:val="Strong"/>
              </w:rPr>
              <w:t xml:space="preserve">Opportunities for </w:t>
            </w:r>
            <w:r w:rsidRPr="00F33D1C">
              <w:rPr>
                <w:rStyle w:val="Strong"/>
              </w:rPr>
              <w:t>Australia</w:t>
            </w:r>
            <w:r>
              <w:rPr>
                <w:rStyle w:val="Strong"/>
              </w:rPr>
              <w:t>n entities</w:t>
            </w:r>
          </w:p>
        </w:tc>
        <w:tc>
          <w:tcPr>
            <w:tcW w:w="1985" w:type="dxa"/>
          </w:tcPr>
          <w:p w14:paraId="5537D5B6" w14:textId="77777777" w:rsidR="008862FC" w:rsidRDefault="008862FC" w:rsidP="00D8571B">
            <w:r>
              <w:rPr>
                <w:rStyle w:val="Strong"/>
              </w:rPr>
              <w:t>Opportunities for non-Australian entities</w:t>
            </w:r>
          </w:p>
        </w:tc>
      </w:tr>
      <w:tr w:rsidR="008862FC" w:rsidRPr="00144BE0" w14:paraId="55CD7444" w14:textId="77777777" w:rsidTr="008862FC">
        <w:tc>
          <w:tcPr>
            <w:tcW w:w="5070" w:type="dxa"/>
          </w:tcPr>
          <w:p w14:paraId="7C6726CA" w14:textId="1016542C" w:rsidR="008862FC" w:rsidRPr="00144BE0" w:rsidRDefault="00AB463A" w:rsidP="008E267B">
            <w:sdt>
              <w:sdtPr>
                <w:id w:val="-2098848625"/>
                <w:placeholder>
                  <w:docPart w:val="4FF67FCD43394FBE9B0CC3D0D38F8D08"/>
                </w:placeholder>
              </w:sdtPr>
              <w:sdtEndPr/>
              <w:sdtContent>
                <w:r w:rsidR="0068067F" w:rsidRPr="00144BE0">
                  <w:rPr>
                    <w:rStyle w:val="PlaceholderText"/>
                  </w:rPr>
                  <w:t>List the key goods and services expected to be acquired for the project (</w:t>
                </w:r>
                <w:r w:rsidR="00A850BA" w:rsidRPr="00144BE0">
                  <w:rPr>
                    <w:rStyle w:val="PlaceholderText"/>
                  </w:rPr>
                  <w:t xml:space="preserve">mandatory for </w:t>
                </w:r>
                <w:r w:rsidR="0068067F" w:rsidRPr="00144BE0">
                  <w:rPr>
                    <w:rStyle w:val="PlaceholderText"/>
                  </w:rPr>
                  <w:t>$1 million and above)</w:t>
                </w:r>
                <w:r w:rsidR="000A5D00" w:rsidRPr="00144BE0">
                  <w:rPr>
                    <w:rStyle w:val="PlaceholderText"/>
                  </w:rPr>
                  <w:t xml:space="preserve"> from B.2.1 of the AIP plan</w:t>
                </w:r>
                <w:r w:rsidR="0068067F" w:rsidRPr="00144BE0">
                  <w:rPr>
                    <w:rStyle w:val="PlaceholderText"/>
                  </w:rPr>
                  <w:t xml:space="preserve">. </w:t>
                </w:r>
                <w:r w:rsidR="00304970" w:rsidRPr="00144BE0">
                  <w:rPr>
                    <w:rStyle w:val="PlaceholderText"/>
                  </w:rPr>
                  <w:t>A</w:t>
                </w:r>
                <w:r w:rsidR="006A2243" w:rsidRPr="00144BE0">
                  <w:rPr>
                    <w:rStyle w:val="PlaceholderText"/>
                  </w:rPr>
                  <w:t>dd extra rows as required.</w:t>
                </w:r>
              </w:sdtContent>
            </w:sdt>
          </w:p>
        </w:tc>
        <w:sdt>
          <w:sdtPr>
            <w:id w:val="29845025"/>
            <w:placeholder>
              <w:docPart w:val="C9761D60D3AA4CE083677AA988F0FD86"/>
            </w:placeholder>
            <w:showingPlcHdr/>
          </w:sdtPr>
          <w:sdtEndPr/>
          <w:sdtContent>
            <w:tc>
              <w:tcPr>
                <w:tcW w:w="1984" w:type="dxa"/>
              </w:tcPr>
              <w:p w14:paraId="1C480D98" w14:textId="77777777" w:rsidR="008862FC" w:rsidRPr="00144BE0" w:rsidRDefault="008862FC" w:rsidP="00D8571B">
                <w:r w:rsidRPr="00144BE0">
                  <w:rPr>
                    <w:rStyle w:val="PlaceholderText"/>
                  </w:rPr>
                  <w:t>Yes/No</w:t>
                </w:r>
              </w:p>
            </w:tc>
          </w:sdtContent>
        </w:sdt>
        <w:sdt>
          <w:sdtPr>
            <w:id w:val="456063951"/>
            <w:placeholder>
              <w:docPart w:val="B582565608CA4474835C33C0AEC124DC"/>
            </w:placeholder>
            <w:showingPlcHdr/>
          </w:sdtPr>
          <w:sdtEndPr/>
          <w:sdtContent>
            <w:tc>
              <w:tcPr>
                <w:tcW w:w="1985" w:type="dxa"/>
              </w:tcPr>
              <w:p w14:paraId="133E3D97" w14:textId="77777777" w:rsidR="008862FC" w:rsidRPr="00144BE0" w:rsidRDefault="008862FC" w:rsidP="00D8571B">
                <w:r w:rsidRPr="00144BE0">
                  <w:rPr>
                    <w:rStyle w:val="PlaceholderText"/>
                  </w:rPr>
                  <w:t>Yes/No</w:t>
                </w:r>
              </w:p>
            </w:tc>
          </w:sdtContent>
        </w:sdt>
      </w:tr>
    </w:tbl>
    <w:p w14:paraId="45F22733" w14:textId="77777777" w:rsidR="00E45719" w:rsidRPr="00144BE0" w:rsidRDefault="00A5285B" w:rsidP="00EE570C">
      <w:pPr>
        <w:pStyle w:val="Disclaimer"/>
      </w:pPr>
      <w:r w:rsidRPr="00144BE0">
        <w:t>Disclaimer: The information provided in the table above is based on an initial assessment by the company. Any questions or issues should be raised with the project contact.</w:t>
      </w:r>
    </w:p>
    <w:p w14:paraId="4F529913" w14:textId="21A5DA31" w:rsidR="00BE140A" w:rsidRPr="00144BE0" w:rsidRDefault="00BE140A" w:rsidP="00BE140A">
      <w:pPr>
        <w:pStyle w:val="Disclaimer"/>
        <w:rPr>
          <w:b/>
        </w:rPr>
      </w:pPr>
      <w:r w:rsidRPr="00144BE0">
        <w:rPr>
          <w:rFonts w:ascii="Calibri" w:hAnsi="Calibri"/>
          <w:b/>
          <w:sz w:val="22"/>
          <w:szCs w:val="24"/>
          <w:lang w:eastAsia="en-US"/>
        </w:rPr>
        <w:t xml:space="preserve">Explanation for item(s) </w:t>
      </w:r>
      <w:r w:rsidR="00702597" w:rsidRPr="00144BE0">
        <w:rPr>
          <w:rFonts w:ascii="Calibri" w:hAnsi="Calibri"/>
          <w:b/>
          <w:sz w:val="22"/>
          <w:szCs w:val="24"/>
          <w:lang w:eastAsia="en-US"/>
        </w:rPr>
        <w:t>in list above</w:t>
      </w:r>
      <w:r w:rsidRPr="00144BE0">
        <w:rPr>
          <w:rFonts w:ascii="Calibri" w:hAnsi="Calibri"/>
          <w:b/>
          <w:sz w:val="22"/>
          <w:szCs w:val="24"/>
          <w:lang w:eastAsia="en-US"/>
        </w:rPr>
        <w:t xml:space="preserve"> where it</w:t>
      </w:r>
      <w:r w:rsidR="00702597" w:rsidRPr="00144BE0">
        <w:rPr>
          <w:rFonts w:ascii="Calibri" w:hAnsi="Calibri"/>
          <w:b/>
          <w:sz w:val="22"/>
          <w:szCs w:val="24"/>
          <w:lang w:eastAsia="en-US"/>
        </w:rPr>
        <w:t xml:space="preserve"> is</w:t>
      </w:r>
      <w:r w:rsidRPr="00144BE0">
        <w:rPr>
          <w:rFonts w:ascii="Calibri" w:hAnsi="Calibri"/>
          <w:b/>
          <w:sz w:val="22"/>
          <w:szCs w:val="24"/>
          <w:lang w:eastAsia="en-US"/>
        </w:rPr>
        <w:t xml:space="preserve"> indicated ‘No</w:t>
      </w:r>
      <w:r w:rsidR="00652DB5" w:rsidRPr="00144BE0">
        <w:rPr>
          <w:rFonts w:ascii="Calibri" w:hAnsi="Calibri"/>
          <w:b/>
          <w:sz w:val="22"/>
          <w:szCs w:val="24"/>
          <w:lang w:eastAsia="en-US"/>
        </w:rPr>
        <w:t xml:space="preserve"> O</w:t>
      </w:r>
      <w:r w:rsidRPr="00144BE0">
        <w:rPr>
          <w:rFonts w:ascii="Calibri" w:hAnsi="Calibri"/>
          <w:b/>
          <w:sz w:val="22"/>
          <w:szCs w:val="24"/>
          <w:lang w:eastAsia="en-US"/>
        </w:rPr>
        <w:t>pportunities for Australian entities’</w:t>
      </w:r>
    </w:p>
    <w:tbl>
      <w:tblPr>
        <w:tblStyle w:val="TableGrid"/>
        <w:tblW w:w="0" w:type="auto"/>
        <w:tblLook w:val="04A0" w:firstRow="1" w:lastRow="0" w:firstColumn="1" w:lastColumn="0" w:noHBand="0" w:noVBand="1"/>
        <w:tblDescription w:val="Reasons for procuring key goods and services from non-Australian entities"/>
      </w:tblPr>
      <w:tblGrid>
        <w:gridCol w:w="9016"/>
      </w:tblGrid>
      <w:tr w:rsidR="00BE140A" w:rsidRPr="00F07286" w14:paraId="0977500A" w14:textId="77777777" w:rsidTr="00436B47">
        <w:trPr>
          <w:tblHeader/>
        </w:trPr>
        <w:tc>
          <w:tcPr>
            <w:tcW w:w="9242" w:type="dxa"/>
          </w:tcPr>
          <w:p w14:paraId="3178FC64" w14:textId="52A147FC" w:rsidR="00FD7639" w:rsidRPr="00F07286" w:rsidRDefault="00AB463A" w:rsidP="00702597">
            <w:sdt>
              <w:sdtPr>
                <w:id w:val="1886287692"/>
                <w:placeholder>
                  <w:docPart w:val="B465C03A2E384D599716270F8CB02C91"/>
                </w:placeholder>
              </w:sdtPr>
              <w:sdtEndPr/>
              <w:sdtContent>
                <w:r w:rsidR="00702597" w:rsidRPr="00144BE0">
                  <w:rPr>
                    <w:rStyle w:val="PlaceholderText"/>
                  </w:rPr>
                  <w:t>Insert explanation from B.2.2 of the AIP plan (if applicable).</w:t>
                </w:r>
              </w:sdtContent>
            </w:sdt>
          </w:p>
        </w:tc>
      </w:tr>
    </w:tbl>
    <w:p w14:paraId="75D6A8D7" w14:textId="77777777" w:rsidR="000E4E23" w:rsidRDefault="000E4E23" w:rsidP="000E4E23">
      <w:pPr>
        <w:pStyle w:val="Heading2"/>
      </w:pPr>
      <w:r>
        <w:t>3</w:t>
      </w:r>
      <w:r w:rsidR="00304970">
        <w:t>.</w:t>
      </w:r>
      <w:r>
        <w:t xml:space="preserve"> Standards to be used in the project</w:t>
      </w:r>
    </w:p>
    <w:sdt>
      <w:sdtPr>
        <w:id w:val="1054583817"/>
        <w:placeholder>
          <w:docPart w:val="C262D44A13FE42FE984358DB41CCA22C"/>
        </w:placeholder>
      </w:sdtPr>
      <w:sdtEndPr/>
      <w:sdtContent>
        <w:p w14:paraId="47182DBA" w14:textId="4FB1258E" w:rsidR="000E4E23" w:rsidRDefault="00304970" w:rsidP="006A2243">
          <w:pPr>
            <w:pStyle w:val="ListParagraph"/>
          </w:pPr>
          <w:r>
            <w:rPr>
              <w:rStyle w:val="PlaceholderText"/>
            </w:rPr>
            <w:t xml:space="preserve">Describe </w:t>
          </w:r>
          <w:r w:rsidR="006A2243">
            <w:rPr>
              <w:rStyle w:val="PlaceholderText"/>
            </w:rPr>
            <w:t>the standards</w:t>
          </w:r>
          <w:r>
            <w:rPr>
              <w:rStyle w:val="PlaceholderText"/>
            </w:rPr>
            <w:t xml:space="preserve"> to be applied to key goods and services for the project. If the standards are neither Australian standards nor international standards provide an explanation why. </w:t>
          </w:r>
          <w:r w:rsidR="006A2243">
            <w:rPr>
              <w:rStyle w:val="PlaceholderText"/>
            </w:rPr>
            <w:t xml:space="preserve"> </w:t>
          </w:r>
        </w:p>
      </w:sdtContent>
    </w:sdt>
    <w:p w14:paraId="059F0886" w14:textId="77777777" w:rsidR="00E45719" w:rsidRDefault="000E4E23" w:rsidP="00E45719">
      <w:pPr>
        <w:pStyle w:val="Heading2"/>
      </w:pPr>
      <w:r>
        <w:t>4</w:t>
      </w:r>
      <w:r w:rsidR="00E45719">
        <w:t xml:space="preserve">. </w:t>
      </w:r>
      <w:r w:rsidR="001C7979">
        <w:t>AIP activities</w:t>
      </w:r>
      <w:r w:rsidR="00537BA8">
        <w:t xml:space="preserve"> to be</w:t>
      </w:r>
      <w:r w:rsidR="001C7979">
        <w:t xml:space="preserve"> undertaken by the Project Proponent</w:t>
      </w:r>
    </w:p>
    <w:sdt>
      <w:sdtPr>
        <w:id w:val="2079401771"/>
        <w:placeholder>
          <w:docPart w:val="C05A38160EDF40099956EA9C9B1F9025"/>
        </w:placeholder>
      </w:sdtPr>
      <w:sdtEndPr/>
      <w:sdtContent>
        <w:p w14:paraId="4116A8E3" w14:textId="1924F197" w:rsidR="00E45719" w:rsidRPr="00E45719" w:rsidRDefault="006A2243" w:rsidP="006A2243">
          <w:pPr>
            <w:pStyle w:val="ListParagraph"/>
          </w:pPr>
          <w:r>
            <w:rPr>
              <w:rStyle w:val="PlaceholderText"/>
            </w:rPr>
            <w:t xml:space="preserve">Provide a summary of the actions </w:t>
          </w:r>
          <w:r w:rsidR="000B5660">
            <w:rPr>
              <w:rStyle w:val="PlaceholderText"/>
            </w:rPr>
            <w:t xml:space="preserve">from the AIP plan </w:t>
          </w:r>
          <w:r>
            <w:rPr>
              <w:rStyle w:val="PlaceholderText"/>
            </w:rPr>
            <w:t xml:space="preserve">the project proponent will take to ensure Australian entities have full, fair and reasonable opportunity to bid for the supply of key goods </w:t>
          </w:r>
          <w:r w:rsidR="000B5660">
            <w:rPr>
              <w:rStyle w:val="PlaceholderText"/>
            </w:rPr>
            <w:t xml:space="preserve">and </w:t>
          </w:r>
          <w:r>
            <w:rPr>
              <w:rStyle w:val="PlaceholderText"/>
            </w:rPr>
            <w:t>services for the project.</w:t>
          </w:r>
        </w:p>
      </w:sdtContent>
    </w:sdt>
    <w:p w14:paraId="3609E055" w14:textId="77777777" w:rsidR="008857E3" w:rsidRDefault="008857E3" w:rsidP="00F33D1C">
      <w:pPr>
        <w:pStyle w:val="Heading2"/>
      </w:pPr>
    </w:p>
    <w:p w14:paraId="1D59ECC0" w14:textId="77777777" w:rsidR="00E45719" w:rsidRDefault="000E4E23" w:rsidP="00F33D1C">
      <w:pPr>
        <w:pStyle w:val="Heading2"/>
      </w:pPr>
      <w:r>
        <w:t>5</w:t>
      </w:r>
      <w:r w:rsidR="00F33D1C">
        <w:t xml:space="preserve">. </w:t>
      </w:r>
      <w:r w:rsidR="001C7979">
        <w:t>AIP activities to be undertaken by procurement entities</w:t>
      </w:r>
    </w:p>
    <w:sdt>
      <w:sdtPr>
        <w:id w:val="-1992158692"/>
        <w:placeholder>
          <w:docPart w:val="4EA258E17D154AA9835009432C873CC5"/>
        </w:placeholder>
      </w:sdtPr>
      <w:sdtEndPr/>
      <w:sdtContent>
        <w:p w14:paraId="1DDC44E3" w14:textId="52CCAA36" w:rsidR="00D60A56" w:rsidRPr="00084E22" w:rsidRDefault="006A2243" w:rsidP="006A2243">
          <w:pPr>
            <w:pStyle w:val="ListParagraph"/>
          </w:pPr>
          <w:r>
            <w:rPr>
              <w:rStyle w:val="PlaceholderText"/>
            </w:rPr>
            <w:t xml:space="preserve">Provide a summary of the actions </w:t>
          </w:r>
          <w:r w:rsidR="000B5660">
            <w:rPr>
              <w:rStyle w:val="PlaceholderText"/>
            </w:rPr>
            <w:t xml:space="preserve">from the AIP plan the </w:t>
          </w:r>
          <w:r>
            <w:rPr>
              <w:rStyle w:val="PlaceholderText"/>
            </w:rPr>
            <w:t xml:space="preserve">procurement entities </w:t>
          </w:r>
          <w:r w:rsidR="000B5660">
            <w:rPr>
              <w:rStyle w:val="PlaceholderText"/>
            </w:rPr>
            <w:t xml:space="preserve">will take </w:t>
          </w:r>
          <w:r>
            <w:rPr>
              <w:rStyle w:val="PlaceholderText"/>
            </w:rPr>
            <w:t>to ensure Australian entities have full, fair and reasonable opportunity to bid for the supply of key goods and services for the project.</w:t>
          </w:r>
        </w:p>
      </w:sdtContent>
    </w:sdt>
    <w:sectPr w:rsidR="00D60A56" w:rsidRPr="00084E22">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B28DD" w14:textId="77777777" w:rsidR="00436B47" w:rsidRDefault="00436B47" w:rsidP="007F331A">
      <w:pPr>
        <w:spacing w:after="0"/>
      </w:pPr>
      <w:r>
        <w:separator/>
      </w:r>
    </w:p>
  </w:endnote>
  <w:endnote w:type="continuationSeparator" w:id="0">
    <w:p w14:paraId="57171B2C" w14:textId="77777777" w:rsidR="00436B47" w:rsidRDefault="00436B47" w:rsidP="007F33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35D62" w14:textId="77777777" w:rsidR="00436B47" w:rsidRDefault="00436B47" w:rsidP="0078593E">
    <w:pPr>
      <w:pStyle w:val="Footnote"/>
    </w:pPr>
  </w:p>
  <w:p w14:paraId="3C02B33E" w14:textId="3AAE7F83" w:rsidR="00436B47" w:rsidRDefault="00436B47" w:rsidP="00DA4DD2">
    <w:pPr>
      <w:pStyle w:val="Footnote"/>
    </w:pPr>
    <w:r>
      <w:t xml:space="preserve">Jobs Act AIP </w:t>
    </w:r>
    <w:r w:rsidR="00CE4377">
      <w:t>p</w:t>
    </w:r>
    <w:r>
      <w:t xml:space="preserve">lan </w:t>
    </w:r>
    <w:r w:rsidRPr="0078593E">
      <w:t>Summary</w:t>
    </w:r>
    <w:r>
      <w:t xml:space="preserve"> – Project Phase</w:t>
    </w:r>
  </w:p>
  <w:p w14:paraId="4EA327C4" w14:textId="11051644" w:rsidR="00436B47" w:rsidRDefault="00436B47" w:rsidP="0078593E">
    <w:pPr>
      <w:pStyle w:val="Footnote"/>
    </w:pPr>
    <w:r>
      <w:t xml:space="preserve">Version </w:t>
    </w:r>
    <w:r w:rsidR="00253B13">
      <w:t>2.0</w:t>
    </w:r>
    <w:r w:rsidR="00DA4DD2">
      <w:t xml:space="preserve"> July 2019</w:t>
    </w:r>
  </w:p>
  <w:p w14:paraId="643966AA" w14:textId="77777777" w:rsidR="00436B47" w:rsidRPr="002032CF" w:rsidRDefault="00AB463A" w:rsidP="002032CF">
    <w:pPr>
      <w:pStyle w:val="Footer"/>
      <w:jc w:val="center"/>
      <w:rPr>
        <w:szCs w:val="16"/>
      </w:rPr>
    </w:pPr>
    <w:sdt>
      <w:sdtPr>
        <w:id w:val="1777370279"/>
        <w:docPartObj>
          <w:docPartGallery w:val="Page Numbers (Bottom of Page)"/>
          <w:docPartUnique/>
        </w:docPartObj>
      </w:sdtPr>
      <w:sdtEndPr>
        <w:rPr>
          <w:noProof/>
          <w:szCs w:val="16"/>
        </w:rPr>
      </w:sdtEndPr>
      <w:sdtContent>
        <w:r w:rsidR="00436B47" w:rsidRPr="007F331A">
          <w:rPr>
            <w:szCs w:val="16"/>
          </w:rPr>
          <w:fldChar w:fldCharType="begin"/>
        </w:r>
        <w:r w:rsidR="00436B47" w:rsidRPr="007F331A">
          <w:rPr>
            <w:szCs w:val="16"/>
          </w:rPr>
          <w:instrText xml:space="preserve"> PAGE   \* MERGEFORMAT </w:instrText>
        </w:r>
        <w:r w:rsidR="00436B47" w:rsidRPr="007F331A">
          <w:rPr>
            <w:szCs w:val="16"/>
          </w:rPr>
          <w:fldChar w:fldCharType="separate"/>
        </w:r>
        <w:r w:rsidR="00CE4377">
          <w:rPr>
            <w:noProof/>
            <w:szCs w:val="16"/>
          </w:rPr>
          <w:t>1</w:t>
        </w:r>
        <w:r w:rsidR="00436B47" w:rsidRPr="007F331A">
          <w:rPr>
            <w:noProof/>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F9EDB" w14:textId="77777777" w:rsidR="00436B47" w:rsidRDefault="00436B47" w:rsidP="007F331A">
      <w:pPr>
        <w:spacing w:after="0"/>
      </w:pPr>
      <w:r>
        <w:separator/>
      </w:r>
    </w:p>
  </w:footnote>
  <w:footnote w:type="continuationSeparator" w:id="0">
    <w:p w14:paraId="7367068B" w14:textId="77777777" w:rsidR="00436B47" w:rsidRDefault="00436B47" w:rsidP="007F331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1F2A89"/>
    <w:multiLevelType w:val="hybridMultilevel"/>
    <w:tmpl w:val="C7AEE6F0"/>
    <w:lvl w:ilvl="0" w:tplc="FA7AD14A">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D8E"/>
    <w:rsid w:val="0004629D"/>
    <w:rsid w:val="00084E22"/>
    <w:rsid w:val="00092840"/>
    <w:rsid w:val="000A5D00"/>
    <w:rsid w:val="000B5660"/>
    <w:rsid w:val="000E4E23"/>
    <w:rsid w:val="000F1764"/>
    <w:rsid w:val="00144BE0"/>
    <w:rsid w:val="0019332F"/>
    <w:rsid w:val="00195CD7"/>
    <w:rsid w:val="001964CB"/>
    <w:rsid w:val="00196BC4"/>
    <w:rsid w:val="001A06E2"/>
    <w:rsid w:val="001C7979"/>
    <w:rsid w:val="001E1B65"/>
    <w:rsid w:val="002032CF"/>
    <w:rsid w:val="00244FC4"/>
    <w:rsid w:val="00251113"/>
    <w:rsid w:val="00253B13"/>
    <w:rsid w:val="00282ABE"/>
    <w:rsid w:val="00300662"/>
    <w:rsid w:val="00304970"/>
    <w:rsid w:val="0033145F"/>
    <w:rsid w:val="00334757"/>
    <w:rsid w:val="00335D8E"/>
    <w:rsid w:val="00391C18"/>
    <w:rsid w:val="003B0746"/>
    <w:rsid w:val="003B7F3F"/>
    <w:rsid w:val="00412EDE"/>
    <w:rsid w:val="004279CD"/>
    <w:rsid w:val="00436B47"/>
    <w:rsid w:val="00456F62"/>
    <w:rsid w:val="0046348C"/>
    <w:rsid w:val="004B70FC"/>
    <w:rsid w:val="00536B0D"/>
    <w:rsid w:val="00537BA8"/>
    <w:rsid w:val="0057513A"/>
    <w:rsid w:val="005861E6"/>
    <w:rsid w:val="00587ADB"/>
    <w:rsid w:val="00607EDF"/>
    <w:rsid w:val="0061227B"/>
    <w:rsid w:val="006160AF"/>
    <w:rsid w:val="00632568"/>
    <w:rsid w:val="00645886"/>
    <w:rsid w:val="00652DB5"/>
    <w:rsid w:val="0068067F"/>
    <w:rsid w:val="00694BEF"/>
    <w:rsid w:val="006A2243"/>
    <w:rsid w:val="006A76BF"/>
    <w:rsid w:val="006F549A"/>
    <w:rsid w:val="006F5C72"/>
    <w:rsid w:val="00700EBB"/>
    <w:rsid w:val="00702597"/>
    <w:rsid w:val="00730291"/>
    <w:rsid w:val="0078593E"/>
    <w:rsid w:val="007F331A"/>
    <w:rsid w:val="00815CBD"/>
    <w:rsid w:val="008367F1"/>
    <w:rsid w:val="008857E3"/>
    <w:rsid w:val="008862FC"/>
    <w:rsid w:val="008E267B"/>
    <w:rsid w:val="00907971"/>
    <w:rsid w:val="009818F3"/>
    <w:rsid w:val="009C3EAC"/>
    <w:rsid w:val="00A5285B"/>
    <w:rsid w:val="00A850BA"/>
    <w:rsid w:val="00A903F6"/>
    <w:rsid w:val="00AB463A"/>
    <w:rsid w:val="00AE1E30"/>
    <w:rsid w:val="00AF4C3E"/>
    <w:rsid w:val="00B332E7"/>
    <w:rsid w:val="00B463AA"/>
    <w:rsid w:val="00B757D5"/>
    <w:rsid w:val="00B837DF"/>
    <w:rsid w:val="00BA3852"/>
    <w:rsid w:val="00BB702E"/>
    <w:rsid w:val="00BE140A"/>
    <w:rsid w:val="00BE6541"/>
    <w:rsid w:val="00CE4377"/>
    <w:rsid w:val="00D420B0"/>
    <w:rsid w:val="00D60A56"/>
    <w:rsid w:val="00D8571B"/>
    <w:rsid w:val="00DA4DD2"/>
    <w:rsid w:val="00DB210C"/>
    <w:rsid w:val="00DC7C1C"/>
    <w:rsid w:val="00E041EE"/>
    <w:rsid w:val="00E05FDA"/>
    <w:rsid w:val="00E20C9B"/>
    <w:rsid w:val="00E45719"/>
    <w:rsid w:val="00E45998"/>
    <w:rsid w:val="00E93BB7"/>
    <w:rsid w:val="00EA4885"/>
    <w:rsid w:val="00EA78E2"/>
    <w:rsid w:val="00EE570C"/>
    <w:rsid w:val="00F33D1C"/>
    <w:rsid w:val="00F9338B"/>
    <w:rsid w:val="00FB046E"/>
    <w:rsid w:val="00FD76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D992ECB"/>
  <w15:docId w15:val="{5D701217-B119-46B7-AF5F-94BF1A455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0"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93E"/>
    <w:pPr>
      <w:spacing w:before="120" w:after="120"/>
    </w:pPr>
    <w:rPr>
      <w:rFonts w:asciiTheme="minorHAnsi" w:hAnsiTheme="minorHAnsi"/>
      <w:sz w:val="22"/>
    </w:rPr>
  </w:style>
  <w:style w:type="paragraph" w:styleId="Heading1">
    <w:name w:val="heading 1"/>
    <w:basedOn w:val="Normal"/>
    <w:next w:val="Normal"/>
    <w:link w:val="Heading1Char"/>
    <w:qFormat/>
    <w:rsid w:val="001A06E2"/>
    <w:pPr>
      <w:keepNext/>
      <w:spacing w:after="200"/>
      <w:outlineLvl w:val="0"/>
    </w:pPr>
    <w:rPr>
      <w:rFonts w:ascii="Calibri" w:hAnsi="Calibri" w:cs="Arial"/>
      <w:b/>
      <w:bCs/>
      <w:color w:val="005677"/>
      <w:kern w:val="32"/>
      <w:sz w:val="40"/>
      <w:szCs w:val="44"/>
      <w:lang w:eastAsia="en-US"/>
    </w:rPr>
  </w:style>
  <w:style w:type="paragraph" w:styleId="Heading2">
    <w:name w:val="heading 2"/>
    <w:basedOn w:val="Normal"/>
    <w:next w:val="Normal"/>
    <w:link w:val="Heading2Char"/>
    <w:qFormat/>
    <w:rsid w:val="00EE570C"/>
    <w:pPr>
      <w:spacing w:before="240"/>
      <w:outlineLvl w:val="1"/>
    </w:pPr>
    <w:rPr>
      <w:rFonts w:ascii="Calibri" w:hAnsi="Calibri"/>
      <w:b/>
      <w:u w:val="single"/>
    </w:rPr>
  </w:style>
  <w:style w:type="paragraph" w:styleId="Heading3">
    <w:name w:val="heading 3"/>
    <w:basedOn w:val="Normal"/>
    <w:next w:val="Normal"/>
    <w:link w:val="Heading3Char"/>
    <w:qFormat/>
    <w:rsid w:val="00E45719"/>
    <w:pPr>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qFormat/>
    <w:rsid w:val="00E45719"/>
    <w:rPr>
      <w:i/>
      <w:color w:val="0000FF"/>
    </w:rPr>
  </w:style>
  <w:style w:type="character" w:customStyle="1" w:styleId="InstructionsChar">
    <w:name w:val="Instructions Char"/>
    <w:basedOn w:val="DefaultParagraphFont"/>
    <w:link w:val="Instructions"/>
    <w:rsid w:val="00E45719"/>
    <w:rPr>
      <w:rFonts w:ascii="Arial" w:hAnsi="Arial"/>
      <w:i/>
      <w:color w:val="0000FF"/>
    </w:rPr>
  </w:style>
  <w:style w:type="character" w:customStyle="1" w:styleId="Heading1Char">
    <w:name w:val="Heading 1 Char"/>
    <w:basedOn w:val="DefaultParagraphFont"/>
    <w:link w:val="Heading1"/>
    <w:rsid w:val="001A06E2"/>
    <w:rPr>
      <w:rFonts w:ascii="Calibri" w:hAnsi="Calibri" w:cs="Arial"/>
      <w:b/>
      <w:bCs/>
      <w:color w:val="005677"/>
      <w:kern w:val="32"/>
      <w:sz w:val="40"/>
      <w:szCs w:val="44"/>
      <w:lang w:eastAsia="en-US"/>
    </w:rPr>
  </w:style>
  <w:style w:type="character" w:customStyle="1" w:styleId="Heading2Char">
    <w:name w:val="Heading 2 Char"/>
    <w:basedOn w:val="DefaultParagraphFont"/>
    <w:link w:val="Heading2"/>
    <w:rsid w:val="00EE570C"/>
    <w:rPr>
      <w:rFonts w:ascii="Calibri" w:hAnsi="Calibri"/>
      <w:b/>
      <w:sz w:val="22"/>
      <w:u w:val="single"/>
    </w:rPr>
  </w:style>
  <w:style w:type="character" w:customStyle="1" w:styleId="Heading3Char">
    <w:name w:val="Heading 3 Char"/>
    <w:basedOn w:val="DefaultParagraphFont"/>
    <w:link w:val="Heading3"/>
    <w:rsid w:val="00E45719"/>
    <w:rPr>
      <w:rFonts w:ascii="Arial" w:hAnsi="Arial"/>
      <w:b/>
    </w:rPr>
  </w:style>
  <w:style w:type="character" w:styleId="Strong">
    <w:name w:val="Strong"/>
    <w:qFormat/>
    <w:rsid w:val="0078593E"/>
    <w:rPr>
      <w:rFonts w:asciiTheme="minorHAnsi" w:hAnsiTheme="minorHAnsi"/>
      <w:b/>
      <w:sz w:val="22"/>
      <w:szCs w:val="20"/>
    </w:rPr>
  </w:style>
  <w:style w:type="paragraph" w:styleId="ListParagraph">
    <w:name w:val="List Paragraph"/>
    <w:basedOn w:val="Normal"/>
    <w:uiPriority w:val="34"/>
    <w:qFormat/>
    <w:rsid w:val="00F33D1C"/>
    <w:pPr>
      <w:numPr>
        <w:numId w:val="1"/>
      </w:numPr>
      <w:contextualSpacing/>
    </w:pPr>
  </w:style>
  <w:style w:type="character" w:styleId="PlaceholderText">
    <w:name w:val="Placeholder Text"/>
    <w:basedOn w:val="DefaultParagraphFont"/>
    <w:uiPriority w:val="99"/>
    <w:semiHidden/>
    <w:rsid w:val="00E45719"/>
    <w:rPr>
      <w:color w:val="808080"/>
    </w:rPr>
  </w:style>
  <w:style w:type="paragraph" w:styleId="BalloonText">
    <w:name w:val="Balloon Text"/>
    <w:basedOn w:val="Normal"/>
    <w:link w:val="BalloonTextChar"/>
    <w:uiPriority w:val="99"/>
    <w:semiHidden/>
    <w:unhideWhenUsed/>
    <w:rsid w:val="00E4571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719"/>
    <w:rPr>
      <w:rFonts w:ascii="Tahoma" w:hAnsi="Tahoma" w:cs="Tahoma"/>
      <w:sz w:val="16"/>
      <w:szCs w:val="16"/>
    </w:rPr>
  </w:style>
  <w:style w:type="table" w:styleId="TableGrid">
    <w:name w:val="Table Grid"/>
    <w:basedOn w:val="TableNormal"/>
    <w:uiPriority w:val="59"/>
    <w:rsid w:val="00F33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31A"/>
    <w:pPr>
      <w:tabs>
        <w:tab w:val="center" w:pos="4513"/>
        <w:tab w:val="right" w:pos="9026"/>
      </w:tabs>
      <w:spacing w:after="0"/>
    </w:pPr>
  </w:style>
  <w:style w:type="character" w:customStyle="1" w:styleId="HeaderChar">
    <w:name w:val="Header Char"/>
    <w:basedOn w:val="DefaultParagraphFont"/>
    <w:link w:val="Header"/>
    <w:uiPriority w:val="99"/>
    <w:rsid w:val="007F331A"/>
    <w:rPr>
      <w:rFonts w:ascii="Arial" w:hAnsi="Arial"/>
    </w:rPr>
  </w:style>
  <w:style w:type="paragraph" w:styleId="Footer">
    <w:name w:val="footer"/>
    <w:basedOn w:val="Normal"/>
    <w:link w:val="FooterChar"/>
    <w:uiPriority w:val="99"/>
    <w:unhideWhenUsed/>
    <w:rsid w:val="00391C18"/>
    <w:pPr>
      <w:tabs>
        <w:tab w:val="center" w:pos="4513"/>
        <w:tab w:val="right" w:pos="9026"/>
      </w:tabs>
      <w:spacing w:before="60" w:after="60"/>
      <w:jc w:val="right"/>
    </w:pPr>
    <w:rPr>
      <w:sz w:val="16"/>
    </w:rPr>
  </w:style>
  <w:style w:type="character" w:customStyle="1" w:styleId="FooterChar">
    <w:name w:val="Footer Char"/>
    <w:basedOn w:val="DefaultParagraphFont"/>
    <w:link w:val="Footer"/>
    <w:uiPriority w:val="99"/>
    <w:rsid w:val="00391C18"/>
    <w:rPr>
      <w:rFonts w:asciiTheme="minorHAnsi" w:hAnsiTheme="minorHAnsi"/>
      <w:sz w:val="16"/>
    </w:rPr>
  </w:style>
  <w:style w:type="paragraph" w:customStyle="1" w:styleId="Footnote">
    <w:name w:val="Footnote"/>
    <w:basedOn w:val="Footer"/>
    <w:link w:val="FootnoteChar"/>
    <w:qFormat/>
    <w:rsid w:val="0078593E"/>
  </w:style>
  <w:style w:type="character" w:customStyle="1" w:styleId="FootnoteChar">
    <w:name w:val="Footnote Char"/>
    <w:basedOn w:val="FooterChar"/>
    <w:link w:val="Footnote"/>
    <w:rsid w:val="0078593E"/>
    <w:rPr>
      <w:rFonts w:asciiTheme="minorHAnsi" w:hAnsiTheme="minorHAnsi"/>
      <w:sz w:val="16"/>
    </w:rPr>
  </w:style>
  <w:style w:type="paragraph" w:customStyle="1" w:styleId="Disclaimer">
    <w:name w:val="Disclaimer"/>
    <w:basedOn w:val="Normal"/>
    <w:link w:val="DisclaimerChar"/>
    <w:qFormat/>
    <w:rsid w:val="00EE570C"/>
    <w:pPr>
      <w:spacing w:before="0"/>
    </w:pPr>
    <w:rPr>
      <w:sz w:val="16"/>
      <w:szCs w:val="16"/>
    </w:rPr>
  </w:style>
  <w:style w:type="character" w:customStyle="1" w:styleId="DisclaimerChar">
    <w:name w:val="Disclaimer Char"/>
    <w:basedOn w:val="DefaultParagraphFont"/>
    <w:link w:val="Disclaimer"/>
    <w:rsid w:val="00EE570C"/>
    <w:rPr>
      <w:rFonts w:asciiTheme="minorHAnsi" w:hAnsiTheme="minorHAnsi"/>
      <w:sz w:val="16"/>
      <w:szCs w:val="16"/>
    </w:rPr>
  </w:style>
  <w:style w:type="character" w:styleId="CommentReference">
    <w:name w:val="annotation reference"/>
    <w:basedOn w:val="DefaultParagraphFont"/>
    <w:uiPriority w:val="99"/>
    <w:semiHidden/>
    <w:unhideWhenUsed/>
    <w:rsid w:val="0033145F"/>
    <w:rPr>
      <w:sz w:val="16"/>
      <w:szCs w:val="16"/>
    </w:rPr>
  </w:style>
  <w:style w:type="paragraph" w:styleId="CommentText">
    <w:name w:val="annotation text"/>
    <w:basedOn w:val="Normal"/>
    <w:link w:val="CommentTextChar"/>
    <w:uiPriority w:val="99"/>
    <w:semiHidden/>
    <w:unhideWhenUsed/>
    <w:rsid w:val="0033145F"/>
    <w:rPr>
      <w:sz w:val="20"/>
    </w:rPr>
  </w:style>
  <w:style w:type="character" w:customStyle="1" w:styleId="CommentTextChar">
    <w:name w:val="Comment Text Char"/>
    <w:basedOn w:val="DefaultParagraphFont"/>
    <w:link w:val="CommentText"/>
    <w:uiPriority w:val="99"/>
    <w:semiHidden/>
    <w:rsid w:val="0033145F"/>
    <w:rPr>
      <w:rFonts w:asciiTheme="minorHAnsi" w:hAnsiTheme="minorHAnsi"/>
    </w:rPr>
  </w:style>
  <w:style w:type="paragraph" w:styleId="CommentSubject">
    <w:name w:val="annotation subject"/>
    <w:basedOn w:val="CommentText"/>
    <w:next w:val="CommentText"/>
    <w:link w:val="CommentSubjectChar"/>
    <w:uiPriority w:val="99"/>
    <w:semiHidden/>
    <w:unhideWhenUsed/>
    <w:rsid w:val="0033145F"/>
    <w:rPr>
      <w:b/>
      <w:bCs/>
    </w:rPr>
  </w:style>
  <w:style w:type="character" w:customStyle="1" w:styleId="CommentSubjectChar">
    <w:name w:val="Comment Subject Char"/>
    <w:basedOn w:val="CommentTextChar"/>
    <w:link w:val="CommentSubject"/>
    <w:uiPriority w:val="99"/>
    <w:semiHidden/>
    <w:rsid w:val="0033145F"/>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http://dochub/div/sectoralgrowthpolicy/businessfunctions/australianindustryparticipation/policydevelopment/docs/AIP%20plan%20Summary%20Template%20Project%20update%20Jul1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777904230D45F2B50D5388A1CA233A"/>
        <w:category>
          <w:name w:val="General"/>
          <w:gallery w:val="placeholder"/>
        </w:category>
        <w:types>
          <w:type w:val="bbPlcHdr"/>
        </w:types>
        <w:behaviors>
          <w:behavior w:val="content"/>
        </w:behaviors>
        <w:guid w:val="{CEDDD1B6-04B0-4043-BEA2-AD91BF0B8F18}"/>
      </w:docPartPr>
      <w:docPartBody>
        <w:p w:rsidR="003A379C" w:rsidRDefault="003A379C">
          <w:pPr>
            <w:pStyle w:val="BC777904230D45F2B50D5388A1CA233A"/>
          </w:pPr>
          <w:r>
            <w:rPr>
              <w:rStyle w:val="PlaceholderText"/>
            </w:rPr>
            <w:t>Provide business name of designated project proponent</w:t>
          </w:r>
        </w:p>
      </w:docPartBody>
    </w:docPart>
    <w:docPart>
      <w:docPartPr>
        <w:name w:val="73B477A58BD84E8C97F960AA439A5998"/>
        <w:category>
          <w:name w:val="General"/>
          <w:gallery w:val="placeholder"/>
        </w:category>
        <w:types>
          <w:type w:val="bbPlcHdr"/>
        </w:types>
        <w:behaviors>
          <w:behavior w:val="content"/>
        </w:behaviors>
        <w:guid w:val="{E653D229-A876-4060-9473-69559BC9C09A}"/>
      </w:docPartPr>
      <w:docPartBody>
        <w:p w:rsidR="003A379C" w:rsidRDefault="003A379C">
          <w:pPr>
            <w:pStyle w:val="73B477A58BD84E8C97F960AA439A5998"/>
          </w:pPr>
          <w:r>
            <w:rPr>
              <w:rStyle w:val="PlaceholderText"/>
            </w:rPr>
            <w:t>Provide business name of designated project proponent</w:t>
          </w:r>
        </w:p>
      </w:docPartBody>
    </w:docPart>
    <w:docPart>
      <w:docPartPr>
        <w:name w:val="3055BFACA091498B84EE0388A8E4B75A"/>
        <w:category>
          <w:name w:val="General"/>
          <w:gallery w:val="placeholder"/>
        </w:category>
        <w:types>
          <w:type w:val="bbPlcHdr"/>
        </w:types>
        <w:behaviors>
          <w:behavior w:val="content"/>
        </w:behaviors>
        <w:guid w:val="{FA5E8596-63A9-4C74-823C-8BEC91ECC80C}"/>
      </w:docPartPr>
      <w:docPartBody>
        <w:p w:rsidR="003A379C" w:rsidRDefault="003A379C">
          <w:pPr>
            <w:pStyle w:val="3055BFACA091498B84EE0388A8E4B75A"/>
          </w:pPr>
          <w:r>
            <w:rPr>
              <w:rStyle w:val="PlaceholderText"/>
            </w:rPr>
            <w:t>Provide project description including the project type, project name and whether it is a new facility or an upgrade to an existing facility</w:t>
          </w:r>
        </w:p>
      </w:docPartBody>
    </w:docPart>
    <w:docPart>
      <w:docPartPr>
        <w:name w:val="ABB3F9A48BD544F49923E8140EDB8E8B"/>
        <w:category>
          <w:name w:val="General"/>
          <w:gallery w:val="placeholder"/>
        </w:category>
        <w:types>
          <w:type w:val="bbPlcHdr"/>
        </w:types>
        <w:behaviors>
          <w:behavior w:val="content"/>
        </w:behaviors>
        <w:guid w:val="{203F8D44-B79A-401E-B3C8-3071E94744A5}"/>
      </w:docPartPr>
      <w:docPartBody>
        <w:p w:rsidR="003A379C" w:rsidRDefault="003A379C">
          <w:pPr>
            <w:pStyle w:val="ABB3F9A48BD544F49923E8140EDB8E8B"/>
          </w:pPr>
          <w:r>
            <w:rPr>
              <w:rStyle w:val="PlaceholderText"/>
            </w:rPr>
            <w:t>Provide estimated value of the project</w:t>
          </w:r>
        </w:p>
      </w:docPartBody>
    </w:docPart>
    <w:docPart>
      <w:docPartPr>
        <w:name w:val="A506F90B44F647A9A32B2593FE0B1C97"/>
        <w:category>
          <w:name w:val="General"/>
          <w:gallery w:val="placeholder"/>
        </w:category>
        <w:types>
          <w:type w:val="bbPlcHdr"/>
        </w:types>
        <w:behaviors>
          <w:behavior w:val="content"/>
        </w:behaviors>
        <w:guid w:val="{E8F48DA8-CFD2-48A2-9FFD-3850521EC758}"/>
      </w:docPartPr>
      <w:docPartBody>
        <w:p w:rsidR="003A379C" w:rsidRDefault="003A379C">
          <w:pPr>
            <w:pStyle w:val="A506F90B44F647A9A32B2593FE0B1C97"/>
          </w:pPr>
          <w:r>
            <w:rPr>
              <w:rStyle w:val="PlaceholderText"/>
            </w:rPr>
            <w:t>Provide the location of where the majority of the project will be undertaken</w:t>
          </w:r>
        </w:p>
      </w:docPartBody>
    </w:docPart>
    <w:docPart>
      <w:docPartPr>
        <w:name w:val="7A8F93B4DEE14A8F82C325B3E8214303"/>
        <w:category>
          <w:name w:val="General"/>
          <w:gallery w:val="placeholder"/>
        </w:category>
        <w:types>
          <w:type w:val="bbPlcHdr"/>
        </w:types>
        <w:behaviors>
          <w:behavior w:val="content"/>
        </w:behaviors>
        <w:guid w:val="{02B1657F-F5FA-46BB-89F8-19D3DA2152A5}"/>
      </w:docPartPr>
      <w:docPartBody>
        <w:p w:rsidR="003A379C" w:rsidRDefault="003A379C">
          <w:pPr>
            <w:pStyle w:val="7A8F93B4DEE14A8F82C325B3E8214303"/>
          </w:pPr>
          <w:r>
            <w:rPr>
              <w:rStyle w:val="PlaceholderText"/>
            </w:rPr>
            <w:t>Provide a link to the active website(s) which will contain project information</w:t>
          </w:r>
        </w:p>
      </w:docPartBody>
    </w:docPart>
    <w:docPart>
      <w:docPartPr>
        <w:name w:val="158D0A6AE9234B3E88FDF1BF6E1FE8B9"/>
        <w:category>
          <w:name w:val="General"/>
          <w:gallery w:val="placeholder"/>
        </w:category>
        <w:types>
          <w:type w:val="bbPlcHdr"/>
        </w:types>
        <w:behaviors>
          <w:behavior w:val="content"/>
        </w:behaviors>
        <w:guid w:val="{5D8C5451-5E8B-4F71-BE6A-BE386CE0A8E0}"/>
      </w:docPartPr>
      <w:docPartBody>
        <w:p w:rsidR="003A379C" w:rsidRDefault="003A379C">
          <w:pPr>
            <w:pStyle w:val="158D0A6AE9234B3E88FDF1BF6E1FE8B9"/>
          </w:pPr>
          <w:r>
            <w:rPr>
              <w:rStyle w:val="PlaceholderText"/>
            </w:rPr>
            <w:t>Provide the name, phone number and email address of the contact person</w:t>
          </w:r>
        </w:p>
      </w:docPartBody>
    </w:docPart>
    <w:docPart>
      <w:docPartPr>
        <w:name w:val="E212CCF96A6D4D6BAAC64F394060C9A4"/>
        <w:category>
          <w:name w:val="General"/>
          <w:gallery w:val="placeholder"/>
        </w:category>
        <w:types>
          <w:type w:val="bbPlcHdr"/>
        </w:types>
        <w:behaviors>
          <w:behavior w:val="content"/>
        </w:behaviors>
        <w:guid w:val="{210ABD5C-D069-4FDD-8991-BC57DC884C22}"/>
      </w:docPartPr>
      <w:docPartBody>
        <w:p w:rsidR="003A379C" w:rsidRDefault="003A379C">
          <w:pPr>
            <w:pStyle w:val="E212CCF96A6D4D6BAAC64F394060C9A4"/>
          </w:pPr>
          <w:r>
            <w:rPr>
              <w:rStyle w:val="PlaceholderText"/>
            </w:rPr>
            <w:t>If applicable, provide the other project proponents’ names</w:t>
          </w:r>
        </w:p>
      </w:docPartBody>
    </w:docPart>
    <w:docPart>
      <w:docPartPr>
        <w:name w:val="4FF67FCD43394FBE9B0CC3D0D38F8D08"/>
        <w:category>
          <w:name w:val="General"/>
          <w:gallery w:val="placeholder"/>
        </w:category>
        <w:types>
          <w:type w:val="bbPlcHdr"/>
        </w:types>
        <w:behaviors>
          <w:behavior w:val="content"/>
        </w:behaviors>
        <w:guid w:val="{7DEF0E63-7057-454A-91F4-AB957B7C625B}"/>
      </w:docPartPr>
      <w:docPartBody>
        <w:p w:rsidR="003A379C" w:rsidRDefault="003A379C">
          <w:pPr>
            <w:pStyle w:val="4FF67FCD43394FBE9B0CC3D0D38F8D08"/>
          </w:pPr>
          <w:r>
            <w:rPr>
              <w:rStyle w:val="PlaceholderText"/>
            </w:rPr>
            <w:t>Provide an indication of opportunities available for Australian and overseas industry to supply goods and services to the project. Please add extra rows as required.</w:t>
          </w:r>
        </w:p>
      </w:docPartBody>
    </w:docPart>
    <w:docPart>
      <w:docPartPr>
        <w:name w:val="C9761D60D3AA4CE083677AA988F0FD86"/>
        <w:category>
          <w:name w:val="General"/>
          <w:gallery w:val="placeholder"/>
        </w:category>
        <w:types>
          <w:type w:val="bbPlcHdr"/>
        </w:types>
        <w:behaviors>
          <w:behavior w:val="content"/>
        </w:behaviors>
        <w:guid w:val="{7A221F2E-C90B-4E27-B2F6-7EEEBABAF154}"/>
      </w:docPartPr>
      <w:docPartBody>
        <w:p w:rsidR="003A379C" w:rsidRDefault="003A379C">
          <w:pPr>
            <w:pStyle w:val="C9761D60D3AA4CE083677AA988F0FD86"/>
          </w:pPr>
          <w:r>
            <w:rPr>
              <w:rStyle w:val="PlaceholderText"/>
            </w:rPr>
            <w:t>Yes/No</w:t>
          </w:r>
        </w:p>
      </w:docPartBody>
    </w:docPart>
    <w:docPart>
      <w:docPartPr>
        <w:name w:val="B582565608CA4474835C33C0AEC124DC"/>
        <w:category>
          <w:name w:val="General"/>
          <w:gallery w:val="placeholder"/>
        </w:category>
        <w:types>
          <w:type w:val="bbPlcHdr"/>
        </w:types>
        <w:behaviors>
          <w:behavior w:val="content"/>
        </w:behaviors>
        <w:guid w:val="{4DBA9CC9-93AC-4416-9931-A17B82AA67F3}"/>
      </w:docPartPr>
      <w:docPartBody>
        <w:p w:rsidR="003A379C" w:rsidRDefault="003A379C">
          <w:pPr>
            <w:pStyle w:val="B582565608CA4474835C33C0AEC124DC"/>
          </w:pPr>
          <w:r>
            <w:rPr>
              <w:rStyle w:val="PlaceholderText"/>
            </w:rPr>
            <w:t>Yes/No</w:t>
          </w:r>
        </w:p>
      </w:docPartBody>
    </w:docPart>
    <w:docPart>
      <w:docPartPr>
        <w:name w:val="C262D44A13FE42FE984358DB41CCA22C"/>
        <w:category>
          <w:name w:val="General"/>
          <w:gallery w:val="placeholder"/>
        </w:category>
        <w:types>
          <w:type w:val="bbPlcHdr"/>
        </w:types>
        <w:behaviors>
          <w:behavior w:val="content"/>
        </w:behaviors>
        <w:guid w:val="{F3655B79-B4C0-4DE0-A96D-BDB2403ACA5B}"/>
      </w:docPartPr>
      <w:docPartBody>
        <w:p w:rsidR="003A379C" w:rsidRDefault="003A379C">
          <w:pPr>
            <w:pStyle w:val="C262D44A13FE42FE984358DB41CCA22C"/>
          </w:pPr>
          <w:r>
            <w:rPr>
              <w:rStyle w:val="PlaceholderText"/>
            </w:rPr>
            <w:t>Provide a summary of the standards applied to key goods and services to be acquired for the project.</w:t>
          </w:r>
        </w:p>
      </w:docPartBody>
    </w:docPart>
    <w:docPart>
      <w:docPartPr>
        <w:name w:val="C05A38160EDF40099956EA9C9B1F9025"/>
        <w:category>
          <w:name w:val="General"/>
          <w:gallery w:val="placeholder"/>
        </w:category>
        <w:types>
          <w:type w:val="bbPlcHdr"/>
        </w:types>
        <w:behaviors>
          <w:behavior w:val="content"/>
        </w:behaviors>
        <w:guid w:val="{CC116838-2C17-4C35-9C4A-4ECD6217351C}"/>
      </w:docPartPr>
      <w:docPartBody>
        <w:p w:rsidR="003A379C" w:rsidRDefault="003A379C">
          <w:pPr>
            <w:pStyle w:val="C05A38160EDF40099956EA9C9B1F9025"/>
          </w:pPr>
          <w:r>
            <w:rPr>
              <w:rStyle w:val="PlaceholderText"/>
            </w:rPr>
            <w:t>Provide a summary of the actions that the project proponent will take to ensure Australian entities have full, fair and reasonable opportunity to bid for the supply of key goods or services for the project.</w:t>
          </w:r>
        </w:p>
      </w:docPartBody>
    </w:docPart>
    <w:docPart>
      <w:docPartPr>
        <w:name w:val="4EA258E17D154AA9835009432C873CC5"/>
        <w:category>
          <w:name w:val="General"/>
          <w:gallery w:val="placeholder"/>
        </w:category>
        <w:types>
          <w:type w:val="bbPlcHdr"/>
        </w:types>
        <w:behaviors>
          <w:behavior w:val="content"/>
        </w:behaviors>
        <w:guid w:val="{C5686C2C-156B-43E6-88B3-78D32EDAB069}"/>
      </w:docPartPr>
      <w:docPartBody>
        <w:p w:rsidR="003A379C" w:rsidRDefault="003A379C">
          <w:pPr>
            <w:pStyle w:val="4EA258E17D154AA9835009432C873CC5"/>
          </w:pPr>
          <w:r>
            <w:rPr>
              <w:rStyle w:val="PlaceholderText"/>
            </w:rPr>
            <w:t>Provide a summary of the actions on how the project proponent will work with its procurement entities to ensure Australian entities have full, fair and reasonable opportunity to bid for the supply of key goods and services for the project.</w:t>
          </w:r>
        </w:p>
      </w:docPartBody>
    </w:docPart>
    <w:docPart>
      <w:docPartPr>
        <w:name w:val="B465C03A2E384D599716270F8CB02C91"/>
        <w:category>
          <w:name w:val="General"/>
          <w:gallery w:val="placeholder"/>
        </w:category>
        <w:types>
          <w:type w:val="bbPlcHdr"/>
        </w:types>
        <w:behaviors>
          <w:behavior w:val="content"/>
        </w:behaviors>
        <w:guid w:val="{00A8A751-2B62-4C94-8B91-9EEA11D57F4D}"/>
      </w:docPartPr>
      <w:docPartBody>
        <w:p w:rsidR="004037B1" w:rsidRDefault="00F77BB4" w:rsidP="00F77BB4">
          <w:pPr>
            <w:pStyle w:val="B465C03A2E384D599716270F8CB02C91"/>
          </w:pPr>
          <w:r>
            <w:rPr>
              <w:rStyle w:val="PlaceholderText"/>
            </w:rPr>
            <w:t>Provide an indication of opportunities available for Australian and overseas industry to supply goods and services to the project. Please add extra rows as required.</w:t>
          </w:r>
        </w:p>
      </w:docPartBody>
    </w:docPart>
    <w:docPart>
      <w:docPartPr>
        <w:name w:val="CA210A5E6F5C45B8B8BCFF57ECDF4D0F"/>
        <w:category>
          <w:name w:val="General"/>
          <w:gallery w:val="placeholder"/>
        </w:category>
        <w:types>
          <w:type w:val="bbPlcHdr"/>
        </w:types>
        <w:behaviors>
          <w:behavior w:val="content"/>
        </w:behaviors>
        <w:guid w:val="{7F4EE0F3-6314-4EF3-83B5-832E4A92C835}"/>
      </w:docPartPr>
      <w:docPartBody>
        <w:p w:rsidR="005E2BD0" w:rsidRDefault="00454CFF" w:rsidP="00454CFF">
          <w:pPr>
            <w:pStyle w:val="CA210A5E6F5C45B8B8BCFF57ECDF4D0F"/>
          </w:pPr>
          <w:r>
            <w:rPr>
              <w:rStyle w:val="PlaceholderText"/>
            </w:rPr>
            <w:t>Provide business name of designated project proponent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79C"/>
    <w:rsid w:val="003A379C"/>
    <w:rsid w:val="004037B1"/>
    <w:rsid w:val="00454CFF"/>
    <w:rsid w:val="005E2BD0"/>
    <w:rsid w:val="00C45120"/>
    <w:rsid w:val="00F77B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54CFF"/>
    <w:rPr>
      <w:color w:val="808080"/>
    </w:rPr>
  </w:style>
  <w:style w:type="paragraph" w:customStyle="1" w:styleId="BC777904230D45F2B50D5388A1CA233A">
    <w:name w:val="BC777904230D45F2B50D5388A1CA233A"/>
  </w:style>
  <w:style w:type="paragraph" w:customStyle="1" w:styleId="73B477A58BD84E8C97F960AA439A5998">
    <w:name w:val="73B477A58BD84E8C97F960AA439A5998"/>
  </w:style>
  <w:style w:type="paragraph" w:customStyle="1" w:styleId="3055BFACA091498B84EE0388A8E4B75A">
    <w:name w:val="3055BFACA091498B84EE0388A8E4B75A"/>
  </w:style>
  <w:style w:type="paragraph" w:customStyle="1" w:styleId="ABB3F9A48BD544F49923E8140EDB8E8B">
    <w:name w:val="ABB3F9A48BD544F49923E8140EDB8E8B"/>
  </w:style>
  <w:style w:type="paragraph" w:customStyle="1" w:styleId="A506F90B44F647A9A32B2593FE0B1C97">
    <w:name w:val="A506F90B44F647A9A32B2593FE0B1C97"/>
  </w:style>
  <w:style w:type="paragraph" w:customStyle="1" w:styleId="7A8F93B4DEE14A8F82C325B3E8214303">
    <w:name w:val="7A8F93B4DEE14A8F82C325B3E8214303"/>
  </w:style>
  <w:style w:type="paragraph" w:customStyle="1" w:styleId="158D0A6AE9234B3E88FDF1BF6E1FE8B9">
    <w:name w:val="158D0A6AE9234B3E88FDF1BF6E1FE8B9"/>
  </w:style>
  <w:style w:type="paragraph" w:customStyle="1" w:styleId="E212CCF96A6D4D6BAAC64F394060C9A4">
    <w:name w:val="E212CCF96A6D4D6BAAC64F394060C9A4"/>
  </w:style>
  <w:style w:type="paragraph" w:customStyle="1" w:styleId="4FF67FCD43394FBE9B0CC3D0D38F8D08">
    <w:name w:val="4FF67FCD43394FBE9B0CC3D0D38F8D08"/>
  </w:style>
  <w:style w:type="paragraph" w:customStyle="1" w:styleId="C9761D60D3AA4CE083677AA988F0FD86">
    <w:name w:val="C9761D60D3AA4CE083677AA988F0FD86"/>
  </w:style>
  <w:style w:type="paragraph" w:customStyle="1" w:styleId="B582565608CA4474835C33C0AEC124DC">
    <w:name w:val="B582565608CA4474835C33C0AEC124DC"/>
  </w:style>
  <w:style w:type="paragraph" w:customStyle="1" w:styleId="C262D44A13FE42FE984358DB41CCA22C">
    <w:name w:val="C262D44A13FE42FE984358DB41CCA22C"/>
  </w:style>
  <w:style w:type="paragraph" w:customStyle="1" w:styleId="C05A38160EDF40099956EA9C9B1F9025">
    <w:name w:val="C05A38160EDF40099956EA9C9B1F9025"/>
  </w:style>
  <w:style w:type="paragraph" w:customStyle="1" w:styleId="4EA258E17D154AA9835009432C873CC5">
    <w:name w:val="4EA258E17D154AA9835009432C873CC5"/>
  </w:style>
  <w:style w:type="paragraph" w:customStyle="1" w:styleId="1F13E786458F4DF5B78FA6CD22C8AC8A">
    <w:name w:val="1F13E786458F4DF5B78FA6CD22C8AC8A"/>
    <w:rsid w:val="00F77BB4"/>
  </w:style>
  <w:style w:type="paragraph" w:customStyle="1" w:styleId="256025619FD648D0A668A38B07426A11">
    <w:name w:val="256025619FD648D0A668A38B07426A11"/>
    <w:rsid w:val="00F77BB4"/>
  </w:style>
  <w:style w:type="paragraph" w:customStyle="1" w:styleId="B465C03A2E384D599716270F8CB02C91">
    <w:name w:val="B465C03A2E384D599716270F8CB02C91"/>
    <w:rsid w:val="00F77BB4"/>
  </w:style>
  <w:style w:type="paragraph" w:customStyle="1" w:styleId="A2B6E42E97D748C992FA34CBE02EF6DF">
    <w:name w:val="A2B6E42E97D748C992FA34CBE02EF6DF"/>
    <w:rsid w:val="00454CFF"/>
  </w:style>
  <w:style w:type="paragraph" w:customStyle="1" w:styleId="CA210A5E6F5C45B8B8BCFF57ECDF4D0F">
    <w:name w:val="CA210A5E6F5C45B8B8BCFF57ECDF4D0F"/>
    <w:rsid w:val="00454C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e2555c81638466f9eb614edb9ecde52 xmlns="498945f5-0448-4b4c-97d9-fcd4d7a5a1b1">
      <Terms xmlns="http://schemas.microsoft.com/office/infopath/2007/PartnerControls">
        <TermInfo xmlns="http://schemas.microsoft.com/office/infopath/2007/PartnerControls">
          <TermName>Executive Summary</TermName>
          <TermId>67166ce2-6da7-40d0-8019-f7580244f8f4</TermId>
        </TermInfo>
      </Terms>
    </pe2555c81638466f9eb614edb9ecde52>
    <a3abd1c0c7bd4d66b784ef4fa32239ba xmlns="498945f5-0448-4b4c-97d9-fcd4d7a5a1b1">
      <Terms xmlns="http://schemas.microsoft.com/office/infopath/2007/PartnerControls">
        <TermInfo xmlns="http://schemas.microsoft.com/office/infopath/2007/PartnerControls">
          <TermName>Executive Summary</TermName>
          <TermId>483e399a-f5ef-4b8b-bb91-c15a7635170a</TermId>
        </TermInfo>
      </Terms>
    </a3abd1c0c7bd4d66b784ef4fa32239ba>
    <TaxCatchAll xmlns="498945f5-0448-4b4c-97d9-fcd4d7a5a1b1">
      <Value>917</Value>
      <Value>233</Value>
      <Value>411</Value>
      <Value>469</Value>
      <Value>499</Value>
      <Value>3</Value>
    </TaxCatchAll>
    <g7cee4c3f49f4a8d957fe196d6fcc5b5 xmlns="498945f5-0448-4b4c-97d9-fcd4d7a5a1b1">
      <Terms xmlns="http://schemas.microsoft.com/office/infopath/2007/PartnerControls"/>
    </g7cee4c3f49f4a8d957fe196d6fcc5b5>
    <IconOverlay xmlns="http://schemas.microsoft.com/sharepoint/v4" xsi:nil="true"/>
    <gb3e33fa1e184cc8a6b903667b37349e xmlns="498945f5-0448-4b4c-97d9-fcd4d7a5a1b1">
      <Terms xmlns="http://schemas.microsoft.com/office/infopath/2007/PartnerControls"/>
    </gb3e33fa1e184cc8a6b903667b37349e>
    <g7bcb40ba23249a78edca7d43a67c1c9 xmlns="498945f5-0448-4b4c-97d9-fcd4d7a5a1b1">
      <Terms xmlns="http://schemas.microsoft.com/office/infopath/2007/PartnerControls"/>
    </g7bcb40ba23249a78edca7d43a67c1c9>
    <g4ab3527caee4a08a8dfe7a94016710e xmlns="498945f5-0448-4b4c-97d9-fcd4d7a5a1b1">
      <Terms xmlns="http://schemas.microsoft.com/office/infopath/2007/PartnerControls"/>
    </g4ab3527caee4a08a8dfe7a94016710e>
    <kd778f5e510a4594a7afeace431f608b xmlns="498945f5-0448-4b4c-97d9-fcd4d7a5a1b1">
      <Terms xmlns="http://schemas.microsoft.com/office/infopath/2007/PartnerControls">
        <TermInfo xmlns="http://schemas.microsoft.com/office/infopath/2007/PartnerControls">
          <TermName>Australian Jobs Act 2013</TermName>
          <TermId>de541470-8165-45cb-854e-56057fb9bc95</TermId>
        </TermInfo>
      </Terms>
    </kd778f5e510a4594a7afeace431f608b>
    <d0152e49f1a7499baf10632c118877c0 xmlns="498945f5-0448-4b4c-97d9-fcd4d7a5a1b1">
      <Terms xmlns="http://schemas.microsoft.com/office/infopath/2007/PartnerControls">
        <TermInfo xmlns="http://schemas.microsoft.com/office/infopath/2007/PartnerControls">
          <TermName>Draft</TermName>
          <TermId>1533ee51-5320-46f9-b82f-5cafb7ad3cfc</TermId>
        </TermInfo>
      </Terms>
    </d0152e49f1a7499baf10632c118877c0>
    <h562caa41cd8435eb8b6f0bdc23e20a9 xmlns="498945f5-0448-4b4c-97d9-fcd4d7a5a1b1">
      <Terms xmlns="http://schemas.microsoft.com/office/infopath/2007/PartnerControls"/>
    </h562caa41cd8435eb8b6f0bdc23e20a9>
    <n99e4c9942c6404eb103464a00e6097b xmlns="498945f5-0448-4b4c-97d9-fcd4d7a5a1b1">
      <Terms xmlns="http://schemas.microsoft.com/office/infopath/2007/PartnerControls">
        <TermInfo xmlns="http://schemas.microsoft.com/office/infopath/2007/PartnerControls">
          <TermName>2019</TermName>
          <TermId>7e451fe0-4dc6-437a-a849-bab7965a9aee</TermId>
        </TermInfo>
      </Terms>
    </n99e4c9942c6404eb103464a00e6097b>
    <adb9bed2e36e4a93af574aeb444da63e xmlns="498945f5-0448-4b4c-97d9-fcd4d7a5a1b1">
      <Terms xmlns="http://schemas.microsoft.com/office/infopath/2007/PartnerControls"/>
    </adb9bed2e36e4a93af574aeb444da63e>
    <DocHub_PDMSNumber xmlns="498945f5-0448-4b4c-97d9-fcd4d7a5a1b1" xsi:nil="true"/>
    <aa25a1a23adf4c92a153145de6afe324 xmlns="498945f5-0448-4b4c-97d9-fcd4d7a5a1b1">
      <Terms xmlns="http://schemas.microsoft.com/office/infopath/2007/PartnerControls">
        <TermInfo xmlns="http://schemas.microsoft.com/office/infopath/2007/PartnerControls">
          <TermName>UNCLASSIFIED</TermName>
          <TermId>6106d03b-a1a0-4e30-9d91-d5e9fb4314f9</TermId>
        </TermInfo>
      </Terms>
    </aa25a1a23adf4c92a153145de6afe324>
    <Comments xmlns="http://schemas.microsoft.com/sharepoint/v3" xsi:nil="true"/>
    <_dlc_DocId xmlns="498945f5-0448-4b4c-97d9-fcd4d7a5a1b1">A3PSR54DD4M5-1752746618-564</_dlc_DocId>
    <_dlc_DocIdUrl xmlns="498945f5-0448-4b4c-97d9-fcd4d7a5a1b1">
      <Url>https://dochub/div/sectoralgrowthpolicy/businessfunctions/australianindustryparticipation/policydevelopment/_layouts/15/DocIdRedir.aspx?ID=A3PSR54DD4M5-1752746618-564</Url>
      <Description>A3PSR54DD4M5-1752746618-564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75B0F898161E45841419861F54F501" ma:contentTypeVersion="29" ma:contentTypeDescription="Create a new document." ma:contentTypeScope="" ma:versionID="7d81e5f19f1b2829b07f0a4cf83c336c">
  <xsd:schema xmlns:xsd="http://www.w3.org/2001/XMLSchema" xmlns:xs="http://www.w3.org/2001/XMLSchema" xmlns:p="http://schemas.microsoft.com/office/2006/metadata/properties" xmlns:ns1="http://schemas.microsoft.com/sharepoint/v3" xmlns:ns2="498945f5-0448-4b4c-97d9-fcd4d7a5a1b1" xmlns:ns3="http://schemas.microsoft.com/sharepoint/v4" targetNamespace="http://schemas.microsoft.com/office/2006/metadata/properties" ma:root="true" ma:fieldsID="d334d993c197e5458b23fd9d3288116c" ns1:_="" ns2:_="" ns3:_="">
    <xsd:import namespace="http://schemas.microsoft.com/sharepoint/v3"/>
    <xsd:import namespace="498945f5-0448-4b4c-97d9-fcd4d7a5a1b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DocHub_PDMSNumber" minOccurs="0"/>
                <xsd:element ref="ns2:kd778f5e510a4594a7afeace431f608b" minOccurs="0"/>
                <xsd:element ref="ns2:d0152e49f1a7499baf10632c118877c0" minOccurs="0"/>
                <xsd:element ref="ns2:g7cee4c3f49f4a8d957fe196d6fcc5b5" minOccurs="0"/>
                <xsd:element ref="ns2:a3abd1c0c7bd4d66b784ef4fa32239ba" minOccurs="0"/>
                <xsd:element ref="ns2:g4ab3527caee4a08a8dfe7a94016710e" minOccurs="0"/>
                <xsd:element ref="ns2:gb3e33fa1e184cc8a6b903667b37349e" minOccurs="0"/>
                <xsd:element ref="ns2:h562caa41cd8435eb8b6f0bdc23e20a9"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8945f5-0448-4b4c-97d9-fcd4d7a5a1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2c53e56-ba7a-482a-8980-6f177a156077}" ma:internalName="TaxCatchAll" ma:showField="CatchAllData" ma:web="498945f5-0448-4b4c-97d9-fcd4d7a5a1b1">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2bfc713d-067c-4d39-b284-75f65e0f335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DocHub_PDMSNumber" ma:index="23" nillable="true" ma:displayName="PDMS Number" ma:description="Parliamentary Document Management System (PDMS) Reference Number" ma:internalName="DocHub_PDMSNumber">
      <xsd:simpleType>
        <xsd:restriction base="dms:Text"/>
      </xsd:simpleType>
    </xsd:element>
    <xsd:element name="kd778f5e510a4594a7afeace431f608b" ma:index="25" nillable="true" ma:taxonomy="true" ma:internalName="kd778f5e510a4594a7afeace431f608b" ma:taxonomyFieldName="DocHub_AIPCategory" ma:displayName="AIP Category" ma:default="" ma:fieldId="{4d778f5e-510a-4594-a7af-eace431f608b}" ma:sspId="fb0313f7-9433-48c0-866e-9e0bbee59a50" ma:termSetId="dfe8a085-28b5-4b66-bdbb-e17f0c2f9be6" ma:anchorId="00000000-0000-0000-0000-000000000000" ma:open="false" ma:isKeyword="false">
      <xsd:complexType>
        <xsd:sequence>
          <xsd:element ref="pc:Terms" minOccurs="0" maxOccurs="1"/>
        </xsd:sequence>
      </xsd:complexType>
    </xsd:element>
    <xsd:element name="d0152e49f1a7499baf10632c118877c0" ma:index="27" nillable="true" ma:taxonomy="true" ma:internalName="d0152e49f1a7499baf10632c118877c0" ma:taxonomyFieldName="DocHub_DocStatus" ma:displayName="Document Status" ma:default="" ma:fieldId="{d0152e49-f1a7-499b-af10-632c118877c0}" ma:sspId="fb0313f7-9433-48c0-866e-9e0bbee59a50" ma:termSetId="8aea78b8-ceb9-40f2-be8e-77cb01b41da4" ma:anchorId="00000000-0000-0000-0000-000000000000" ma:open="false" ma:isKeyword="false">
      <xsd:complexType>
        <xsd:sequence>
          <xsd:element ref="pc:Terms" minOccurs="0" maxOccurs="1"/>
        </xsd:sequence>
      </xsd:complexType>
    </xsd:element>
    <xsd:element name="g7cee4c3f49f4a8d957fe196d6fcc5b5" ma:index="29"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a3abd1c0c7bd4d66b784ef4fa32239ba" ma:index="31" nillable="true" ma:taxonomy="true" ma:internalName="a3abd1c0c7bd4d66b784ef4fa32239ba" ma:taxonomyFieldName="DocHub_AIPProcess" ma:displayName="AIP Process" ma:default="" ma:fieldId="{a3abd1c0-c7bd-4d66-b784-ef4fa32239ba}" ma:sspId="fb0313f7-9433-48c0-866e-9e0bbee59a50" ma:termSetId="1a7deb33-59d4-4b99-bd59-ca7b05e42290" ma:anchorId="00000000-0000-0000-0000-000000000000" ma:open="false" ma:isKeyword="false">
      <xsd:complexType>
        <xsd:sequence>
          <xsd:element ref="pc:Terms" minOccurs="0" maxOccurs="1"/>
        </xsd:sequence>
      </xsd:complexType>
    </xsd:element>
    <xsd:element name="g4ab3527caee4a08a8dfe7a94016710e" ma:index="33" nillable="true" ma:taxonomy="true" ma:internalName="g4ab3527caee4a08a8dfe7a94016710e" ma:taxonomyFieldName="DocHub_ProjectProponent" ma:displayName="Project Proponent" ma:default="" ma:fieldId="{04ab3527-caee-4a08-a8df-e7a94016710e}" ma:sspId="fb0313f7-9433-48c0-866e-9e0bbee59a50" ma:termSetId="f0e9ecc6-7dbc-49d9-818e-f50741715af0" ma:anchorId="00000000-0000-0000-0000-000000000000" ma:open="false" ma:isKeyword="false">
      <xsd:complexType>
        <xsd:sequence>
          <xsd:element ref="pc:Terms" minOccurs="0" maxOccurs="1"/>
        </xsd:sequence>
      </xsd:complexType>
    </xsd:element>
    <xsd:element name="gb3e33fa1e184cc8a6b903667b37349e" ma:index="35" nillable="true" ma:taxonomy="true" ma:internalName="gb3e33fa1e184cc8a6b903667b37349e" ma:taxonomyFieldName="DocHub_Sector" ma:displayName="Sector" ma:default="" ma:fieldId="{0b3e33fa-1e18-4cc8-a6b9-03667b37349e}" ma:sspId="fb0313f7-9433-48c0-866e-9e0bbee59a50" ma:termSetId="0cba73ab-1548-411a-aa45-77f815974a08" ma:anchorId="00000000-0000-0000-0000-000000000000" ma:open="false" ma:isKeyword="false">
      <xsd:complexType>
        <xsd:sequence>
          <xsd:element ref="pc:Terms" minOccurs="0" maxOccurs="1"/>
        </xsd:sequence>
      </xsd:complexType>
    </xsd:element>
    <xsd:element name="h562caa41cd8435eb8b6f0bdc23e20a9" ma:index="36" nillable="true" ma:taxonomy="true" ma:internalName="h562caa41cd8435eb8b6f0bdc23e20a9" ma:taxonomyFieldName="DocHub_BriefingCorrespondenceType" ma:displayName="Briefing / Correspondence Type" ma:fieldId="{1562caa4-1cd8-435e-b8b6-f0bdc23e20a9}" ma:sspId="fb0313f7-9433-48c0-866e-9e0bbee59a50" ma:termSetId="caaae84e-cb57-45e4-b635-a2aae71a9e6c" ma:anchorId="00000000-0000-0000-0000-000000000000" ma:open="false" ma:isKeyword="false">
      <xsd:complexType>
        <xsd:sequence>
          <xsd:element ref="pc:Terms" minOccurs="0" maxOccurs="1"/>
        </xsd:sequence>
      </xsd:complexType>
    </xsd:element>
    <xsd:element name="SharedWithUsers" ma:index="3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692F7-D880-4BFA-88AA-C18ED1E6F48B}">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498945f5-0448-4b4c-97d9-fcd4d7a5a1b1"/>
    <ds:schemaRef ds:uri="http://www.w3.org/XML/1998/namespace"/>
    <ds:schemaRef ds:uri="http://purl.org/dc/dcmitype/"/>
  </ds:schemaRefs>
</ds:datastoreItem>
</file>

<file path=customXml/itemProps2.xml><?xml version="1.0" encoding="utf-8"?>
<ds:datastoreItem xmlns:ds="http://schemas.openxmlformats.org/officeDocument/2006/customXml" ds:itemID="{81CA6155-43E7-4138-852B-B32E441D4EE2}">
  <ds:schemaRefs>
    <ds:schemaRef ds:uri="http://schemas.microsoft.com/sharepoint/v3/contenttype/forms"/>
  </ds:schemaRefs>
</ds:datastoreItem>
</file>

<file path=customXml/itemProps3.xml><?xml version="1.0" encoding="utf-8"?>
<ds:datastoreItem xmlns:ds="http://schemas.openxmlformats.org/officeDocument/2006/customXml" ds:itemID="{79E7D248-3344-4FEA-9219-2DECB216E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8945f5-0448-4b4c-97d9-fcd4d7a5a1b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28CA4D-725D-4E5B-9E98-C2F646D53506}">
  <ds:schemaRefs>
    <ds:schemaRef ds:uri="http://schemas.microsoft.com/sharepoint/events"/>
  </ds:schemaRefs>
</ds:datastoreItem>
</file>

<file path=customXml/itemProps5.xml><?xml version="1.0" encoding="utf-8"?>
<ds:datastoreItem xmlns:ds="http://schemas.openxmlformats.org/officeDocument/2006/customXml" ds:itemID="{8268AA41-70D0-44C0-AFEF-0BDBD576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AIP%20plan%20Summary%20Template%20Project%20update%20Jul17</Template>
  <TotalTime>11</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AIP plan Summary Template - Project Phase</vt:lpstr>
    </vt:vector>
  </TitlesOfParts>
  <Company>DIISRTE</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AIP plan Summary Template - Project Phase</dc:title>
  <dc:subject/>
  <dc:creator>Swarbrick, Richard</dc:creator>
  <cp:keywords/>
  <dc:description/>
  <cp:lastModifiedBy>Swarbrick, Richard</cp:lastModifiedBy>
  <cp:revision>6</cp:revision>
  <cp:lastPrinted>2013-11-14T01:45:00Z</cp:lastPrinted>
  <dcterms:created xsi:type="dcterms:W3CDTF">2019-06-27T02:45:00Z</dcterms:created>
  <dcterms:modified xsi:type="dcterms:W3CDTF">2019-07-03T07:25:00Z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0x010100D575B0F898161E45841419861F54F501</vt:lpwstr>
  </property>
  <property fmtid="{D5CDD505-2E9C-101B-9397-08002B2CF9AE}" pid="7" name="DocHub_Year">
    <vt:lpwstr>917;#2019|7e451fe0-4dc6-437a-a849-bab7965a9aee</vt:lpwstr>
  </property>
  <property fmtid="{D5CDD505-2E9C-101B-9397-08002B2CF9AE}" pid="8" name="DocHub_DocStatus">
    <vt:lpwstr>411;#Draft|1533ee51-5320-46f9-b82f-5cafb7ad3cfc</vt:lpwstr>
  </property>
  <property fmtid="{D5CDD505-2E9C-101B-9397-08002B2CF9AE}" pid="9" name="DocHub_ProjectProponent">
    <vt:lpwstr/>
  </property>
  <property fmtid="{D5CDD505-2E9C-101B-9397-08002B2CF9AE}" pid="10" name="DocHub_DocumentType">
    <vt:lpwstr>233;#Executive Summary|67166ce2-6da7-40d0-8019-f7580244f8f4</vt:lpwstr>
  </property>
  <property fmtid="{D5CDD505-2E9C-101B-9397-08002B2CF9AE}" pid="11" name="DocHub_SecurityClassification">
    <vt:lpwstr>3;#UNCLASSIFIED|6106d03b-a1a0-4e30-9d91-d5e9fb4314f9</vt:lpwstr>
  </property>
  <property fmtid="{D5CDD505-2E9C-101B-9397-08002B2CF9AE}" pid="12" name="DocHub_AIPProcess">
    <vt:lpwstr>499;#Executive Summary|483e399a-f5ef-4b8b-bb91-c15a7635170a</vt:lpwstr>
  </property>
  <property fmtid="{D5CDD505-2E9C-101B-9397-08002B2CF9AE}" pid="13" name="DocHub_GovernmentEntities">
    <vt:lpwstr/>
  </property>
  <property fmtid="{D5CDD505-2E9C-101B-9397-08002B2CF9AE}" pid="14" name="DocHub_Sector">
    <vt:lpwstr/>
  </property>
  <property fmtid="{D5CDD505-2E9C-101B-9397-08002B2CF9AE}" pid="15" name="DocHub_BriefingCorrespondenceType">
    <vt:lpwstr/>
  </property>
  <property fmtid="{D5CDD505-2E9C-101B-9397-08002B2CF9AE}" pid="16" name="DocHub_WorkActivity">
    <vt:lpwstr/>
  </property>
  <property fmtid="{D5CDD505-2E9C-101B-9397-08002B2CF9AE}" pid="17" name="DocHub_AIPCategory">
    <vt:lpwstr>469;#Australian Jobs Act 2013|de541470-8165-45cb-854e-56057fb9bc95</vt:lpwstr>
  </property>
  <property fmtid="{D5CDD505-2E9C-101B-9397-08002B2CF9AE}" pid="18" name="DocHub_Keywords">
    <vt:lpwstr/>
  </property>
  <property fmtid="{D5CDD505-2E9C-101B-9397-08002B2CF9AE}" pid="19" name="_dlc_DocIdItemGuid">
    <vt:lpwstr>69f513ef-6c09-485b-9933-3ab12f8b0b0a</vt:lpwstr>
  </property>
</Properties>
</file>